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7DE" w:rsidRDefault="005470EF">
      <w:r>
        <w:rPr>
          <w:noProof/>
        </w:rPr>
        <mc:AlternateContent>
          <mc:Choice Requires="wps">
            <w:drawing>
              <wp:anchor distT="0" distB="0" distL="114300" distR="114300" simplePos="0" relativeHeight="251656190" behindDoc="0" locked="0" layoutInCell="1" allowOverlap="1">
                <wp:simplePos x="0" y="0"/>
                <wp:positionH relativeFrom="margin">
                  <wp:align>center</wp:align>
                </wp:positionH>
                <wp:positionV relativeFrom="margin">
                  <wp:align>top</wp:align>
                </wp:positionV>
                <wp:extent cx="7315200" cy="1743075"/>
                <wp:effectExtent l="0" t="0" r="0" b="0"/>
                <wp:wrapNone/>
                <wp:docPr id="5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1743075"/>
                        </a:xfrm>
                        <a:prstGeom prst="rect">
                          <a:avLst/>
                        </a:prstGeom>
                        <a:solidFill>
                          <a:schemeClr val="accent3">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7DE" w:rsidRDefault="008D59FE">
                            <w:pPr>
                              <w:spacing w:after="0" w:line="240" w:lineRule="auto"/>
                              <w:rPr>
                                <w:rStyle w:val="CompanyNameChar"/>
                              </w:rPr>
                            </w:pPr>
                            <w:sdt>
                              <w:sdtPr>
                                <w:rPr>
                                  <w:rStyle w:val="CompanyNameChar"/>
                                </w:rPr>
                                <w:id w:val="951121994"/>
                                <w:placeholder>
                                  <w:docPart w:val="E1E8D5ACD40A4088B0CB538902BCA256"/>
                                </w:placeholder>
                              </w:sdtPr>
                              <w:sdtEndPr>
                                <w:rPr>
                                  <w:rStyle w:val="CompanyNameChar"/>
                                </w:rPr>
                              </w:sdtEndPr>
                              <w:sdtContent>
                                <w:r w:rsidR="00342815">
                                  <w:rPr>
                                    <w:rStyle w:val="CompanyNameChar"/>
                                  </w:rPr>
                                  <w:t xml:space="preserve">Ashley High School Newsletter          </w:t>
                                </w:r>
                                <w:r w:rsidR="00342815">
                                  <w:rPr>
                                    <w:rFonts w:ascii="Arial" w:hAnsi="Arial" w:cs="Arial"/>
                                    <w:noProof/>
                                    <w:color w:val="0000FF"/>
                                    <w:sz w:val="27"/>
                                    <w:szCs w:val="27"/>
                                  </w:rPr>
                                  <w:drawing>
                                    <wp:inline distT="0" distB="0" distL="0" distR="0" wp14:anchorId="542F0E8E" wp14:editId="2C4E52ED">
                                      <wp:extent cx="1181100" cy="854508"/>
                                      <wp:effectExtent l="0" t="0" r="0" b="0"/>
                                      <wp:docPr id="9" name="rg_hi" descr="http://t2.gstatic.com/images?q=tbn:ANd9GcSRNQkc961TAbZqbo4E7sAiDDEpsUIZvXc4GGDNfE-YvyMwHwB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RNQkc961TAbZqbo4E7sAiDDEpsUIZvXc4GGDNfE-YvyMwHwB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100" cy="854508"/>
                                              </a:xfrm>
                                              <a:prstGeom prst="rect">
                                                <a:avLst/>
                                              </a:prstGeom>
                                              <a:noFill/>
                                              <a:ln>
                                                <a:noFill/>
                                              </a:ln>
                                            </pic:spPr>
                                          </pic:pic>
                                        </a:graphicData>
                                      </a:graphic>
                                    </wp:inline>
                                  </w:drawing>
                                </w:r>
                                <w:r w:rsidR="00342815">
                                  <w:rPr>
                                    <w:rStyle w:val="CompanyNameChar"/>
                                  </w:rPr>
                                  <w:t xml:space="preserve">        </w:t>
                                </w:r>
                              </w:sdtContent>
                            </w:sdt>
                          </w:p>
                          <w:p w:rsidR="006937DE" w:rsidRDefault="008D59FE">
                            <w:pPr>
                              <w:pStyle w:val="Heading04"/>
                              <w:rPr>
                                <w:rStyle w:val="Heading04Char"/>
                              </w:rPr>
                            </w:pPr>
                            <w:sdt>
                              <w:sdtPr>
                                <w:rPr>
                                  <w:rStyle w:val="Heading04Char"/>
                                </w:rPr>
                                <w:id w:val="-1385327895"/>
                                <w:placeholder>
                                  <w:docPart w:val="FC383956CC71426DA5158C05692ED0DE"/>
                                </w:placeholder>
                              </w:sdtPr>
                              <w:sdtEndPr>
                                <w:rPr>
                                  <w:rStyle w:val="DefaultParagraphFont"/>
                                </w:rPr>
                              </w:sdtEndPr>
                              <w:sdtContent>
                                <w:r w:rsidR="00342815">
                                  <w:rPr>
                                    <w:rStyle w:val="Heading04Char"/>
                                  </w:rPr>
                                  <w:t xml:space="preserve">“Let’s go Screaming Eagles!” </w:t>
                                </w:r>
                              </w:sdtContent>
                            </w:sdt>
                          </w:p>
                          <w:sdt>
                            <w:sdtPr>
                              <w:rPr>
                                <w:rStyle w:val="NewsLetterIssNoChar"/>
                              </w:rPr>
                              <w:id w:val="1402011495"/>
                              <w:placeholder>
                                <w:docPart w:val="D8BC762F91824B949AB07557FEAC9024"/>
                              </w:placeholder>
                            </w:sdtPr>
                            <w:sdtEndPr>
                              <w:rPr>
                                <w:rStyle w:val="DefaultParagraphFont"/>
                                <w:b w:val="0"/>
                              </w:rPr>
                            </w:sdtEndPr>
                            <w:sdtContent>
                              <w:p w:rsidR="00342815" w:rsidRDefault="00342815">
                                <w:pPr>
                                  <w:pStyle w:val="NewsLetterIssNo"/>
                                  <w:rPr>
                                    <w:rStyle w:val="NewsLetterIssNoChar"/>
                                  </w:rPr>
                                </w:pPr>
                                <w:r>
                                  <w:rPr>
                                    <w:rStyle w:val="NewsLetterIssNoChar"/>
                                  </w:rPr>
                                  <w:t xml:space="preserve">By Ethane Sullivan and </w:t>
                                </w:r>
                                <w:proofErr w:type="spellStart"/>
                                <w:r>
                                  <w:rPr>
                                    <w:rStyle w:val="NewsLetterIssNoChar"/>
                                  </w:rPr>
                                  <w:t>Kacey</w:t>
                                </w:r>
                                <w:proofErr w:type="spellEnd"/>
                                <w:r>
                                  <w:rPr>
                                    <w:rStyle w:val="NewsLetterIssNoChar"/>
                                  </w:rPr>
                                  <w:t xml:space="preserve">                                                         </w:t>
                                </w:r>
                              </w:p>
                              <w:p w:rsidR="006937DE" w:rsidRPr="00342815" w:rsidRDefault="00342815">
                                <w:pPr>
                                  <w:pStyle w:val="NewsLetterIssNo"/>
                                  <w:rPr>
                                    <w:b/>
                                  </w:rPr>
                                </w:pPr>
                                <w:r>
                                  <w:rPr>
                                    <w:rStyle w:val="NewsLetterIssNoChar"/>
                                  </w:rPr>
                                  <w:t xml:space="preserve"> </w:t>
                                </w:r>
                                <w:proofErr w:type="gramStart"/>
                                <w:r>
                                  <w:rPr>
                                    <w:rStyle w:val="NewsLetterIssNoChar"/>
                                  </w:rPr>
                                  <w:t>Issued  February</w:t>
                                </w:r>
                                <w:proofErr w:type="gramEnd"/>
                                <w:r>
                                  <w:rPr>
                                    <w:rStyle w:val="NewsLetterIssNoChar"/>
                                  </w:rPr>
                                  <w:t xml:space="preserve"> 19, 2012 </w:t>
                                </w:r>
                              </w:p>
                            </w:sdtContent>
                          </w:sdt>
                        </w:txbxContent>
                      </wps:txbx>
                      <wps:bodyPr rot="0" vert="horz" wrap="square" lIns="320040" tIns="0" rIns="0" bIns="73152"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0;margin-top:0;width:8in;height:137.25pt;z-index:251656190;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" fillcolor="#59150b [1606]" stroked="f">
                <v:textbox inset="25.2pt,0,0,5.76pt">
                  <w:txbxContent>
                    <w:p w:rsidR="006937DE" w:rsidRDefault="008D59FE">
                      <w:pPr>
                        <w:spacing w:after="0" w:line="240" w:lineRule="auto"/>
                        <w:rPr>
                          <w:rStyle w:val="CompanyNameChar"/>
                        </w:rPr>
                      </w:pPr>
                      <w:sdt>
                        <w:sdtPr>
                          <w:rPr>
                            <w:rStyle w:val="CompanyNameChar"/>
                          </w:rPr>
                          <w:id w:val="951121994"/>
                          <w:placeholder>
                            <w:docPart w:val="E1E8D5ACD40A4088B0CB538902BCA256"/>
                          </w:placeholder>
                        </w:sdtPr>
                        <w:sdtEndPr>
                          <w:rPr>
                            <w:rStyle w:val="CompanyNameChar"/>
                          </w:rPr>
                        </w:sdtEndPr>
                        <w:sdtContent>
                          <w:r w:rsidR="00342815">
                            <w:rPr>
                              <w:rStyle w:val="CompanyNameChar"/>
                            </w:rPr>
                            <w:t xml:space="preserve">Ashley High School Newsletter          </w:t>
                          </w:r>
                          <w:r w:rsidR="00342815">
                            <w:rPr>
                              <w:rFonts w:ascii="Arial" w:hAnsi="Arial" w:cs="Arial"/>
                              <w:noProof/>
                              <w:color w:val="0000FF"/>
                              <w:sz w:val="27"/>
                              <w:szCs w:val="27"/>
                            </w:rPr>
                            <w:drawing>
                              <wp:inline distT="0" distB="0" distL="0" distR="0" wp14:anchorId="542F0E8E" wp14:editId="2C4E52ED">
                                <wp:extent cx="1181100" cy="854508"/>
                                <wp:effectExtent l="0" t="0" r="0" b="0"/>
                                <wp:docPr id="9" name="rg_hi" descr="http://t2.gstatic.com/images?q=tbn:ANd9GcSRNQkc961TAbZqbo4E7sAiDDEpsUIZvXc4GGDNfE-YvyMwHwB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RNQkc961TAbZqbo4E7sAiDDEpsUIZvXc4GGDNfE-YvyMwHwB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1100" cy="854508"/>
                                        </a:xfrm>
                                        <a:prstGeom prst="rect">
                                          <a:avLst/>
                                        </a:prstGeom>
                                        <a:noFill/>
                                        <a:ln>
                                          <a:noFill/>
                                        </a:ln>
                                      </pic:spPr>
                                    </pic:pic>
                                  </a:graphicData>
                                </a:graphic>
                              </wp:inline>
                            </w:drawing>
                          </w:r>
                          <w:r w:rsidR="00342815">
                            <w:rPr>
                              <w:rStyle w:val="CompanyNameChar"/>
                            </w:rPr>
                            <w:t xml:space="preserve">        </w:t>
                          </w:r>
                        </w:sdtContent>
                      </w:sdt>
                    </w:p>
                    <w:p w:rsidR="006937DE" w:rsidRDefault="008D59FE">
                      <w:pPr>
                        <w:pStyle w:val="Heading04"/>
                        <w:rPr>
                          <w:rStyle w:val="Heading04Char"/>
                        </w:rPr>
                      </w:pPr>
                      <w:sdt>
                        <w:sdtPr>
                          <w:rPr>
                            <w:rStyle w:val="Heading04Char"/>
                          </w:rPr>
                          <w:id w:val="-1385327895"/>
                          <w:placeholder>
                            <w:docPart w:val="FC383956CC71426DA5158C05692ED0DE"/>
                          </w:placeholder>
                        </w:sdtPr>
                        <w:sdtEndPr>
                          <w:rPr>
                            <w:rStyle w:val="DefaultParagraphFont"/>
                          </w:rPr>
                        </w:sdtEndPr>
                        <w:sdtContent>
                          <w:r w:rsidR="00342815">
                            <w:rPr>
                              <w:rStyle w:val="Heading04Char"/>
                            </w:rPr>
                            <w:t xml:space="preserve">“Let’s go Screaming Eagles!” </w:t>
                          </w:r>
                        </w:sdtContent>
                      </w:sdt>
                    </w:p>
                    <w:sdt>
                      <w:sdtPr>
                        <w:rPr>
                          <w:rStyle w:val="NewsLetterIssNoChar"/>
                        </w:rPr>
                        <w:id w:val="1402011495"/>
                        <w:placeholder>
                          <w:docPart w:val="D8BC762F91824B949AB07557FEAC9024"/>
                        </w:placeholder>
                      </w:sdtPr>
                      <w:sdtEndPr>
                        <w:rPr>
                          <w:rStyle w:val="DefaultParagraphFont"/>
                          <w:b w:val="0"/>
                        </w:rPr>
                      </w:sdtEndPr>
                      <w:sdtContent>
                        <w:p w:rsidR="00342815" w:rsidRDefault="00342815">
                          <w:pPr>
                            <w:pStyle w:val="NewsLetterIssNo"/>
                            <w:rPr>
                              <w:rStyle w:val="NewsLetterIssNoChar"/>
                            </w:rPr>
                          </w:pPr>
                          <w:r>
                            <w:rPr>
                              <w:rStyle w:val="NewsLetterIssNoChar"/>
                            </w:rPr>
                            <w:t xml:space="preserve">By Ethane Sullivan and </w:t>
                          </w:r>
                          <w:proofErr w:type="spellStart"/>
                          <w:r>
                            <w:rPr>
                              <w:rStyle w:val="NewsLetterIssNoChar"/>
                            </w:rPr>
                            <w:t>Kacey</w:t>
                          </w:r>
                          <w:proofErr w:type="spellEnd"/>
                          <w:r>
                            <w:rPr>
                              <w:rStyle w:val="NewsLetterIssNoChar"/>
                            </w:rPr>
                            <w:t xml:space="preserve">                                                         </w:t>
                          </w:r>
                        </w:p>
                        <w:p w:rsidR="006937DE" w:rsidRPr="00342815" w:rsidRDefault="00342815">
                          <w:pPr>
                            <w:pStyle w:val="NewsLetterIssNo"/>
                            <w:rPr>
                              <w:b/>
                            </w:rPr>
                          </w:pPr>
                          <w:r>
                            <w:rPr>
                              <w:rStyle w:val="NewsLetterIssNoChar"/>
                            </w:rPr>
                            <w:t xml:space="preserve"> </w:t>
                          </w:r>
                          <w:proofErr w:type="gramStart"/>
                          <w:r>
                            <w:rPr>
                              <w:rStyle w:val="NewsLetterIssNoChar"/>
                            </w:rPr>
                            <w:t>Issued  February</w:t>
                          </w:r>
                          <w:proofErr w:type="gramEnd"/>
                          <w:r>
                            <w:rPr>
                              <w:rStyle w:val="NewsLetterIssNoChar"/>
                            </w:rPr>
                            <w:t xml:space="preserve"> 19, 2012 </w:t>
                          </w:r>
                        </w:p>
                      </w:sdtContent>
                    </w:sdt>
                  </w:txbxContent>
                </v:textbox>
                <w10:wrap anchorx="margin" anchory="margin"/>
              </v:rect>
            </w:pict>
          </mc:Fallback>
        </mc:AlternateContent>
      </w:r>
      <w:r>
        <w:rPr>
          <w:noProof/>
        </w:rPr>
        <mc:AlternateContent>
          <mc:Choice Requires="wpg">
            <w:drawing>
              <wp:anchor distT="0" distB="0" distL="114300" distR="114300" simplePos="0" relativeHeight="251747328" behindDoc="0" locked="0" layoutInCell="1" allowOverlap="1">
                <wp:simplePos x="0" y="0"/>
                <wp:positionH relativeFrom="margin">
                  <wp:posOffset>4314190</wp:posOffset>
                </wp:positionH>
                <wp:positionV relativeFrom="paragraph">
                  <wp:posOffset>123190</wp:posOffset>
                </wp:positionV>
                <wp:extent cx="3001010" cy="1936115"/>
                <wp:effectExtent l="8890" t="8890" r="0" b="7620"/>
                <wp:wrapNone/>
                <wp:docPr id="5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1010" cy="1936115"/>
                          <a:chOff x="6445" y="690"/>
                          <a:chExt cx="7772" cy="4021"/>
                        </a:xfrm>
                      </wpg:grpSpPr>
                      <wps:wsp>
                        <wps:cNvPr id="52" name="Freeform 32"/>
                        <wps:cNvSpPr>
                          <a:spLocks/>
                        </wps:cNvSpPr>
                        <wps:spPr bwMode="auto">
                          <a:xfrm>
                            <a:off x="7365" y="690"/>
                            <a:ext cx="6852" cy="3606"/>
                          </a:xfrm>
                          <a:custGeom>
                            <a:avLst/>
                            <a:gdLst>
                              <a:gd name="T0" fmla="*/ 1452 w 1452"/>
                              <a:gd name="T1" fmla="*/ 585 h 764"/>
                              <a:gd name="T2" fmla="*/ 0 w 1452"/>
                              <a:gd name="T3" fmla="*/ 764 h 764"/>
                              <a:gd name="T4" fmla="*/ 1452 w 1452"/>
                              <a:gd name="T5" fmla="*/ 502 h 764"/>
                            </a:gdLst>
                            <a:ahLst/>
                            <a:cxnLst>
                              <a:cxn ang="0">
                                <a:pos x="T0" y="T1"/>
                              </a:cxn>
                              <a:cxn ang="0">
                                <a:pos x="T2" y="T3"/>
                              </a:cxn>
                              <a:cxn ang="0">
                                <a:pos x="T4" y="T5"/>
                              </a:cxn>
                            </a:cxnLst>
                            <a:rect l="0" t="0" r="r" b="b"/>
                            <a:pathLst>
                              <a:path w="1452" h="764">
                                <a:moveTo>
                                  <a:pt x="1452" y="585"/>
                                </a:moveTo>
                                <a:cubicBezTo>
                                  <a:pt x="505" y="90"/>
                                  <a:pt x="23" y="710"/>
                                  <a:pt x="0" y="764"/>
                                </a:cubicBezTo>
                                <a:cubicBezTo>
                                  <a:pt x="0" y="764"/>
                                  <a:pt x="388" y="0"/>
                                  <a:pt x="1452" y="502"/>
                                </a:cubicBezTo>
                              </a:path>
                            </a:pathLst>
                          </a:custGeom>
                          <a:solidFill>
                            <a:schemeClr val="accent4">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33"/>
                        <wps:cNvSpPr>
                          <a:spLocks/>
                        </wps:cNvSpPr>
                        <wps:spPr bwMode="auto">
                          <a:xfrm>
                            <a:off x="7365" y="691"/>
                            <a:ext cx="6852" cy="3606"/>
                          </a:xfrm>
                          <a:custGeom>
                            <a:avLst/>
                            <a:gdLst>
                              <a:gd name="T0" fmla="*/ 1452 w 1452"/>
                              <a:gd name="T1" fmla="*/ 585 h 764"/>
                              <a:gd name="T2" fmla="*/ 0 w 1452"/>
                              <a:gd name="T3" fmla="*/ 764 h 764"/>
                              <a:gd name="T4" fmla="*/ 1452 w 1452"/>
                              <a:gd name="T5" fmla="*/ 502 h 764"/>
                            </a:gdLst>
                            <a:ahLst/>
                            <a:cxnLst>
                              <a:cxn ang="0">
                                <a:pos x="T0" y="T1"/>
                              </a:cxn>
                              <a:cxn ang="0">
                                <a:pos x="T2" y="T3"/>
                              </a:cxn>
                              <a:cxn ang="0">
                                <a:pos x="T4" y="T5"/>
                              </a:cxn>
                            </a:cxnLst>
                            <a:rect l="0" t="0" r="r" b="b"/>
                            <a:pathLst>
                              <a:path w="1452" h="764">
                                <a:moveTo>
                                  <a:pt x="1452" y="585"/>
                                </a:moveTo>
                                <a:cubicBezTo>
                                  <a:pt x="505" y="90"/>
                                  <a:pt x="23" y="710"/>
                                  <a:pt x="0" y="764"/>
                                </a:cubicBezTo>
                                <a:cubicBezTo>
                                  <a:pt x="0" y="764"/>
                                  <a:pt x="388" y="0"/>
                                  <a:pt x="1452" y="502"/>
                                </a:cubicBezTo>
                              </a:path>
                            </a:pathLst>
                          </a:custGeom>
                          <a:solidFill>
                            <a:schemeClr val="accent3">
                              <a:lumMod val="100000"/>
                              <a:lumOff val="0"/>
                              <a:alpha val="39999"/>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34"/>
                        <wps:cNvSpPr>
                          <a:spLocks/>
                        </wps:cNvSpPr>
                        <wps:spPr bwMode="auto">
                          <a:xfrm>
                            <a:off x="6445" y="944"/>
                            <a:ext cx="7772" cy="3767"/>
                          </a:xfrm>
                          <a:custGeom>
                            <a:avLst/>
                            <a:gdLst>
                              <a:gd name="T0" fmla="*/ 1647 w 1647"/>
                              <a:gd name="T1" fmla="*/ 611 h 798"/>
                              <a:gd name="T2" fmla="*/ 0 w 1647"/>
                              <a:gd name="T3" fmla="*/ 798 h 798"/>
                              <a:gd name="T4" fmla="*/ 1647 w 1647"/>
                              <a:gd name="T5" fmla="*/ 524 h 798"/>
                            </a:gdLst>
                            <a:ahLst/>
                            <a:cxnLst>
                              <a:cxn ang="0">
                                <a:pos x="T0" y="T1"/>
                              </a:cxn>
                              <a:cxn ang="0">
                                <a:pos x="T2" y="T3"/>
                              </a:cxn>
                              <a:cxn ang="0">
                                <a:pos x="T4" y="T5"/>
                              </a:cxn>
                            </a:cxnLst>
                            <a:rect l="0" t="0" r="r" b="b"/>
                            <a:pathLst>
                              <a:path w="1647" h="798">
                                <a:moveTo>
                                  <a:pt x="1647" y="611"/>
                                </a:moveTo>
                                <a:cubicBezTo>
                                  <a:pt x="635" y="94"/>
                                  <a:pt x="24" y="741"/>
                                  <a:pt x="0" y="798"/>
                                </a:cubicBezTo>
                                <a:cubicBezTo>
                                  <a:pt x="0" y="798"/>
                                  <a:pt x="511" y="0"/>
                                  <a:pt x="1647" y="524"/>
                                </a:cubicBezTo>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26" style="position:absolute;margin-left:339.7pt;margin-top:9.7pt;width:236.3pt;height:152.45pt;z-index:251747328;mso-position-horizontal-relative:margin" coordorigin="6445,690" coordsize="7772,4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">
                <v:shape id="Freeform 32" o:spid="_x0000_s1027" style="position:absolute;left:7365;top:690;width:6852;height:3606;visibility:visible;mso-wrap-style:square;v-text-anchor:top" coordsize="1452,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QyDsIA&#10;AADbAAAADwAAAGRycy9kb3ducmV2LnhtbESP3WrCQBCF7wu+wzJC7+pGqSLRVcSitGAv/HmAITNm&#10;g9nZkN2a9O27gtDLw5nznTnLde9qdec2VF4MjEcZKJbCUyWlgct59zYHFSIKYe2FDfxygPVq8LLE&#10;nHwnR76fYqkSREKOBmyMTa51KCw7DCPfsCTv6luHMcm21NRil+Cu1pMsm2mHlaQGiw1vLRe3049L&#10;b1zeq6/9xuqOvj3Oig+iw5mMeR32mwWoyH38P36mP8nAdAKPLQkA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DIOwgAAANsAAAAPAAAAAAAAAAAAAAAAAJgCAABkcnMvZG93&#10;bnJldi54bWxQSwUGAAAAAAQABAD1AAAAhwMAAAAA&#10;" path="m1452,585c505,90,23,710,,764,,764,388,,1452,502e" fillcolor="#f5cd2d [3207]" stroked="f">
                  <v:path arrowok="t" o:connecttype="custom" o:connectlocs="6852,2761;0,3606;6852,2369" o:connectangles="0,0,0"/>
                </v:shape>
                <v:shape id="Freeform 33" o:spid="_x0000_s1028" style="position:absolute;left:7365;top:691;width:6852;height:3606;visibility:visible;mso-wrap-style:square;v-text-anchor:top" coordsize="1452,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VllMMA&#10;AADbAAAADwAAAGRycy9kb3ducmV2LnhtbESPQWvCQBSE7wX/w/KE3nSjpSrRVUQQTevF6MXbI/vM&#10;BrNvQ3Yb03/fLRR6HGbmG2a16W0tOmp95VjBZJyAIC6crrhUcL3sRwsQPiBrrB2Tgm/ysFkPXlaY&#10;avfkM3V5KEWEsE9RgQmhSaX0hSGLfuwa4ujdXWsxRNmWUrf4jHBby2mSzKTFiuOCwYZ2hopH/mUV&#10;5B+nrLohZ59md6DucjzoecZKvQ777RJEoD78h//aR63g/Q1+v8QfI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VVllMMAAADbAAAADwAAAAAAAAAAAAAAAACYAgAAZHJzL2Rv&#10;d25yZXYueG1sUEsFBgAAAAAEAAQA9QAAAIgDAAAAAA==&#10;" path="m1452,585c505,90,23,710,,764,,764,388,,1452,502e" fillcolor="#b32c16 [3206]" stroked="f">
                  <v:fill opacity="26214f"/>
                  <v:path arrowok="t" o:connecttype="custom" o:connectlocs="6852,2761;0,3606;6852,2369" o:connectangles="0,0,0"/>
                </v:shape>
                <v:shape id="Freeform 34" o:spid="_x0000_s1029" style="position:absolute;left:6445;top:944;width:7772;height:3767;visibility:visible;mso-wrap-style:square;v-text-anchor:top" coordsize="1647,7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0oq8IA&#10;AADbAAAADwAAAGRycy9kb3ducmV2LnhtbESPT4vCMBTE7wt+h/AEb2vq4opUo4is4mVZ/IN4fDQv&#10;bbF5qU3U+u03guBxmJnfMNN5aytxo8aXjhUM+gkI4szpknMFh/3qcwzCB2SNlWNS8CAP81nnY4qp&#10;dnfe0m0XchEh7FNUUIRQp1L6rCCLvu9q4ugZ11gMUTa51A3eI9xW8itJRtJiyXGhwJqWBWXn3dVG&#10;ivnjy6//MfXKmPUpcfZwvK6V6nXbxQREoDa8w6/2Riv4HsL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bSirwgAAANsAAAAPAAAAAAAAAAAAAAAAAJgCAABkcnMvZG93&#10;bnJldi54bWxQSwUGAAAAAAQABAD1AAAAhwMAAAAA&#10;" path="m1647,611c635,94,24,741,,798,,798,511,,1647,524e" fillcolor="#ffe535 [2414]" stroked="f">
                  <v:path arrowok="t" o:connecttype="custom" o:connectlocs="7772,2884;0,3767;7772,2474" o:connectangles="0,0,0"/>
                </v:shape>
                <w10:wrap anchorx="margin"/>
              </v:group>
            </w:pict>
          </mc:Fallback>
        </mc:AlternateContent>
      </w:r>
    </w:p>
    <w:p w:rsidR="006937DE" w:rsidRDefault="00300BC7">
      <w:r>
        <w:rPr>
          <w:noProof/>
        </w:rPr>
        <mc:AlternateContent>
          <mc:Choice Requires="wps">
            <w:drawing>
              <wp:anchor distT="0" distB="0" distL="114300" distR="114300" simplePos="0" relativeHeight="251791360" behindDoc="0" locked="0" layoutInCell="1" allowOverlap="1">
                <wp:simplePos x="0" y="0"/>
                <wp:positionH relativeFrom="column">
                  <wp:posOffset>6343650</wp:posOffset>
                </wp:positionH>
                <wp:positionV relativeFrom="paragraph">
                  <wp:posOffset>9106534</wp:posOffset>
                </wp:positionV>
                <wp:extent cx="901700" cy="257175"/>
                <wp:effectExtent l="0" t="0" r="12700" b="28575"/>
                <wp:wrapNone/>
                <wp:docPr id="291" name="Text Box 291"/>
                <wp:cNvGraphicFramePr/>
                <a:graphic xmlns:a="http://schemas.openxmlformats.org/drawingml/2006/main">
                  <a:graphicData uri="http://schemas.microsoft.com/office/word/2010/wordprocessingShape">
                    <wps:wsp>
                      <wps:cNvSpPr txBox="1"/>
                      <wps:spPr>
                        <a:xfrm>
                          <a:off x="0" y="0"/>
                          <a:ext cx="901700" cy="257175"/>
                        </a:xfrm>
                        <a:prstGeom prst="rect">
                          <a:avLst/>
                        </a:prstGeom>
                        <a:solidFill>
                          <a:schemeClr val="accent3">
                            <a:lumMod val="50000"/>
                          </a:schemeClr>
                        </a:solidFill>
                        <a:ln w="6350">
                          <a:solidFill>
                            <a:schemeClr val="accent3">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00BC7" w:rsidRPr="00300BC7" w:rsidRDefault="00300BC7">
                            <w:pPr>
                              <w:rPr>
                                <w:color w:val="FFFF00"/>
                              </w:rPr>
                            </w:pPr>
                            <w:r w:rsidRPr="00300BC7">
                              <w:rPr>
                                <w:color w:val="FFFF00"/>
                              </w:rPr>
                              <w:t>Page 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91" o:spid="_x0000_s1027" type="#_x0000_t202" style="position:absolute;margin-left:499.5pt;margin-top:717.05pt;width:71pt;height:20.25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" fillcolor="#59150b [1606]" strokecolor="#59150b [1606]" strokeweight=".5pt">
                <v:textbox>
                  <w:txbxContent>
                    <w:p w:rsidR="00300BC7" w:rsidRPr="00300BC7" w:rsidRDefault="00300BC7">
                      <w:pPr>
                        <w:rPr>
                          <w:color w:val="FFFF00"/>
                        </w:rPr>
                      </w:pPr>
                      <w:r w:rsidRPr="00300BC7">
                        <w:rPr>
                          <w:color w:val="FFFF00"/>
                        </w:rPr>
                        <w:t>Page One</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28308B36" wp14:editId="69596A16">
                <wp:simplePos x="0" y="0"/>
                <wp:positionH relativeFrom="margin">
                  <wp:posOffset>0</wp:posOffset>
                </wp:positionH>
                <wp:positionV relativeFrom="paragraph">
                  <wp:posOffset>5287010</wp:posOffset>
                </wp:positionV>
                <wp:extent cx="5029200" cy="4076700"/>
                <wp:effectExtent l="0" t="0" r="0" b="0"/>
                <wp:wrapNone/>
                <wp:docPr id="4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076700"/>
                        </a:xfrm>
                        <a:prstGeom prst="rect">
                          <a:avLst/>
                        </a:prstGeom>
                        <a:solidFill>
                          <a:schemeClr val="accent3">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7DE" w:rsidRPr="00B231F6" w:rsidRDefault="00B231F6" w:rsidP="00B231F6">
                            <w:pPr>
                              <w:pStyle w:val="Heading01"/>
                              <w:spacing w:after="0"/>
                              <w:rPr>
                                <w:rStyle w:val="Heading01Char"/>
                                <w:sz w:val="20"/>
                                <w:szCs w:val="20"/>
                              </w:rPr>
                            </w:pPr>
                            <w:r w:rsidRPr="00B231F6">
                              <w:rPr>
                                <w:rStyle w:val="Heading01Char"/>
                                <w:sz w:val="20"/>
                                <w:szCs w:val="20"/>
                              </w:rPr>
                              <w:t>Attention all future college athletes and parents</w:t>
                            </w:r>
                          </w:p>
                          <w:p w:rsidR="00B231F6" w:rsidRPr="00D97CC3" w:rsidRDefault="00B231F6" w:rsidP="00B231F6">
                            <w:pPr>
                              <w:pStyle w:val="Heading01"/>
                              <w:spacing w:after="0"/>
                              <w:rPr>
                                <w:rStyle w:val="Heading01Char"/>
                                <w:u w:val="single"/>
                              </w:rPr>
                            </w:pPr>
                            <w:r w:rsidRPr="00D97CC3">
                              <w:rPr>
                                <w:rStyle w:val="Heading01Char"/>
                                <w:u w:val="single"/>
                              </w:rPr>
                              <w:t>Recruiting Seminar Announcement</w:t>
                            </w:r>
                          </w:p>
                          <w:p w:rsidR="00B231F6" w:rsidRPr="00DD770D" w:rsidRDefault="00DD770D" w:rsidP="00B231F6">
                            <w:pPr>
                              <w:pStyle w:val="Heading01"/>
                              <w:spacing w:after="0"/>
                              <w:rPr>
                                <w:rStyle w:val="Heading01Char"/>
                                <w:i/>
                                <w:sz w:val="20"/>
                                <w:szCs w:val="20"/>
                              </w:rPr>
                            </w:pPr>
                            <w:r w:rsidRPr="00DD770D">
                              <w:rPr>
                                <w:rStyle w:val="Heading01Char"/>
                                <w:i/>
                                <w:sz w:val="20"/>
                                <w:szCs w:val="20"/>
                              </w:rPr>
                              <w:t>An effort to guide all college-bound athletes</w:t>
                            </w:r>
                          </w:p>
                          <w:p w:rsidR="00B231F6" w:rsidRPr="00DD770D" w:rsidRDefault="00DD770D">
                            <w:pPr>
                              <w:pStyle w:val="Heading01"/>
                              <w:rPr>
                                <w:sz w:val="18"/>
                                <w:szCs w:val="18"/>
                              </w:rPr>
                            </w:pPr>
                            <w:r w:rsidRPr="00DD770D">
                              <w:rPr>
                                <w:sz w:val="18"/>
                                <w:szCs w:val="18"/>
                              </w:rPr>
                              <w:t>By the Athletic Director</w:t>
                            </w:r>
                          </w:p>
                          <w:sdt>
                            <w:sdtPr>
                              <w:rPr>
                                <w:rStyle w:val="BodyContentChar"/>
                              </w:rPr>
                              <w:id w:val="-1787488702"/>
                              <w:placeholder>
                                <w:docPart w:val="BAF04771D5A24B4E92BA7FF10D52AFDF"/>
                              </w:placeholder>
                            </w:sdtPr>
                            <w:sdtEndPr>
                              <w:rPr>
                                <w:rStyle w:val="DefaultParagraphFont"/>
                              </w:rPr>
                            </w:sdtEndPr>
                            <w:sdtContent>
                              <w:p w:rsidR="00DD770D" w:rsidRDefault="00DD770D" w:rsidP="00DD770D">
                                <w:pPr>
                                  <w:pStyle w:val="BodyContent"/>
                                  <w:rPr>
                                    <w:rStyle w:val="BodyContentChar"/>
                                  </w:rPr>
                                </w:pPr>
                                <w:r w:rsidRPr="00D97CC3">
                                  <w:rPr>
                                    <w:rStyle w:val="BodyContentChar"/>
                                    <w:sz w:val="36"/>
                                    <w:szCs w:val="36"/>
                                  </w:rPr>
                                  <w:t>I</w:t>
                                </w:r>
                                <w:r>
                                  <w:rPr>
                                    <w:rStyle w:val="BodyContentChar"/>
                                  </w:rPr>
                                  <w:t xml:space="preserve">n an effort to educate our parents and athletes about athletic scholarships and the college recruiting process, I have contracted Dynamite Sports to conduct an hour long seminar entitled “Guiding the College-Bound Athlete” on Wednesday February 22, 2010 at 7:30pm, in the Minnie Evans Arts Center. </w:t>
                                </w:r>
                              </w:p>
                              <w:p w:rsidR="006937DE" w:rsidRDefault="00DD770D" w:rsidP="00DD770D">
                                <w:pPr>
                                  <w:pStyle w:val="BodyContent"/>
                                </w:pPr>
                                <w:r>
                                  <w:rPr>
                                    <w:rStyle w:val="BodyContentChar"/>
                                  </w:rPr>
                                  <w:t xml:space="preserve">This seminar is to help make sure that all prospective college-bound athletes and their parents attend the informative and entertaining event. Although it is not required, it is recommended that every athlete considering playing college sports attend along with their parents. The seminar will help parents to become more knowledgeable and realistic about athletic scholarships and the recruiting process. </w:t>
                                </w:r>
                              </w:p>
                            </w:sdtContent>
                          </w:sdt>
                        </w:txbxContent>
                      </wps:txbx>
                      <wps:bodyPr rot="0" vert="horz" wrap="square" lIns="182880" tIns="18288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8" style="position:absolute;margin-left:0;margin-top:416.3pt;width:396pt;height:321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" fillcolor="#59150b [1606]" stroked="f">
                <v:textbox inset="14.4pt,14.4pt,14.4pt">
                  <w:txbxContent>
                    <w:p w:rsidR="006937DE" w:rsidRPr="00B231F6" w:rsidRDefault="00B231F6" w:rsidP="00B231F6">
                      <w:pPr>
                        <w:pStyle w:val="Heading01"/>
                        <w:spacing w:after="0"/>
                        <w:rPr>
                          <w:rStyle w:val="Heading01Char"/>
                          <w:sz w:val="20"/>
                          <w:szCs w:val="20"/>
                        </w:rPr>
                      </w:pPr>
                      <w:r w:rsidRPr="00B231F6">
                        <w:rPr>
                          <w:rStyle w:val="Heading01Char"/>
                          <w:sz w:val="20"/>
                          <w:szCs w:val="20"/>
                        </w:rPr>
                        <w:t>Attention all future college athletes and parents</w:t>
                      </w:r>
                    </w:p>
                    <w:p w:rsidR="00B231F6" w:rsidRPr="00D97CC3" w:rsidRDefault="00B231F6" w:rsidP="00B231F6">
                      <w:pPr>
                        <w:pStyle w:val="Heading01"/>
                        <w:spacing w:after="0"/>
                        <w:rPr>
                          <w:rStyle w:val="Heading01Char"/>
                          <w:u w:val="single"/>
                        </w:rPr>
                      </w:pPr>
                      <w:r w:rsidRPr="00D97CC3">
                        <w:rPr>
                          <w:rStyle w:val="Heading01Char"/>
                          <w:u w:val="single"/>
                        </w:rPr>
                        <w:t>Recruiting Seminar Announcement</w:t>
                      </w:r>
                    </w:p>
                    <w:p w:rsidR="00B231F6" w:rsidRPr="00DD770D" w:rsidRDefault="00DD770D" w:rsidP="00B231F6">
                      <w:pPr>
                        <w:pStyle w:val="Heading01"/>
                        <w:spacing w:after="0"/>
                        <w:rPr>
                          <w:rStyle w:val="Heading01Char"/>
                          <w:i/>
                          <w:sz w:val="20"/>
                          <w:szCs w:val="20"/>
                        </w:rPr>
                      </w:pPr>
                      <w:r w:rsidRPr="00DD770D">
                        <w:rPr>
                          <w:rStyle w:val="Heading01Char"/>
                          <w:i/>
                          <w:sz w:val="20"/>
                          <w:szCs w:val="20"/>
                        </w:rPr>
                        <w:t>An effort to guide all college-bound athletes</w:t>
                      </w:r>
                    </w:p>
                    <w:p w:rsidR="00B231F6" w:rsidRPr="00DD770D" w:rsidRDefault="00DD770D">
                      <w:pPr>
                        <w:pStyle w:val="Heading01"/>
                        <w:rPr>
                          <w:sz w:val="18"/>
                          <w:szCs w:val="18"/>
                        </w:rPr>
                      </w:pPr>
                      <w:r w:rsidRPr="00DD770D">
                        <w:rPr>
                          <w:sz w:val="18"/>
                          <w:szCs w:val="18"/>
                        </w:rPr>
                        <w:t>By the Athletic Director</w:t>
                      </w:r>
                    </w:p>
                    <w:sdt>
                      <w:sdtPr>
                        <w:rPr>
                          <w:rStyle w:val="BodyContentChar"/>
                        </w:rPr>
                        <w:id w:val="-1787488702"/>
                        <w:placeholder>
                          <w:docPart w:val="BAF04771D5A24B4E92BA7FF10D52AFDF"/>
                        </w:placeholder>
                      </w:sdtPr>
                      <w:sdtEndPr>
                        <w:rPr>
                          <w:rStyle w:val="DefaultParagraphFont"/>
                        </w:rPr>
                      </w:sdtEndPr>
                      <w:sdtContent>
                        <w:p w:rsidR="00DD770D" w:rsidRDefault="00DD770D" w:rsidP="00DD770D">
                          <w:pPr>
                            <w:pStyle w:val="BodyContent"/>
                            <w:rPr>
                              <w:rStyle w:val="BodyContentChar"/>
                            </w:rPr>
                          </w:pPr>
                          <w:r w:rsidRPr="00D97CC3">
                            <w:rPr>
                              <w:rStyle w:val="BodyContentChar"/>
                              <w:sz w:val="36"/>
                              <w:szCs w:val="36"/>
                            </w:rPr>
                            <w:t>I</w:t>
                          </w:r>
                          <w:r>
                            <w:rPr>
                              <w:rStyle w:val="BodyContentChar"/>
                            </w:rPr>
                            <w:t xml:space="preserve">n an effort to educate our parents and athletes about athletic scholarships and the college recruiting process, I have contracted Dynamite Sports to conduct an hour long seminar entitled “Guiding the College-Bound Athlete” on Wednesday February 22, 2010 at 7:30pm, in the Minnie Evans Arts Center. </w:t>
                          </w:r>
                        </w:p>
                        <w:p w:rsidR="006937DE" w:rsidRDefault="00DD770D" w:rsidP="00DD770D">
                          <w:pPr>
                            <w:pStyle w:val="BodyContent"/>
                          </w:pPr>
                          <w:r>
                            <w:rPr>
                              <w:rStyle w:val="BodyContentChar"/>
                            </w:rPr>
                            <w:t xml:space="preserve">This seminar is to help make sure that all prospective college-bound athletes and their parents attend the informative and entertaining event. Although it is not required, it is recommended that every athlete considering playing college sports attend along with their parents. The seminar will help parents to become more knowledgeable and realistic about athletic scholarships and the recruiting process. </w:t>
                          </w:r>
                        </w:p>
                      </w:sdtContent>
                    </w:sdt>
                  </w:txbxContent>
                </v:textbox>
                <w10:wrap anchorx="margin"/>
              </v:rect>
            </w:pict>
          </mc:Fallback>
        </mc:AlternateContent>
      </w:r>
      <w:r>
        <w:rPr>
          <w:noProof/>
        </w:rPr>
        <mc:AlternateContent>
          <mc:Choice Requires="wps">
            <w:drawing>
              <wp:anchor distT="0" distB="0" distL="114300" distR="114300" simplePos="0" relativeHeight="251655165" behindDoc="0" locked="0" layoutInCell="1" allowOverlap="1" wp14:anchorId="15E72CFB" wp14:editId="60B55952">
                <wp:simplePos x="0" y="0"/>
                <wp:positionH relativeFrom="margin">
                  <wp:posOffset>5029200</wp:posOffset>
                </wp:positionH>
                <wp:positionV relativeFrom="margin">
                  <wp:posOffset>5610225</wp:posOffset>
                </wp:positionV>
                <wp:extent cx="2286000" cy="4076700"/>
                <wp:effectExtent l="0" t="0" r="0" b="0"/>
                <wp:wrapNone/>
                <wp:docPr id="45"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4076700"/>
                        </a:xfrm>
                        <a:prstGeom prst="rect">
                          <a:avLst/>
                        </a:prstGeom>
                        <a:solidFill>
                          <a:schemeClr val="accent3">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396pt;margin-top:441.75pt;width:180pt;height:321pt;z-index:25165516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" fillcolor="#59150b [1606]" stroked="f">
                <w10:wrap anchorx="margin" anchory="margin"/>
              </v:rect>
            </w:pict>
          </mc:Fallback>
        </mc:AlternateContent>
      </w:r>
      <w:r>
        <w:rPr>
          <w:noProof/>
        </w:rPr>
        <mc:AlternateContent>
          <mc:Choice Requires="wps">
            <w:drawing>
              <wp:anchor distT="0" distB="0" distL="114300" distR="114300" simplePos="0" relativeHeight="251749376" behindDoc="0" locked="0" layoutInCell="1" allowOverlap="1" wp14:anchorId="5C777975" wp14:editId="6E7B6A26">
                <wp:simplePos x="0" y="0"/>
                <wp:positionH relativeFrom="margin">
                  <wp:posOffset>5114925</wp:posOffset>
                </wp:positionH>
                <wp:positionV relativeFrom="margin">
                  <wp:posOffset>5429250</wp:posOffset>
                </wp:positionV>
                <wp:extent cx="2130425" cy="4000500"/>
                <wp:effectExtent l="0" t="0" r="3175" b="0"/>
                <wp:wrapNone/>
                <wp:docPr id="4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4000500"/>
                        </a:xfrm>
                        <a:prstGeom prst="rect">
                          <a:avLst/>
                        </a:prstGeom>
                        <a:gradFill rotWithShape="1">
                          <a:gsLst>
                            <a:gs pos="0">
                              <a:schemeClr val="bg1">
                                <a:lumMod val="100000"/>
                                <a:lumOff val="0"/>
                              </a:schemeClr>
                            </a:gs>
                            <a:gs pos="100000">
                              <a:schemeClr val="accent4">
                                <a:lumMod val="40000"/>
                                <a:lumOff val="60000"/>
                                <a:alpha val="85001"/>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7DE" w:rsidRPr="00772DBB" w:rsidRDefault="008D59FE" w:rsidP="00DD770D">
                            <w:pPr>
                              <w:pStyle w:val="Heading04"/>
                              <w:jc w:val="center"/>
                              <w:rPr>
                                <w:szCs w:val="28"/>
                                <w:u w:val="single"/>
                              </w:rPr>
                            </w:pPr>
                            <w:sdt>
                              <w:sdtPr>
                                <w:rPr>
                                  <w:rStyle w:val="Heading04Char"/>
                                </w:rPr>
                                <w:id w:val="1229186180"/>
                                <w:placeholder>
                                  <w:docPart w:val="D8E54C3DAD9B4ED7B178188981C86453"/>
                                </w:placeholder>
                              </w:sdtPr>
                              <w:sdtEndPr>
                                <w:rPr>
                                  <w:rStyle w:val="DefaultParagraphFont"/>
                                  <w:szCs w:val="28"/>
                                  <w:u w:val="single"/>
                                </w:rPr>
                              </w:sdtEndPr>
                              <w:sdtContent>
                                <w:r w:rsidR="00DD770D" w:rsidRPr="00772DBB">
                                  <w:rPr>
                                    <w:rStyle w:val="Heading04Char"/>
                                    <w:u w:val="single"/>
                                  </w:rPr>
                                  <w:t>Talented athletes wanted for Screaming Eagles Athletic Program</w:t>
                                </w:r>
                              </w:sdtContent>
                            </w:sdt>
                          </w:p>
                          <w:sdt>
                            <w:sdtPr>
                              <w:rPr>
                                <w:rStyle w:val="BodyContent02Char"/>
                              </w:rPr>
                              <w:id w:val="250093942"/>
                              <w:placeholder>
                                <w:docPart w:val="3A36F13F09334E0B86626B26662888FF"/>
                              </w:placeholder>
                            </w:sdtPr>
                            <w:sdtEndPr>
                              <w:rPr>
                                <w:rStyle w:val="DefaultParagraphFont"/>
                                <w:u w:val="single"/>
                              </w:rPr>
                            </w:sdtEndPr>
                            <w:sdtContent>
                              <w:p w:rsidR="00DD770D" w:rsidRDefault="00DD770D">
                                <w:pPr>
                                  <w:pStyle w:val="BodyContent02"/>
                                  <w:rPr>
                                    <w:rStyle w:val="BodyContent02Char"/>
                                  </w:rPr>
                                </w:pPr>
                                <w:r w:rsidRPr="00521D0F">
                                  <w:rPr>
                                    <w:rStyle w:val="BodyContent02Char"/>
                                    <w:b/>
                                  </w:rPr>
                                  <w:t>Qualifications</w:t>
                                </w:r>
                                <w:r>
                                  <w:rPr>
                                    <w:rStyle w:val="BodyContent02Char"/>
                                    <w:u w:val="single"/>
                                  </w:rPr>
                                  <w:t>:</w:t>
                                </w:r>
                                <w:r>
                                  <w:rPr>
                                    <w:rStyle w:val="BodyContent02Char"/>
                                  </w:rPr>
                                  <w:t xml:space="preserve"> smart, good work ethic, good team attitude, confidence, the ability to work with others, dedication, and the love of the sport.</w:t>
                                </w:r>
                              </w:p>
                              <w:p w:rsidR="00DD770D" w:rsidRDefault="00DD770D">
                                <w:pPr>
                                  <w:pStyle w:val="BodyContent02"/>
                                  <w:rPr>
                                    <w:rStyle w:val="BodyContent02Char"/>
                                    <w:u w:val="single"/>
                                  </w:rPr>
                                </w:pPr>
                                <w:proofErr w:type="gramStart"/>
                                <w:r w:rsidRPr="00521D0F">
                                  <w:rPr>
                                    <w:rStyle w:val="BodyContent02Char"/>
                                    <w:b/>
                                  </w:rPr>
                                  <w:t>Must Have:</w:t>
                                </w:r>
                                <w:r>
                                  <w:rPr>
                                    <w:rStyle w:val="BodyContent02Char"/>
                                  </w:rPr>
                                  <w:t xml:space="preserve"> Positive attitude, commitment to preparation, ability to handle adversity execute under pressure.</w:t>
                                </w:r>
                                <w:proofErr w:type="gramEnd"/>
                                <w:r>
                                  <w:rPr>
                                    <w:rStyle w:val="BodyContent02Char"/>
                                  </w:rPr>
                                  <w:t xml:space="preserve"> </w:t>
                                </w:r>
                                <w:r w:rsidRPr="00DD770D">
                                  <w:rPr>
                                    <w:rStyle w:val="BodyContent02Char"/>
                                    <w:u w:val="single"/>
                                  </w:rPr>
                                  <w:t xml:space="preserve"> </w:t>
                                </w:r>
                              </w:p>
                              <w:p w:rsidR="00DD770D" w:rsidRDefault="00DD770D">
                                <w:pPr>
                                  <w:pStyle w:val="BodyContent02"/>
                                  <w:rPr>
                                    <w:rStyle w:val="BodyContent02Char"/>
                                  </w:rPr>
                                </w:pPr>
                                <w:r w:rsidRPr="00300BC7">
                                  <w:rPr>
                                    <w:rStyle w:val="BodyContent02Char"/>
                                    <w:sz w:val="32"/>
                                    <w:szCs w:val="32"/>
                                  </w:rPr>
                                  <w:t>A</w:t>
                                </w:r>
                                <w:r w:rsidRPr="00DD770D">
                                  <w:rPr>
                                    <w:rStyle w:val="BodyContent02Char"/>
                                  </w:rPr>
                                  <w:t xml:space="preserve"> physical is required once a year. Forms can be found in the front office of Ashley High School or online for the physical. Once all the information is filled out, it must be signed by a parent or guardian and a physician. Take this form with you when having the physical done. </w:t>
                                </w:r>
                              </w:p>
                              <w:p w:rsidR="00DD770D" w:rsidRPr="008405F4" w:rsidRDefault="008405F4">
                                <w:pPr>
                                  <w:pStyle w:val="BodyContent02"/>
                                  <w:rPr>
                                    <w:rStyle w:val="BodyContent02Char"/>
                                    <w:b/>
                                  </w:rPr>
                                </w:pPr>
                                <w:r w:rsidRPr="008405F4">
                                  <w:rPr>
                                    <w:rStyle w:val="BodyContent02Char"/>
                                    <w:b/>
                                  </w:rPr>
                                  <w:t>All spring sports begin practice Monday, February 13</w:t>
                                </w:r>
                                <w:r w:rsidRPr="008405F4">
                                  <w:rPr>
                                    <w:rStyle w:val="BodyContent02Char"/>
                                    <w:b/>
                                    <w:vertAlign w:val="superscript"/>
                                  </w:rPr>
                                  <w:t>th</w:t>
                                </w:r>
                                <w:r w:rsidRPr="008405F4">
                                  <w:rPr>
                                    <w:rStyle w:val="BodyContent02Char"/>
                                    <w:b/>
                                  </w:rPr>
                                  <w:t>, 2012.</w:t>
                                </w:r>
                              </w:p>
                              <w:p w:rsidR="006937DE" w:rsidRPr="00DD770D" w:rsidRDefault="008D59FE" w:rsidP="00DD770D">
                                <w:pPr>
                                  <w:pStyle w:val="BodyContent02"/>
                                  <w:ind w:left="720"/>
                                  <w:rPr>
                                    <w:u w:val="single"/>
                                  </w:rPr>
                                </w:pPr>
                              </w:p>
                            </w:sdtContent>
                          </w:sdt>
                          <w:p w:rsidR="006937DE" w:rsidRDefault="008D59FE">
                            <w:pPr>
                              <w:pStyle w:val="Heading04"/>
                              <w:rPr>
                                <w:szCs w:val="28"/>
                              </w:rPr>
                            </w:pPr>
                            <w:sdt>
                              <w:sdtPr>
                                <w:rPr>
                                  <w:rStyle w:val="Heading04Char"/>
                                </w:rPr>
                                <w:id w:val="-244574237"/>
                                <w:placeholder>
                                  <w:docPart w:val="C9040D8178AF4E4A99F3CF31E4E90152"/>
                                </w:placeholder>
                              </w:sdtPr>
                              <w:sdtEndPr>
                                <w:rPr>
                                  <w:rStyle w:val="DefaultParagraphFont"/>
                                  <w:szCs w:val="28"/>
                                </w:rPr>
                              </w:sdtEndPr>
                              <w:sdtContent>
                                <w:r w:rsidR="008405F4">
                                  <w:rPr>
                                    <w:rStyle w:val="Heading04Char"/>
                                  </w:rPr>
                                  <w:t xml:space="preserve">  </w:t>
                                </w:r>
                              </w:sdtContent>
                            </w:sdt>
                          </w:p>
                          <w:sdt>
                            <w:sdtPr>
                              <w:rPr>
                                <w:rStyle w:val="BodyContent02Char"/>
                              </w:rPr>
                              <w:id w:val="-1625535972"/>
                              <w:placeholder>
                                <w:docPart w:val="2D1C25C6E46F4766B8D118B3034B7674"/>
                              </w:placeholder>
                            </w:sdtPr>
                            <w:sdtEndPr>
                              <w:rPr>
                                <w:rStyle w:val="DefaultParagraphFont"/>
                              </w:rPr>
                            </w:sdtEndPr>
                            <w:sdtContent>
                              <w:p w:rsidR="006937DE" w:rsidRDefault="008405F4">
                                <w:pPr>
                                  <w:pStyle w:val="BodyContent02"/>
                                  <w:rPr>
                                    <w:rStyle w:val="Heading03Char"/>
                                    <w:b w:val="0"/>
                                  </w:rPr>
                                </w:pPr>
                                <w:r>
                                  <w:rPr>
                                    <w:rStyle w:val="BodyContent02Char"/>
                                  </w:rPr>
                                  <w:t xml:space="preserve"> </w:t>
                                </w:r>
                              </w:p>
                            </w:sdtContent>
                          </w:sdt>
                        </w:txbxContent>
                      </wps:txbx>
                      <wps:bodyPr rot="0" vert="horz" wrap="square" lIns="137160" tIns="137160" rIns="137160" bIns="13716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9" style="position:absolute;margin-left:402.75pt;margin-top:427.5pt;width:167.75pt;height:31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" fillcolor="white [3212]" stroked="f">
                <v:fill color2="#fbebab [1303]" o:opacity2="55706f" rotate="t" focus="100%" type="gradient"/>
                <v:textbox inset="10.8pt,10.8pt,10.8pt,10.8pt">
                  <w:txbxContent>
                    <w:p w:rsidR="006937DE" w:rsidRPr="00772DBB" w:rsidRDefault="008D59FE" w:rsidP="00DD770D">
                      <w:pPr>
                        <w:pStyle w:val="Heading04"/>
                        <w:jc w:val="center"/>
                        <w:rPr>
                          <w:szCs w:val="28"/>
                          <w:u w:val="single"/>
                        </w:rPr>
                      </w:pPr>
                      <w:sdt>
                        <w:sdtPr>
                          <w:rPr>
                            <w:rStyle w:val="Heading04Char"/>
                          </w:rPr>
                          <w:id w:val="1229186180"/>
                          <w:placeholder>
                            <w:docPart w:val="D8E54C3DAD9B4ED7B178188981C86453"/>
                          </w:placeholder>
                        </w:sdtPr>
                        <w:sdtEndPr>
                          <w:rPr>
                            <w:rStyle w:val="DefaultParagraphFont"/>
                            <w:szCs w:val="28"/>
                            <w:u w:val="single"/>
                          </w:rPr>
                        </w:sdtEndPr>
                        <w:sdtContent>
                          <w:r w:rsidR="00DD770D" w:rsidRPr="00772DBB">
                            <w:rPr>
                              <w:rStyle w:val="Heading04Char"/>
                              <w:u w:val="single"/>
                            </w:rPr>
                            <w:t>Talented athletes wanted for Screaming Eagles Athletic Program</w:t>
                          </w:r>
                        </w:sdtContent>
                      </w:sdt>
                    </w:p>
                    <w:sdt>
                      <w:sdtPr>
                        <w:rPr>
                          <w:rStyle w:val="BodyContent02Char"/>
                        </w:rPr>
                        <w:id w:val="250093942"/>
                        <w:placeholder>
                          <w:docPart w:val="3A36F13F09334E0B86626B26662888FF"/>
                        </w:placeholder>
                      </w:sdtPr>
                      <w:sdtEndPr>
                        <w:rPr>
                          <w:rStyle w:val="DefaultParagraphFont"/>
                          <w:u w:val="single"/>
                        </w:rPr>
                      </w:sdtEndPr>
                      <w:sdtContent>
                        <w:p w:rsidR="00DD770D" w:rsidRDefault="00DD770D">
                          <w:pPr>
                            <w:pStyle w:val="BodyContent02"/>
                            <w:rPr>
                              <w:rStyle w:val="BodyContent02Char"/>
                            </w:rPr>
                          </w:pPr>
                          <w:r w:rsidRPr="00521D0F">
                            <w:rPr>
                              <w:rStyle w:val="BodyContent02Char"/>
                              <w:b/>
                            </w:rPr>
                            <w:t>Qualifications</w:t>
                          </w:r>
                          <w:r>
                            <w:rPr>
                              <w:rStyle w:val="BodyContent02Char"/>
                              <w:u w:val="single"/>
                            </w:rPr>
                            <w:t>:</w:t>
                          </w:r>
                          <w:r>
                            <w:rPr>
                              <w:rStyle w:val="BodyContent02Char"/>
                            </w:rPr>
                            <w:t xml:space="preserve"> smart, good work ethic, good team attitude, confidence, the ability to work with others, dedication, and the love of the sport.</w:t>
                          </w:r>
                        </w:p>
                        <w:p w:rsidR="00DD770D" w:rsidRDefault="00DD770D">
                          <w:pPr>
                            <w:pStyle w:val="BodyContent02"/>
                            <w:rPr>
                              <w:rStyle w:val="BodyContent02Char"/>
                              <w:u w:val="single"/>
                            </w:rPr>
                          </w:pPr>
                          <w:proofErr w:type="gramStart"/>
                          <w:r w:rsidRPr="00521D0F">
                            <w:rPr>
                              <w:rStyle w:val="BodyContent02Char"/>
                              <w:b/>
                            </w:rPr>
                            <w:t>Must Have:</w:t>
                          </w:r>
                          <w:r>
                            <w:rPr>
                              <w:rStyle w:val="BodyContent02Char"/>
                            </w:rPr>
                            <w:t xml:space="preserve"> Positive attitude, commitment to preparation, ability to handle adversity execute under pressure.</w:t>
                          </w:r>
                          <w:proofErr w:type="gramEnd"/>
                          <w:r>
                            <w:rPr>
                              <w:rStyle w:val="BodyContent02Char"/>
                            </w:rPr>
                            <w:t xml:space="preserve"> </w:t>
                          </w:r>
                          <w:r w:rsidRPr="00DD770D">
                            <w:rPr>
                              <w:rStyle w:val="BodyContent02Char"/>
                              <w:u w:val="single"/>
                            </w:rPr>
                            <w:t xml:space="preserve"> </w:t>
                          </w:r>
                        </w:p>
                        <w:p w:rsidR="00DD770D" w:rsidRDefault="00DD770D">
                          <w:pPr>
                            <w:pStyle w:val="BodyContent02"/>
                            <w:rPr>
                              <w:rStyle w:val="BodyContent02Char"/>
                            </w:rPr>
                          </w:pPr>
                          <w:r w:rsidRPr="00300BC7">
                            <w:rPr>
                              <w:rStyle w:val="BodyContent02Char"/>
                              <w:sz w:val="32"/>
                              <w:szCs w:val="32"/>
                            </w:rPr>
                            <w:t>A</w:t>
                          </w:r>
                          <w:r w:rsidRPr="00DD770D">
                            <w:rPr>
                              <w:rStyle w:val="BodyContent02Char"/>
                            </w:rPr>
                            <w:t xml:space="preserve"> physical is required once a year. Forms can be found in the front office of Ashley High School or online for the physical. Once all the information is filled out, it must be signed by a parent or guardian and a physician. Take this form with you when having the physical done. </w:t>
                          </w:r>
                        </w:p>
                        <w:p w:rsidR="00DD770D" w:rsidRPr="008405F4" w:rsidRDefault="008405F4">
                          <w:pPr>
                            <w:pStyle w:val="BodyContent02"/>
                            <w:rPr>
                              <w:rStyle w:val="BodyContent02Char"/>
                              <w:b/>
                            </w:rPr>
                          </w:pPr>
                          <w:r w:rsidRPr="008405F4">
                            <w:rPr>
                              <w:rStyle w:val="BodyContent02Char"/>
                              <w:b/>
                            </w:rPr>
                            <w:t>All spring sports begin practice Monday, February 13</w:t>
                          </w:r>
                          <w:r w:rsidRPr="008405F4">
                            <w:rPr>
                              <w:rStyle w:val="BodyContent02Char"/>
                              <w:b/>
                              <w:vertAlign w:val="superscript"/>
                            </w:rPr>
                            <w:t>th</w:t>
                          </w:r>
                          <w:r w:rsidRPr="008405F4">
                            <w:rPr>
                              <w:rStyle w:val="BodyContent02Char"/>
                              <w:b/>
                            </w:rPr>
                            <w:t>, 2012.</w:t>
                          </w:r>
                        </w:p>
                        <w:p w:rsidR="006937DE" w:rsidRPr="00DD770D" w:rsidRDefault="008D59FE" w:rsidP="00DD770D">
                          <w:pPr>
                            <w:pStyle w:val="BodyContent02"/>
                            <w:ind w:left="720"/>
                            <w:rPr>
                              <w:u w:val="single"/>
                            </w:rPr>
                          </w:pPr>
                        </w:p>
                      </w:sdtContent>
                    </w:sdt>
                    <w:p w:rsidR="006937DE" w:rsidRDefault="008D59FE">
                      <w:pPr>
                        <w:pStyle w:val="Heading04"/>
                        <w:rPr>
                          <w:szCs w:val="28"/>
                        </w:rPr>
                      </w:pPr>
                      <w:sdt>
                        <w:sdtPr>
                          <w:rPr>
                            <w:rStyle w:val="Heading04Char"/>
                          </w:rPr>
                          <w:id w:val="-244574237"/>
                          <w:placeholder>
                            <w:docPart w:val="C9040D8178AF4E4A99F3CF31E4E90152"/>
                          </w:placeholder>
                        </w:sdtPr>
                        <w:sdtEndPr>
                          <w:rPr>
                            <w:rStyle w:val="DefaultParagraphFont"/>
                            <w:szCs w:val="28"/>
                          </w:rPr>
                        </w:sdtEndPr>
                        <w:sdtContent>
                          <w:r w:rsidR="008405F4">
                            <w:rPr>
                              <w:rStyle w:val="Heading04Char"/>
                            </w:rPr>
                            <w:t xml:space="preserve">  </w:t>
                          </w:r>
                        </w:sdtContent>
                      </w:sdt>
                    </w:p>
                    <w:sdt>
                      <w:sdtPr>
                        <w:rPr>
                          <w:rStyle w:val="BodyContent02Char"/>
                        </w:rPr>
                        <w:id w:val="-1625535972"/>
                        <w:placeholder>
                          <w:docPart w:val="2D1C25C6E46F4766B8D118B3034B7674"/>
                        </w:placeholder>
                      </w:sdtPr>
                      <w:sdtEndPr>
                        <w:rPr>
                          <w:rStyle w:val="DefaultParagraphFont"/>
                        </w:rPr>
                      </w:sdtEndPr>
                      <w:sdtContent>
                        <w:p w:rsidR="006937DE" w:rsidRDefault="008405F4">
                          <w:pPr>
                            <w:pStyle w:val="BodyContent02"/>
                            <w:rPr>
                              <w:rStyle w:val="Heading03Char"/>
                              <w:b w:val="0"/>
                            </w:rPr>
                          </w:pPr>
                          <w:r>
                            <w:rPr>
                              <w:rStyle w:val="BodyContent02Char"/>
                            </w:rPr>
                            <w:t xml:space="preserve"> </w:t>
                          </w:r>
                        </w:p>
                      </w:sdtContent>
                    </w:sdt>
                  </w:txbxContent>
                </v:textbox>
                <w10:wrap anchorx="margin" anchory="margin"/>
              </v:rect>
            </w:pict>
          </mc:Fallback>
        </mc:AlternateContent>
      </w:r>
      <w:r w:rsidR="005470EF">
        <w:rPr>
          <w:noProof/>
        </w:rPr>
        <mc:AlternateContent>
          <mc:Choice Requires="wpg">
            <w:drawing>
              <wp:anchor distT="0" distB="0" distL="114300" distR="114300" simplePos="0" relativeHeight="251750400" behindDoc="0" locked="0" layoutInCell="1" allowOverlap="1" wp14:anchorId="0FA41C2F" wp14:editId="25D9EB9A">
                <wp:simplePos x="0" y="0"/>
                <wp:positionH relativeFrom="column">
                  <wp:posOffset>-3175</wp:posOffset>
                </wp:positionH>
                <wp:positionV relativeFrom="paragraph">
                  <wp:posOffset>3277235</wp:posOffset>
                </wp:positionV>
                <wp:extent cx="3939540" cy="2181225"/>
                <wp:effectExtent l="6350" t="0" r="6985" b="0"/>
                <wp:wrapNone/>
                <wp:docPr id="48"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9540" cy="2181225"/>
                          <a:chOff x="355" y="8135"/>
                          <a:chExt cx="7224" cy="4000"/>
                        </a:xfrm>
                      </wpg:grpSpPr>
                      <wps:wsp>
                        <wps:cNvPr id="49" name="Freeform 104"/>
                        <wps:cNvSpPr>
                          <a:spLocks/>
                        </wps:cNvSpPr>
                        <wps:spPr bwMode="auto">
                          <a:xfrm flipH="1" flipV="1">
                            <a:off x="355" y="8266"/>
                            <a:ext cx="7224" cy="3869"/>
                          </a:xfrm>
                          <a:custGeom>
                            <a:avLst/>
                            <a:gdLst>
                              <a:gd name="T0" fmla="*/ 7224 w 7224"/>
                              <a:gd name="T1" fmla="*/ 966 h 3869"/>
                              <a:gd name="T2" fmla="*/ 0 w 7224"/>
                              <a:gd name="T3" fmla="*/ 0 h 3869"/>
                              <a:gd name="T4" fmla="*/ 7224 w 7224"/>
                              <a:gd name="T5" fmla="*/ 384 h 3869"/>
                              <a:gd name="T6" fmla="*/ 7224 w 7224"/>
                              <a:gd name="T7" fmla="*/ 966 h 3869"/>
                            </a:gdLst>
                            <a:ahLst/>
                            <a:cxnLst>
                              <a:cxn ang="0">
                                <a:pos x="T0" y="T1"/>
                              </a:cxn>
                              <a:cxn ang="0">
                                <a:pos x="T2" y="T3"/>
                              </a:cxn>
                              <a:cxn ang="0">
                                <a:pos x="T4" y="T5"/>
                              </a:cxn>
                              <a:cxn ang="0">
                                <a:pos x="T6" y="T7"/>
                              </a:cxn>
                            </a:cxnLst>
                            <a:rect l="0" t="0" r="r" b="b"/>
                            <a:pathLst>
                              <a:path w="7224" h="3869">
                                <a:moveTo>
                                  <a:pt x="7224" y="966"/>
                                </a:moveTo>
                                <a:cubicBezTo>
                                  <a:pt x="1719" y="3869"/>
                                  <a:pt x="0" y="0"/>
                                  <a:pt x="0" y="0"/>
                                </a:cubicBezTo>
                                <a:cubicBezTo>
                                  <a:pt x="0" y="0"/>
                                  <a:pt x="1989" y="3340"/>
                                  <a:pt x="7224" y="384"/>
                                </a:cubicBezTo>
                                <a:cubicBezTo>
                                  <a:pt x="7221" y="630"/>
                                  <a:pt x="7224" y="978"/>
                                  <a:pt x="7224" y="966"/>
                                </a:cubicBez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05"/>
                        <wps:cNvSpPr>
                          <a:spLocks/>
                        </wps:cNvSpPr>
                        <wps:spPr bwMode="auto">
                          <a:xfrm>
                            <a:off x="360" y="8135"/>
                            <a:ext cx="6479" cy="3825"/>
                          </a:xfrm>
                          <a:custGeom>
                            <a:avLst/>
                            <a:gdLst>
                              <a:gd name="T0" fmla="*/ 0 w 1097"/>
                              <a:gd name="T1" fmla="*/ 484 h 648"/>
                              <a:gd name="T2" fmla="*/ 1097 w 1097"/>
                              <a:gd name="T3" fmla="*/ 648 h 648"/>
                              <a:gd name="T4" fmla="*/ 0 w 1097"/>
                              <a:gd name="T5" fmla="*/ 386 h 648"/>
                              <a:gd name="T6" fmla="*/ 0 w 1097"/>
                              <a:gd name="T7" fmla="*/ 484 h 648"/>
                            </a:gdLst>
                            <a:ahLst/>
                            <a:cxnLst>
                              <a:cxn ang="0">
                                <a:pos x="T0" y="T1"/>
                              </a:cxn>
                              <a:cxn ang="0">
                                <a:pos x="T2" y="T3"/>
                              </a:cxn>
                              <a:cxn ang="0">
                                <a:pos x="T4" y="T5"/>
                              </a:cxn>
                              <a:cxn ang="0">
                                <a:pos x="T6" y="T7"/>
                              </a:cxn>
                            </a:cxnLst>
                            <a:rect l="0" t="0" r="r" b="b"/>
                            <a:pathLst>
                              <a:path w="1097" h="648">
                                <a:moveTo>
                                  <a:pt x="0" y="484"/>
                                </a:moveTo>
                                <a:cubicBezTo>
                                  <a:pt x="842" y="94"/>
                                  <a:pt x="1076" y="603"/>
                                  <a:pt x="1097" y="648"/>
                                </a:cubicBezTo>
                                <a:cubicBezTo>
                                  <a:pt x="1097" y="648"/>
                                  <a:pt x="946" y="0"/>
                                  <a:pt x="0" y="386"/>
                                </a:cubicBezTo>
                                <a:lnTo>
                                  <a:pt x="0" y="484"/>
                                </a:ln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26" style="position:absolute;margin-left:-.25pt;margin-top:258.05pt;width:310.2pt;height:171.75pt;z-index:251750400" coordorigin="355,8135" coordsize="7224,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">
                <v:shape id="Freeform 104" o:spid="_x0000_s1027" style="position:absolute;left:355;top:8266;width:7224;height:3869;flip:x y;visibility:visible;mso-wrap-style:square;v-text-anchor:top" coordsize="7224,3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nuCMUA&#10;AADbAAAADwAAAGRycy9kb3ducmV2LnhtbESPQWsCMRSE7wX/Q3iF3mq2RYuuRhGLYEsVXD14fN28&#10;7i5uXkISde2vbwqFHoeZ+YaZzjvTigv50FhW8NTPQBCXVjdcKTjsV48jECEia2wtk4IbBZjPendT&#10;zLW98o4uRaxEgnDIUUEdo8ulDGVNBkPfOuLkfVlvMCbpK6k9XhPctPI5y16kwYbTQo2OljWVp+Js&#10;FHzI49v7+bvx2+Jz+RpO6+HGFU6ph/tuMQERqYv/4b/2WisYjOH3S/oBc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Ke4IxQAAANsAAAAPAAAAAAAAAAAAAAAAAJgCAABkcnMv&#10;ZG93bnJldi54bWxQSwUGAAAAAAQABAD1AAAAigMAAAAA&#10;" path="m7224,966c1719,3869,,,,,,,1989,3340,7224,384v-3,246,,594,,582xe" fillcolor="#ffe535 [2414]" stroked="f">
                  <v:path arrowok="t" o:connecttype="custom" o:connectlocs="7224,966;0,0;7224,384;7224,966" o:connectangles="0,0,0,0"/>
                </v:shape>
                <v:shape id="Freeform 105" o:spid="_x0000_s1028" style="position:absolute;left:360;top:8135;width:6479;height:3825;visibility:visible;mso-wrap-style:square;v-text-anchor:top" coordsize="1097,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OubMIA&#10;AADbAAAADwAAAGRycy9kb3ducmV2LnhtbERPXWvCMBR9H+w/hDvwbaY6NqQzyhBlAwWxFba9XZpr&#10;W9bchCTa+u/Ng7DHw/meLwfTiQv50FpWMBlnIIgrq1uuFRzLzfMMRIjIGjvLpOBKAZaLx4c55tr2&#10;fKBLEWuRQjjkqKCJ0eVShqohg2FsHXHiTtYbjAn6WmqPfQo3nZxm2Zs02HJqaNDRqqHqrzgbBeRL&#10;aU7733r7M1nvtp+7l97130qNnoaPdxCRhvgvvru/tILXtD59ST9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c65swgAAANsAAAAPAAAAAAAAAAAAAAAAAJgCAABkcnMvZG93&#10;bnJldi54bWxQSwUGAAAAAAQABAD1AAAAhwMAAAAA&#10;" path="m,484c842,94,1076,603,1097,648,1097,648,946,,,386r,98xe" fillcolor="white [3212]" stroked="f">
                  <v:path arrowok="t" o:connecttype="custom" o:connectlocs="0,2857;6479,3825;0,2278;0,2857" o:connectangles="0,0,0,0"/>
                </v:shape>
              </v:group>
            </w:pict>
          </mc:Fallback>
        </mc:AlternateContent>
      </w:r>
      <w:r w:rsidR="005470EF">
        <w:rPr>
          <w:noProof/>
        </w:rPr>
        <mc:AlternateContent>
          <mc:Choice Requires="wps">
            <w:drawing>
              <wp:anchor distT="0" distB="0" distL="114300" distR="114300" simplePos="0" relativeHeight="251748352" behindDoc="0" locked="0" layoutInCell="1" allowOverlap="1" wp14:anchorId="34303316" wp14:editId="3824990D">
                <wp:simplePos x="0" y="0"/>
                <wp:positionH relativeFrom="column">
                  <wp:posOffset>5129530</wp:posOffset>
                </wp:positionH>
                <wp:positionV relativeFrom="paragraph">
                  <wp:posOffset>3667760</wp:posOffset>
                </wp:positionV>
                <wp:extent cx="2111375" cy="1144905"/>
                <wp:effectExtent l="14605" t="19050" r="17145" b="17145"/>
                <wp:wrapNone/>
                <wp:docPr id="47"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1375" cy="1144905"/>
                        </a:xfrm>
                        <a:prstGeom prst="rect">
                          <a:avLst/>
                        </a:prstGeom>
                        <a:solidFill>
                          <a:schemeClr val="tx1">
                            <a:lumMod val="100000"/>
                            <a:lumOff val="0"/>
                            <a:alpha val="85001"/>
                          </a:schemeClr>
                        </a:solidFill>
                        <a:ln w="25400">
                          <a:solidFill>
                            <a:schemeClr val="tx1">
                              <a:lumMod val="50000"/>
                              <a:lumOff val="50000"/>
                            </a:schemeClr>
                          </a:solidFill>
                          <a:miter lim="800000"/>
                          <a:headEnd/>
                          <a:tailEnd/>
                        </a:ln>
                      </wps:spPr>
                      <wps:txbx>
                        <w:txbxContent>
                          <w:p w:rsidR="006937DE" w:rsidRPr="008405F4" w:rsidRDefault="008D59FE" w:rsidP="00B231F6">
                            <w:pPr>
                              <w:pStyle w:val="Heading02"/>
                              <w:jc w:val="center"/>
                              <w:rPr>
                                <w:szCs w:val="28"/>
                                <w:u w:val="single"/>
                              </w:rPr>
                            </w:pPr>
                            <w:sdt>
                              <w:sdtPr>
                                <w:rPr>
                                  <w:rStyle w:val="Heading02Char"/>
                                </w:rPr>
                                <w:id w:val="384603703"/>
                                <w:placeholder>
                                  <w:docPart w:val="98558E3426E54F1682D03560C1B0E5A2"/>
                                </w:placeholder>
                              </w:sdtPr>
                              <w:sdtEndPr>
                                <w:rPr>
                                  <w:rStyle w:val="DefaultParagraphFont"/>
                                  <w:szCs w:val="28"/>
                                  <w:u w:val="single"/>
                                </w:rPr>
                              </w:sdtEndPr>
                              <w:sdtContent>
                                <w:r w:rsidR="00342815" w:rsidRPr="008405F4">
                                  <w:rPr>
                                    <w:rStyle w:val="Heading02Char"/>
                                    <w:u w:val="single"/>
                                  </w:rPr>
                                  <w:t>Spring Sports</w:t>
                                </w:r>
                              </w:sdtContent>
                            </w:sdt>
                          </w:p>
                          <w:sdt>
                            <w:sdtPr>
                              <w:rPr>
                                <w:rStyle w:val="IndexChar"/>
                                <w:sz w:val="14"/>
                                <w:szCs w:val="14"/>
                              </w:rPr>
                              <w:id w:val="380678233"/>
                              <w:placeholder>
                                <w:docPart w:val="2BCC06C4193A482E89189A15DD651359"/>
                              </w:placeholder>
                            </w:sdtPr>
                            <w:sdtEndPr>
                              <w:rPr>
                                <w:rStyle w:val="DefaultParagraphFont"/>
                              </w:rPr>
                            </w:sdtEndPr>
                            <w:sdtContent>
                              <w:p w:rsidR="00B231F6" w:rsidRPr="008405F4" w:rsidRDefault="00B231F6" w:rsidP="00B231F6">
                                <w:pPr>
                                  <w:pStyle w:val="Index"/>
                                  <w:jc w:val="center"/>
                                  <w:rPr>
                                    <w:rStyle w:val="IndexChar"/>
                                    <w:sz w:val="14"/>
                                    <w:szCs w:val="14"/>
                                  </w:rPr>
                                </w:pPr>
                                <w:r w:rsidRPr="008405F4">
                                  <w:rPr>
                                    <w:rStyle w:val="IndexChar"/>
                                    <w:sz w:val="14"/>
                                    <w:szCs w:val="14"/>
                                  </w:rPr>
                                  <w:t>Men’s Baseball</w:t>
                                </w:r>
                              </w:p>
                              <w:p w:rsidR="00B231F6" w:rsidRPr="008405F4" w:rsidRDefault="00B231F6" w:rsidP="00B231F6">
                                <w:pPr>
                                  <w:pStyle w:val="Index"/>
                                  <w:jc w:val="center"/>
                                  <w:rPr>
                                    <w:rStyle w:val="IndexChar"/>
                                    <w:sz w:val="14"/>
                                    <w:szCs w:val="14"/>
                                  </w:rPr>
                                </w:pPr>
                                <w:proofErr w:type="gramStart"/>
                                <w:r w:rsidRPr="008405F4">
                                  <w:rPr>
                                    <w:rStyle w:val="IndexChar"/>
                                    <w:sz w:val="14"/>
                                    <w:szCs w:val="14"/>
                                  </w:rPr>
                                  <w:t xml:space="preserve">Girl’s </w:t>
                                </w:r>
                                <w:r w:rsidR="008405F4" w:rsidRPr="008405F4">
                                  <w:rPr>
                                    <w:rStyle w:val="IndexChar"/>
                                    <w:sz w:val="14"/>
                                    <w:szCs w:val="14"/>
                                  </w:rPr>
                                  <w:t xml:space="preserve"> and</w:t>
                                </w:r>
                                <w:proofErr w:type="gramEnd"/>
                                <w:r w:rsidR="008405F4" w:rsidRPr="008405F4">
                                  <w:rPr>
                                    <w:rStyle w:val="IndexChar"/>
                                    <w:sz w:val="14"/>
                                    <w:szCs w:val="14"/>
                                  </w:rPr>
                                  <w:t xml:space="preserve"> Guys </w:t>
                                </w:r>
                                <w:r w:rsidRPr="008405F4">
                                  <w:rPr>
                                    <w:rStyle w:val="IndexChar"/>
                                    <w:sz w:val="14"/>
                                    <w:szCs w:val="14"/>
                                  </w:rPr>
                                  <w:t>Lacrosse</w:t>
                                </w:r>
                              </w:p>
                              <w:p w:rsidR="00B231F6" w:rsidRPr="008405F4" w:rsidRDefault="00B231F6" w:rsidP="00B231F6">
                                <w:pPr>
                                  <w:pStyle w:val="Index"/>
                                  <w:jc w:val="center"/>
                                  <w:rPr>
                                    <w:rStyle w:val="IndexChar"/>
                                    <w:sz w:val="14"/>
                                    <w:szCs w:val="14"/>
                                  </w:rPr>
                                </w:pPr>
                                <w:r w:rsidRPr="008405F4">
                                  <w:rPr>
                                    <w:rStyle w:val="IndexChar"/>
                                    <w:sz w:val="14"/>
                                    <w:szCs w:val="14"/>
                                  </w:rPr>
                                  <w:t>Men’s Golf</w:t>
                                </w:r>
                              </w:p>
                              <w:p w:rsidR="00B231F6" w:rsidRPr="008405F4" w:rsidRDefault="00B231F6" w:rsidP="00B231F6">
                                <w:pPr>
                                  <w:pStyle w:val="Index"/>
                                  <w:jc w:val="center"/>
                                  <w:rPr>
                                    <w:rStyle w:val="IndexChar"/>
                                    <w:sz w:val="14"/>
                                    <w:szCs w:val="14"/>
                                  </w:rPr>
                                </w:pPr>
                                <w:r w:rsidRPr="008405F4">
                                  <w:rPr>
                                    <w:rStyle w:val="IndexChar"/>
                                    <w:sz w:val="14"/>
                                    <w:szCs w:val="14"/>
                                  </w:rPr>
                                  <w:t>Girls’ Soccer</w:t>
                                </w:r>
                              </w:p>
                              <w:p w:rsidR="00B231F6" w:rsidRPr="008405F4" w:rsidRDefault="00B231F6" w:rsidP="00B231F6">
                                <w:pPr>
                                  <w:pStyle w:val="Index"/>
                                  <w:jc w:val="center"/>
                                  <w:rPr>
                                    <w:rStyle w:val="IndexChar"/>
                                    <w:sz w:val="14"/>
                                    <w:szCs w:val="14"/>
                                  </w:rPr>
                                </w:pPr>
                                <w:r w:rsidRPr="008405F4">
                                  <w:rPr>
                                    <w:rStyle w:val="IndexChar"/>
                                    <w:sz w:val="14"/>
                                    <w:szCs w:val="14"/>
                                  </w:rPr>
                                  <w:t>Softball</w:t>
                                </w:r>
                              </w:p>
                              <w:p w:rsidR="008405F4" w:rsidRPr="008405F4" w:rsidRDefault="008405F4" w:rsidP="00B231F6">
                                <w:pPr>
                                  <w:pStyle w:val="Index"/>
                                  <w:jc w:val="center"/>
                                  <w:rPr>
                                    <w:rStyle w:val="IndexChar"/>
                                    <w:sz w:val="14"/>
                                    <w:szCs w:val="14"/>
                                  </w:rPr>
                                </w:pPr>
                                <w:r w:rsidRPr="008405F4">
                                  <w:rPr>
                                    <w:rStyle w:val="IndexChar"/>
                                    <w:sz w:val="14"/>
                                    <w:szCs w:val="14"/>
                                  </w:rPr>
                                  <w:t xml:space="preserve">Girl’s and Guy’s </w:t>
                                </w:r>
                                <w:r w:rsidR="00B231F6" w:rsidRPr="008405F4">
                                  <w:rPr>
                                    <w:rStyle w:val="IndexChar"/>
                                    <w:sz w:val="14"/>
                                    <w:szCs w:val="14"/>
                                  </w:rPr>
                                  <w:t>Track</w:t>
                                </w:r>
                              </w:p>
                              <w:p w:rsidR="006937DE" w:rsidRPr="008405F4" w:rsidRDefault="008405F4" w:rsidP="00B231F6">
                                <w:pPr>
                                  <w:pStyle w:val="Index"/>
                                  <w:jc w:val="center"/>
                                  <w:rPr>
                                    <w:color w:val="CFA70A" w:themeColor="accent4" w:themeShade="BF"/>
                                    <w:sz w:val="14"/>
                                    <w:szCs w:val="14"/>
                                  </w:rPr>
                                </w:pPr>
                                <w:r w:rsidRPr="008405F4">
                                  <w:rPr>
                                    <w:rStyle w:val="IndexChar"/>
                                    <w:sz w:val="14"/>
                                    <w:szCs w:val="14"/>
                                  </w:rPr>
                                  <w:t>Men’s Tennis</w:t>
                                </w:r>
                              </w:p>
                            </w:sdtContent>
                          </w:sdt>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30" style="position:absolute;margin-left:403.9pt;margin-top:288.8pt;width:166.25pt;height:90.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" fillcolor="black [3213]" strokecolor="gray [1629]" strokeweight="2pt">
                <v:fill opacity="55769f"/>
                <v:textbox>
                  <w:txbxContent>
                    <w:p w:rsidR="006937DE" w:rsidRPr="008405F4" w:rsidRDefault="008D59FE" w:rsidP="00B231F6">
                      <w:pPr>
                        <w:pStyle w:val="Heading02"/>
                        <w:jc w:val="center"/>
                        <w:rPr>
                          <w:szCs w:val="28"/>
                          <w:u w:val="single"/>
                        </w:rPr>
                      </w:pPr>
                      <w:sdt>
                        <w:sdtPr>
                          <w:rPr>
                            <w:rStyle w:val="Heading02Char"/>
                          </w:rPr>
                          <w:id w:val="384603703"/>
                          <w:placeholder>
                            <w:docPart w:val="98558E3426E54F1682D03560C1B0E5A2"/>
                          </w:placeholder>
                        </w:sdtPr>
                        <w:sdtEndPr>
                          <w:rPr>
                            <w:rStyle w:val="DefaultParagraphFont"/>
                            <w:szCs w:val="28"/>
                            <w:u w:val="single"/>
                          </w:rPr>
                        </w:sdtEndPr>
                        <w:sdtContent>
                          <w:r w:rsidR="00342815" w:rsidRPr="008405F4">
                            <w:rPr>
                              <w:rStyle w:val="Heading02Char"/>
                              <w:u w:val="single"/>
                            </w:rPr>
                            <w:t>Spring Sports</w:t>
                          </w:r>
                        </w:sdtContent>
                      </w:sdt>
                    </w:p>
                    <w:sdt>
                      <w:sdtPr>
                        <w:rPr>
                          <w:rStyle w:val="IndexChar"/>
                          <w:sz w:val="14"/>
                          <w:szCs w:val="14"/>
                        </w:rPr>
                        <w:id w:val="380678233"/>
                        <w:placeholder>
                          <w:docPart w:val="2BCC06C4193A482E89189A15DD651359"/>
                        </w:placeholder>
                      </w:sdtPr>
                      <w:sdtEndPr>
                        <w:rPr>
                          <w:rStyle w:val="DefaultParagraphFont"/>
                        </w:rPr>
                      </w:sdtEndPr>
                      <w:sdtContent>
                        <w:p w:rsidR="00B231F6" w:rsidRPr="008405F4" w:rsidRDefault="00B231F6" w:rsidP="00B231F6">
                          <w:pPr>
                            <w:pStyle w:val="Index"/>
                            <w:jc w:val="center"/>
                            <w:rPr>
                              <w:rStyle w:val="IndexChar"/>
                              <w:sz w:val="14"/>
                              <w:szCs w:val="14"/>
                            </w:rPr>
                          </w:pPr>
                          <w:r w:rsidRPr="008405F4">
                            <w:rPr>
                              <w:rStyle w:val="IndexChar"/>
                              <w:sz w:val="14"/>
                              <w:szCs w:val="14"/>
                            </w:rPr>
                            <w:t>Men’s Baseball</w:t>
                          </w:r>
                        </w:p>
                        <w:p w:rsidR="00B231F6" w:rsidRPr="008405F4" w:rsidRDefault="00B231F6" w:rsidP="00B231F6">
                          <w:pPr>
                            <w:pStyle w:val="Index"/>
                            <w:jc w:val="center"/>
                            <w:rPr>
                              <w:rStyle w:val="IndexChar"/>
                              <w:sz w:val="14"/>
                              <w:szCs w:val="14"/>
                            </w:rPr>
                          </w:pPr>
                          <w:proofErr w:type="gramStart"/>
                          <w:r w:rsidRPr="008405F4">
                            <w:rPr>
                              <w:rStyle w:val="IndexChar"/>
                              <w:sz w:val="14"/>
                              <w:szCs w:val="14"/>
                            </w:rPr>
                            <w:t xml:space="preserve">Girl’s </w:t>
                          </w:r>
                          <w:r w:rsidR="008405F4" w:rsidRPr="008405F4">
                            <w:rPr>
                              <w:rStyle w:val="IndexChar"/>
                              <w:sz w:val="14"/>
                              <w:szCs w:val="14"/>
                            </w:rPr>
                            <w:t xml:space="preserve"> and</w:t>
                          </w:r>
                          <w:proofErr w:type="gramEnd"/>
                          <w:r w:rsidR="008405F4" w:rsidRPr="008405F4">
                            <w:rPr>
                              <w:rStyle w:val="IndexChar"/>
                              <w:sz w:val="14"/>
                              <w:szCs w:val="14"/>
                            </w:rPr>
                            <w:t xml:space="preserve"> Guys </w:t>
                          </w:r>
                          <w:r w:rsidRPr="008405F4">
                            <w:rPr>
                              <w:rStyle w:val="IndexChar"/>
                              <w:sz w:val="14"/>
                              <w:szCs w:val="14"/>
                            </w:rPr>
                            <w:t>Lacrosse</w:t>
                          </w:r>
                        </w:p>
                        <w:p w:rsidR="00B231F6" w:rsidRPr="008405F4" w:rsidRDefault="00B231F6" w:rsidP="00B231F6">
                          <w:pPr>
                            <w:pStyle w:val="Index"/>
                            <w:jc w:val="center"/>
                            <w:rPr>
                              <w:rStyle w:val="IndexChar"/>
                              <w:sz w:val="14"/>
                              <w:szCs w:val="14"/>
                            </w:rPr>
                          </w:pPr>
                          <w:r w:rsidRPr="008405F4">
                            <w:rPr>
                              <w:rStyle w:val="IndexChar"/>
                              <w:sz w:val="14"/>
                              <w:szCs w:val="14"/>
                            </w:rPr>
                            <w:t>Men’s Golf</w:t>
                          </w:r>
                        </w:p>
                        <w:p w:rsidR="00B231F6" w:rsidRPr="008405F4" w:rsidRDefault="00B231F6" w:rsidP="00B231F6">
                          <w:pPr>
                            <w:pStyle w:val="Index"/>
                            <w:jc w:val="center"/>
                            <w:rPr>
                              <w:rStyle w:val="IndexChar"/>
                              <w:sz w:val="14"/>
                              <w:szCs w:val="14"/>
                            </w:rPr>
                          </w:pPr>
                          <w:r w:rsidRPr="008405F4">
                            <w:rPr>
                              <w:rStyle w:val="IndexChar"/>
                              <w:sz w:val="14"/>
                              <w:szCs w:val="14"/>
                            </w:rPr>
                            <w:t>Girls’ Soccer</w:t>
                          </w:r>
                        </w:p>
                        <w:p w:rsidR="00B231F6" w:rsidRPr="008405F4" w:rsidRDefault="00B231F6" w:rsidP="00B231F6">
                          <w:pPr>
                            <w:pStyle w:val="Index"/>
                            <w:jc w:val="center"/>
                            <w:rPr>
                              <w:rStyle w:val="IndexChar"/>
                              <w:sz w:val="14"/>
                              <w:szCs w:val="14"/>
                            </w:rPr>
                          </w:pPr>
                          <w:r w:rsidRPr="008405F4">
                            <w:rPr>
                              <w:rStyle w:val="IndexChar"/>
                              <w:sz w:val="14"/>
                              <w:szCs w:val="14"/>
                            </w:rPr>
                            <w:t>Softball</w:t>
                          </w:r>
                        </w:p>
                        <w:p w:rsidR="008405F4" w:rsidRPr="008405F4" w:rsidRDefault="008405F4" w:rsidP="00B231F6">
                          <w:pPr>
                            <w:pStyle w:val="Index"/>
                            <w:jc w:val="center"/>
                            <w:rPr>
                              <w:rStyle w:val="IndexChar"/>
                              <w:sz w:val="14"/>
                              <w:szCs w:val="14"/>
                            </w:rPr>
                          </w:pPr>
                          <w:r w:rsidRPr="008405F4">
                            <w:rPr>
                              <w:rStyle w:val="IndexChar"/>
                              <w:sz w:val="14"/>
                              <w:szCs w:val="14"/>
                            </w:rPr>
                            <w:t xml:space="preserve">Girl’s and Guy’s </w:t>
                          </w:r>
                          <w:r w:rsidR="00B231F6" w:rsidRPr="008405F4">
                            <w:rPr>
                              <w:rStyle w:val="IndexChar"/>
                              <w:sz w:val="14"/>
                              <w:szCs w:val="14"/>
                            </w:rPr>
                            <w:t>Track</w:t>
                          </w:r>
                        </w:p>
                        <w:p w:rsidR="006937DE" w:rsidRPr="008405F4" w:rsidRDefault="008405F4" w:rsidP="00B231F6">
                          <w:pPr>
                            <w:pStyle w:val="Index"/>
                            <w:jc w:val="center"/>
                            <w:rPr>
                              <w:color w:val="CFA70A" w:themeColor="accent4" w:themeShade="BF"/>
                              <w:sz w:val="14"/>
                              <w:szCs w:val="14"/>
                            </w:rPr>
                          </w:pPr>
                          <w:r w:rsidRPr="008405F4">
                            <w:rPr>
                              <w:rStyle w:val="IndexChar"/>
                              <w:sz w:val="14"/>
                              <w:szCs w:val="14"/>
                            </w:rPr>
                            <w:t>Men’s Tennis</w:t>
                          </w:r>
                        </w:p>
                      </w:sdtContent>
                    </w:sdt>
                  </w:txbxContent>
                </v:textbox>
              </v:rect>
            </w:pict>
          </mc:Fallback>
        </mc:AlternateContent>
      </w:r>
      <w:r w:rsidR="00342815">
        <w:rPr>
          <w:noProof/>
        </w:rPr>
        <w:drawing>
          <wp:inline distT="0" distB="0" distL="0" distR="0" wp14:anchorId="6F105B31" wp14:editId="61874DFA">
            <wp:extent cx="6886575" cy="5286375"/>
            <wp:effectExtent l="0" t="0" r="9525" b="9525"/>
            <wp:docPr id="14" name="Picture 14" descr="http://www.schoolclearinghouse.org/images/4250/4250pic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oolclearinghouse.org/images/4250/4250pic1.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86575" cy="5286375"/>
                    </a:xfrm>
                    <a:prstGeom prst="rect">
                      <a:avLst/>
                    </a:prstGeom>
                    <a:noFill/>
                    <a:ln>
                      <a:noFill/>
                    </a:ln>
                  </pic:spPr>
                </pic:pic>
              </a:graphicData>
            </a:graphic>
          </wp:inline>
        </w:drawing>
      </w:r>
      <w:r w:rsidR="00342815">
        <w:rPr>
          <w:noProof/>
        </w:rPr>
        <w:drawing>
          <wp:anchor distT="0" distB="0" distL="114300" distR="114300" simplePos="0" relativeHeight="251661824" behindDoc="1" locked="0" layoutInCell="1" allowOverlap="1" wp14:anchorId="1EC74E4F" wp14:editId="5F13E20C">
            <wp:simplePos x="0" y="0"/>
            <wp:positionH relativeFrom="margin">
              <wp:posOffset>-9525</wp:posOffset>
            </wp:positionH>
            <wp:positionV relativeFrom="paragraph">
              <wp:posOffset>1600835</wp:posOffset>
            </wp:positionV>
            <wp:extent cx="4619625" cy="3590925"/>
            <wp:effectExtent l="0" t="0" r="0" b="0"/>
            <wp:wrapNone/>
            <wp:docPr id="17" name="Picture 2" descr="br-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mg-1.jpg"/>
                    <pic:cNvPicPr preferRelativeResize="0"/>
                  </pic:nvPicPr>
                  <pic:blipFill>
                    <a:blip r:embed="rId13" cstate="print"/>
                    <a:srcRect t="23232"/>
                    <a:stretch>
                      <a:fillRect/>
                    </a:stretch>
                  </pic:blipFill>
                  <pic:spPr>
                    <a:xfrm flipH="1">
                      <a:off x="0" y="0"/>
                      <a:ext cx="4619625" cy="3590925"/>
                    </a:xfrm>
                    <a:prstGeom prst="rect">
                      <a:avLst/>
                    </a:prstGeom>
                  </pic:spPr>
                </pic:pic>
              </a:graphicData>
            </a:graphic>
            <wp14:sizeRelH relativeFrom="margin">
              <wp14:pctWidth>0</wp14:pctWidth>
            </wp14:sizeRelH>
            <wp14:sizeRelV relativeFrom="margin">
              <wp14:pctHeight>0</wp14:pctHeight>
            </wp14:sizeRelV>
          </wp:anchor>
        </w:drawing>
      </w:r>
      <w:r w:rsidR="00342815">
        <w:rPr>
          <w:rFonts w:ascii="Arial" w:hAnsi="Arial" w:cs="Arial"/>
          <w:noProof/>
          <w:color w:val="0000FF"/>
          <w:sz w:val="27"/>
          <w:szCs w:val="27"/>
        </w:rPr>
        <w:drawing>
          <wp:inline distT="0" distB="0" distL="0" distR="0" wp14:anchorId="18D3CCCA" wp14:editId="1064207A">
            <wp:extent cx="3800475" cy="1200150"/>
            <wp:effectExtent l="0" t="0" r="9525" b="0"/>
            <wp:docPr id="11" name="rg_hi" descr="http://t2.gstatic.com/images?q=tbn:ANd9GcSA0VytwPzNwqntjDBWKkq5Da1LLfzxYjne3cz6JXr5f85sN-SE0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A0VytwPzNwqntjDBWKkq5Da1LLfzxYjne3cz6JXr5f85sN-SE0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00475" cy="1200150"/>
                    </a:xfrm>
                    <a:prstGeom prst="rect">
                      <a:avLst/>
                    </a:prstGeom>
                    <a:noFill/>
                    <a:ln>
                      <a:noFill/>
                    </a:ln>
                  </pic:spPr>
                </pic:pic>
              </a:graphicData>
            </a:graphic>
          </wp:inline>
        </w:drawing>
      </w:r>
      <w:bookmarkStart w:id="0" w:name="_GoBack"/>
      <w:bookmarkEnd w:id="0"/>
      <w:r w:rsidR="00801D9F">
        <w:br w:type="page"/>
      </w:r>
      <w:r w:rsidR="002D02DA">
        <w:lastRenderedPageBreak/>
        <w:t>9</w:t>
      </w:r>
    </w:p>
    <w:p w:rsidR="006937DE" w:rsidRDefault="00097304">
      <w:r>
        <w:rPr>
          <w:noProof/>
        </w:rPr>
        <mc:AlternateContent>
          <mc:Choice Requires="wps">
            <w:drawing>
              <wp:anchor distT="0" distB="0" distL="114300" distR="114300" simplePos="0" relativeHeight="251757568" behindDoc="0" locked="0" layoutInCell="1" allowOverlap="1" wp14:anchorId="6B2231AB" wp14:editId="19D86D7A">
                <wp:simplePos x="0" y="0"/>
                <wp:positionH relativeFrom="margin">
                  <wp:posOffset>4924425</wp:posOffset>
                </wp:positionH>
                <wp:positionV relativeFrom="margin">
                  <wp:posOffset>247650</wp:posOffset>
                </wp:positionV>
                <wp:extent cx="2130425" cy="9010650"/>
                <wp:effectExtent l="0" t="0" r="3175" b="0"/>
                <wp:wrapNone/>
                <wp:docPr id="40"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9010650"/>
                        </a:xfrm>
                        <a:prstGeom prst="rect">
                          <a:avLst/>
                        </a:prstGeom>
                        <a:gradFill rotWithShape="1">
                          <a:gsLst>
                            <a:gs pos="0">
                              <a:schemeClr val="bg1">
                                <a:lumMod val="100000"/>
                                <a:lumOff val="0"/>
                              </a:schemeClr>
                            </a:gs>
                            <a:gs pos="100000">
                              <a:schemeClr val="accent4">
                                <a:lumMod val="40000"/>
                                <a:lumOff val="60000"/>
                                <a:alpha val="85001"/>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7DE" w:rsidRPr="00772DBB" w:rsidRDefault="008D59FE" w:rsidP="00772DBB">
                            <w:pPr>
                              <w:pStyle w:val="Heading04"/>
                              <w:jc w:val="center"/>
                              <w:rPr>
                                <w:u w:val="single"/>
                              </w:rPr>
                            </w:pPr>
                            <w:sdt>
                              <w:sdtPr>
                                <w:rPr>
                                  <w:rStyle w:val="Heading04Char"/>
                                </w:rPr>
                                <w:id w:val="29002013"/>
                                <w:placeholder>
                                  <w:docPart w:val="197D5602EB42442C8E72395E17BDC5A2"/>
                                </w:placeholder>
                              </w:sdtPr>
                              <w:sdtEndPr>
                                <w:rPr>
                                  <w:rStyle w:val="DefaultParagraphFont"/>
                                  <w:szCs w:val="28"/>
                                  <w:u w:val="single"/>
                                </w:rPr>
                              </w:sdtEndPr>
                              <w:sdtContent>
                                <w:r w:rsidR="00772DBB" w:rsidRPr="00772DBB">
                                  <w:rPr>
                                    <w:rStyle w:val="Heading04Char"/>
                                    <w:u w:val="single"/>
                                  </w:rPr>
                                  <w:t>Co-curricular activities including all athletics</w:t>
                                </w:r>
                                <w:r w:rsidR="005470EF">
                                  <w:rPr>
                                    <w:rStyle w:val="Heading04Char"/>
                                    <w:u w:val="single"/>
                                  </w:rPr>
                                  <w:t>:</w:t>
                                </w:r>
                              </w:sdtContent>
                            </w:sdt>
                          </w:p>
                          <w:sdt>
                            <w:sdtPr>
                              <w:rPr>
                                <w:rStyle w:val="BodyContent02Char"/>
                              </w:rPr>
                              <w:id w:val="29002014"/>
                              <w:placeholder>
                                <w:docPart w:val="5F8AD7E929064E72AE8C73F4D801B6C0"/>
                              </w:placeholder>
                            </w:sdtPr>
                            <w:sdtEndPr>
                              <w:rPr>
                                <w:rStyle w:val="DefaultParagraphFont"/>
                              </w:rPr>
                            </w:sdtEndPr>
                            <w:sdtContent>
                              <w:p w:rsidR="00772DBB" w:rsidRDefault="00772DBB" w:rsidP="005470EF">
                                <w:pPr>
                                  <w:pStyle w:val="BodyContent02"/>
                                  <w:rPr>
                                    <w:rStyle w:val="BodyContent02Char"/>
                                  </w:rPr>
                                </w:pPr>
                                <w:r w:rsidRPr="00D97CC3">
                                  <w:rPr>
                                    <w:rStyle w:val="BodyContent02Char"/>
                                    <w:sz w:val="32"/>
                                    <w:szCs w:val="32"/>
                                  </w:rPr>
                                  <w:t>P</w:t>
                                </w:r>
                                <w:r>
                                  <w:rPr>
                                    <w:rStyle w:val="BodyContent02Char"/>
                                  </w:rPr>
                                  <w:t xml:space="preserve">articipation in an extra or co-curricular activity, including athletics, is a privilege and not a right. All fines and fees owed by the students to the NHCS or to a school must be paid before a student is allowed to participate in athletics, extra and co-curricular </w:t>
                                </w:r>
                              </w:p>
                              <w:p w:rsidR="00772DBB" w:rsidRDefault="00772DBB" w:rsidP="005470EF">
                                <w:pPr>
                                  <w:pStyle w:val="Heading04"/>
                                  <w:jc w:val="center"/>
                                  <w:rPr>
                                    <w:szCs w:val="28"/>
                                  </w:rPr>
                                </w:pPr>
                                <w:sdt>
                                  <w:sdtPr>
                                    <w:rPr>
                                      <w:rStyle w:val="Heading04Char"/>
                                    </w:rPr>
                                    <w:id w:val="29003368"/>
                                    <w:placeholder>
                                      <w:docPart w:val="3F90680505AC4024BD8D2AC9C29C76D2"/>
                                    </w:placeholder>
                                  </w:sdtPr>
                                  <w:sdtEndPr>
                                    <w:rPr>
                                      <w:rStyle w:val="DefaultParagraphFont"/>
                                      <w:szCs w:val="28"/>
                                    </w:rPr>
                                  </w:sdtEndPr>
                                  <w:sdtContent>
                                    <w:r w:rsidR="005470EF" w:rsidRPr="005470EF">
                                      <w:rPr>
                                        <w:rStyle w:val="Heading04Char"/>
                                        <w:u w:val="single"/>
                                      </w:rPr>
                                      <w:t>Eligibility Requirements:</w:t>
                                    </w:r>
                                  </w:sdtContent>
                                </w:sdt>
                              </w:p>
                              <w:p w:rsidR="00521D0F" w:rsidRPr="00521D0F" w:rsidRDefault="00521D0F" w:rsidP="00521D0F">
                                <w:pPr>
                                  <w:pStyle w:val="Heading04"/>
                                  <w:rPr>
                                    <w:rStyle w:val="Heading04Char"/>
                                    <w:sz w:val="18"/>
                                    <w:szCs w:val="18"/>
                                  </w:rPr>
                                </w:pPr>
                                <w:r w:rsidRPr="00521D0F">
                                  <w:rPr>
                                    <w:rStyle w:val="Heading04Char"/>
                                    <w:b/>
                                    <w:color w:val="auto"/>
                                    <w:sz w:val="18"/>
                                    <w:szCs w:val="18"/>
                                  </w:rPr>
                                  <w:t>Grade Academics</w:t>
                                </w:r>
                                <w:r w:rsidRPr="00521D0F">
                                  <w:rPr>
                                    <w:rStyle w:val="Heading04Char"/>
                                    <w:sz w:val="18"/>
                                    <w:szCs w:val="18"/>
                                  </w:rPr>
                                  <w:t xml:space="preserve">: </w:t>
                                </w:r>
                                <w:r w:rsidRPr="00521D0F">
                                  <w:rPr>
                                    <w:rStyle w:val="Heading04Char"/>
                                    <w:color w:val="auto"/>
                                    <w:sz w:val="18"/>
                                    <w:szCs w:val="18"/>
                                  </w:rPr>
                                  <w:t xml:space="preserve">A student must pass three of four classes per semester, have a 2.0 GPA, and be on pace to graduate. </w:t>
                                </w:r>
                              </w:p>
                              <w:p w:rsidR="00521D0F" w:rsidRPr="00521D0F" w:rsidRDefault="00521D0F" w:rsidP="00521D0F">
                                <w:pPr>
                                  <w:pStyle w:val="Heading04"/>
                                  <w:rPr>
                                    <w:rStyle w:val="Heading04Char"/>
                                    <w:color w:val="auto"/>
                                    <w:sz w:val="18"/>
                                    <w:szCs w:val="18"/>
                                  </w:rPr>
                                </w:pPr>
                                <w:r w:rsidRPr="00521D0F">
                                  <w:rPr>
                                    <w:rStyle w:val="Heading04Char"/>
                                    <w:b/>
                                    <w:color w:val="auto"/>
                                    <w:sz w:val="18"/>
                                    <w:szCs w:val="18"/>
                                  </w:rPr>
                                  <w:t>Physical</w:t>
                                </w:r>
                                <w:r w:rsidRPr="00521D0F">
                                  <w:rPr>
                                    <w:rStyle w:val="Heading04Char"/>
                                    <w:color w:val="auto"/>
                                    <w:sz w:val="18"/>
                                    <w:szCs w:val="18"/>
                                  </w:rPr>
                                  <w:t>: A physical is required once a year.</w:t>
                                </w:r>
                              </w:p>
                              <w:p w:rsidR="00521D0F" w:rsidRDefault="00521D0F" w:rsidP="00521D0F">
                                <w:pPr>
                                  <w:pStyle w:val="NormalWeb"/>
                                  <w:rPr>
                                    <w:rFonts w:asciiTheme="majorHAnsi" w:hAnsiTheme="majorHAnsi" w:cstheme="majorHAnsi"/>
                                    <w:sz w:val="18"/>
                                    <w:szCs w:val="18"/>
                                  </w:rPr>
                                </w:pPr>
                                <w:r w:rsidRPr="00521D0F">
                                  <w:rPr>
                                    <w:rStyle w:val="Heading04Char"/>
                                    <w:rFonts w:cstheme="majorHAnsi"/>
                                    <w:b/>
                                    <w:color w:val="auto"/>
                                    <w:sz w:val="18"/>
                                    <w:szCs w:val="18"/>
                                  </w:rPr>
                                  <w:t xml:space="preserve">Insurance: </w:t>
                                </w:r>
                                <w:r w:rsidRPr="00521D0F">
                                  <w:rPr>
                                    <w:rStyle w:val="Heading04Char"/>
                                    <w:rFonts w:cstheme="majorHAnsi"/>
                                    <w:color w:val="auto"/>
                                    <w:sz w:val="18"/>
                                    <w:szCs w:val="18"/>
                                  </w:rPr>
                                  <w:t xml:space="preserve">The New Hanover County School system recommends that all athletes purchase school athletic insurance or show proof of </w:t>
                                </w:r>
                                <w:r w:rsidRPr="00521D0F">
                                  <w:rPr>
                                    <w:rFonts w:asciiTheme="majorHAnsi" w:hAnsiTheme="majorHAnsi" w:cstheme="majorHAnsi"/>
                                    <w:sz w:val="18"/>
                                    <w:szCs w:val="18"/>
                                  </w:rPr>
                                  <w:t>accident</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insurance by completing/signing an insurance waiver form in order to participate in</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athletics (including tryouts). This information is protected but is necessary in case the</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student-athlete is injured and the parent cannot be initially contacted so that emergency</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treatment can be given without delay.</w:t>
                                </w:r>
                              </w:p>
                              <w:p w:rsidR="00521D0F" w:rsidRPr="00521D0F" w:rsidRDefault="00521D0F" w:rsidP="00521D0F">
                                <w:pPr>
                                  <w:pStyle w:val="NormalWeb"/>
                                  <w:rPr>
                                    <w:rFonts w:asciiTheme="majorHAnsi" w:hAnsiTheme="majorHAnsi" w:cstheme="majorHAnsi"/>
                                    <w:sz w:val="18"/>
                                    <w:szCs w:val="18"/>
                                  </w:rPr>
                                </w:pPr>
                                <w:r w:rsidRPr="00521D0F">
                                  <w:rPr>
                                    <w:rFonts w:asciiTheme="majorHAnsi" w:hAnsiTheme="majorHAnsi" w:cstheme="majorHAnsi"/>
                                    <w:b/>
                                    <w:sz w:val="18"/>
                                    <w:szCs w:val="18"/>
                                  </w:rPr>
                                  <w:t>Age:</w:t>
                                </w:r>
                                <w:r>
                                  <w:rPr>
                                    <w:rFonts w:asciiTheme="majorHAnsi" w:hAnsiTheme="majorHAnsi" w:cstheme="majorHAnsi"/>
                                    <w:b/>
                                    <w:sz w:val="18"/>
                                    <w:szCs w:val="18"/>
                                  </w:rPr>
                                  <w:t xml:space="preserve"> </w:t>
                                </w:r>
                                <w:r w:rsidRPr="00521D0F">
                                  <w:rPr>
                                    <w:rFonts w:asciiTheme="majorHAnsi" w:hAnsiTheme="majorHAnsi" w:cstheme="majorHAnsi"/>
                                    <w:sz w:val="18"/>
                                    <w:szCs w:val="18"/>
                                  </w:rPr>
                                  <w:t xml:space="preserve">No student is eligible who </w:t>
                                </w:r>
                                <w:proofErr w:type="gramStart"/>
                                <w:r w:rsidRPr="00521D0F">
                                  <w:rPr>
                                    <w:rFonts w:asciiTheme="majorHAnsi" w:hAnsiTheme="majorHAnsi" w:cstheme="majorHAnsi"/>
                                    <w:sz w:val="18"/>
                                    <w:szCs w:val="18"/>
                                  </w:rPr>
                                  <w:t>is</w:t>
                                </w:r>
                                <w:proofErr w:type="gramEnd"/>
                                <w:r w:rsidRPr="00521D0F">
                                  <w:rPr>
                                    <w:rFonts w:asciiTheme="majorHAnsi" w:hAnsiTheme="majorHAnsi" w:cstheme="majorHAnsi"/>
                                    <w:sz w:val="18"/>
                                    <w:szCs w:val="18"/>
                                  </w:rPr>
                                  <w:t xml:space="preserve"> 19 on or before October 16th, (born on or before</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October 16th). 8 Semesters - A student is eligible for eight (8) consecutive academic</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semesters from the date they first entered ninth (9th) grade. No student may participate</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in any high school sport more than 4 consecutive seasons or twice in the same sport</w:t>
                                </w:r>
                                <w:r w:rsidRPr="00521D0F">
                                  <w:rPr>
                                    <w:rFonts w:asciiTheme="majorHAnsi" w:hAnsiTheme="majorHAnsi" w:cstheme="majorHAnsi"/>
                                    <w:sz w:val="18"/>
                                    <w:szCs w:val="18"/>
                                  </w:rPr>
                                  <w:t xml:space="preserve"> during an academic year.</w:t>
                                </w:r>
                              </w:p>
                              <w:p w:rsidR="00097304" w:rsidRDefault="00097304" w:rsidP="00097304">
                                <w:pPr>
                                  <w:pStyle w:val="NormalWeb"/>
                                  <w:rPr>
                                    <w:rFonts w:asciiTheme="majorHAnsi" w:hAnsiTheme="majorHAnsi" w:cstheme="majorHAnsi"/>
                                    <w:sz w:val="18"/>
                                    <w:szCs w:val="18"/>
                                  </w:rPr>
                                </w:pPr>
                                <w:r>
                                  <w:rPr>
                                    <w:rFonts w:asciiTheme="majorHAnsi" w:hAnsiTheme="majorHAnsi" w:cstheme="majorHAnsi"/>
                                    <w:b/>
                                    <w:sz w:val="18"/>
                                    <w:szCs w:val="18"/>
                                  </w:rPr>
                                  <w:t xml:space="preserve">Residency: </w:t>
                                </w:r>
                                <w:r w:rsidRPr="00097304">
                                  <w:rPr>
                                    <w:rFonts w:asciiTheme="majorHAnsi" w:hAnsiTheme="majorHAnsi" w:cstheme="majorHAnsi"/>
                                    <w:sz w:val="18"/>
                                    <w:szCs w:val="18"/>
                                  </w:rPr>
                                  <w:t xml:space="preserve">A student must reside with their parents or show a court order referring </w:t>
                                </w:r>
                                <w:proofErr w:type="spellStart"/>
                                <w:r w:rsidRPr="00097304">
                                  <w:rPr>
                                    <w:rFonts w:asciiTheme="majorHAnsi" w:hAnsiTheme="majorHAnsi" w:cstheme="majorHAnsi"/>
                                    <w:sz w:val="18"/>
                                    <w:szCs w:val="18"/>
                                  </w:rPr>
                                  <w:t>interms</w:t>
                                </w:r>
                                <w:proofErr w:type="spellEnd"/>
                                <w:r w:rsidRPr="00097304">
                                  <w:rPr>
                                    <w:rFonts w:asciiTheme="majorHAnsi" w:hAnsiTheme="majorHAnsi" w:cstheme="majorHAnsi"/>
                                    <w:sz w:val="18"/>
                                    <w:szCs w:val="18"/>
                                  </w:rPr>
                                  <w:t xml:space="preserve"> of custody and not guardianship. Please contact the AHS Athletic Director if there</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are questions and for a further explanation of the residency requirements (School</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Phone: 910- 790-2360 x129).</w:t>
                                </w:r>
                              </w:p>
                              <w:p w:rsidR="00097304" w:rsidRDefault="00097304" w:rsidP="00097304">
                                <w:pPr>
                                  <w:pStyle w:val="NormalWeb"/>
                                </w:pPr>
                                <w:r w:rsidRPr="00097304">
                                  <w:rPr>
                                    <w:rFonts w:asciiTheme="majorHAnsi" w:hAnsiTheme="majorHAnsi" w:cstheme="majorHAnsi"/>
                                    <w:b/>
                                    <w:sz w:val="18"/>
                                    <w:szCs w:val="18"/>
                                  </w:rPr>
                                  <w:t xml:space="preserve">Attendance: </w:t>
                                </w:r>
                                <w:r w:rsidRPr="00097304">
                                  <w:rPr>
                                    <w:rFonts w:asciiTheme="majorHAnsi" w:hAnsiTheme="majorHAnsi" w:cstheme="majorHAnsi"/>
                                    <w:sz w:val="18"/>
                                    <w:szCs w:val="18"/>
                                  </w:rPr>
                                  <w:t>A player must have been in attendance for at least 85% of the previous</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semester at his/her previous school. If you miss more than 13 days of school, in any</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one semester, for any reason, you are ineligible the following semester.</w:t>
                                </w:r>
                              </w:p>
                              <w:p w:rsidR="00097304" w:rsidRPr="00097304" w:rsidRDefault="00097304" w:rsidP="00097304">
                                <w:pPr>
                                  <w:pStyle w:val="NormalWeb"/>
                                  <w:rPr>
                                    <w:rFonts w:asciiTheme="majorHAnsi" w:hAnsiTheme="majorHAnsi" w:cstheme="majorHAnsi"/>
                                    <w:b/>
                                    <w:sz w:val="18"/>
                                    <w:szCs w:val="18"/>
                                  </w:rPr>
                                </w:pPr>
                              </w:p>
                              <w:p w:rsidR="00521D0F" w:rsidRPr="00521D0F" w:rsidRDefault="00521D0F" w:rsidP="00521D0F">
                                <w:pPr>
                                  <w:pStyle w:val="NormalWeb"/>
                                  <w:rPr>
                                    <w:rFonts w:asciiTheme="majorHAnsi" w:hAnsiTheme="majorHAnsi" w:cstheme="majorHAnsi"/>
                                    <w:b/>
                                    <w:sz w:val="18"/>
                                    <w:szCs w:val="18"/>
                                  </w:rPr>
                                </w:pPr>
                              </w:p>
                              <w:p w:rsidR="00521D0F" w:rsidRPr="00521D0F" w:rsidRDefault="00521D0F" w:rsidP="00521D0F">
                                <w:pPr>
                                  <w:pStyle w:val="NormalWeb"/>
                                  <w:rPr>
                                    <w:rFonts w:asciiTheme="majorHAnsi" w:hAnsiTheme="majorHAnsi" w:cstheme="majorHAnsi"/>
                                    <w:sz w:val="18"/>
                                    <w:szCs w:val="18"/>
                                  </w:rPr>
                                </w:pPr>
                              </w:p>
                              <w:p w:rsidR="00521D0F" w:rsidRPr="00521D0F" w:rsidRDefault="00521D0F" w:rsidP="00521D0F">
                                <w:pPr>
                                  <w:pStyle w:val="Heading04"/>
                                  <w:rPr>
                                    <w:rStyle w:val="Heading04Char"/>
                                    <w:color w:val="auto"/>
                                    <w:sz w:val="18"/>
                                    <w:szCs w:val="18"/>
                                  </w:rPr>
                                </w:pPr>
                              </w:p>
                              <w:p w:rsidR="00521D0F" w:rsidRDefault="00521D0F" w:rsidP="00521D0F">
                                <w:pPr>
                                  <w:pStyle w:val="Heading04"/>
                                  <w:rPr>
                                    <w:rStyle w:val="Heading04Char"/>
                                  </w:rPr>
                                </w:pPr>
                              </w:p>
                              <w:p w:rsidR="006937DE" w:rsidRDefault="008D59FE" w:rsidP="00772DBB">
                                <w:pPr>
                                  <w:pStyle w:val="BodyContent02"/>
                                  <w:rPr>
                                    <w:rStyle w:val="Heading03Char"/>
                                    <w:b w:val="0"/>
                                  </w:rPr>
                                </w:pPr>
                              </w:p>
                            </w:sdtContent>
                          </w:sdt>
                        </w:txbxContent>
                      </wps:txbx>
                      <wps:bodyPr rot="0" vert="horz" wrap="square" lIns="137160" tIns="137160" rIns="137160" bIns="13716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31" style="position:absolute;margin-left:387.75pt;margin-top:19.5pt;width:167.75pt;height:709.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" fillcolor="white [3212]" stroked="f">
                <v:fill color2="#fbebab [1303]" o:opacity2="55706f" rotate="t" focus="100%" type="gradient"/>
                <v:textbox inset="10.8pt,10.8pt,10.8pt,10.8pt">
                  <w:txbxContent>
                    <w:p w:rsidR="006937DE" w:rsidRPr="00772DBB" w:rsidRDefault="008D59FE" w:rsidP="00772DBB">
                      <w:pPr>
                        <w:pStyle w:val="Heading04"/>
                        <w:jc w:val="center"/>
                        <w:rPr>
                          <w:u w:val="single"/>
                        </w:rPr>
                      </w:pPr>
                      <w:sdt>
                        <w:sdtPr>
                          <w:rPr>
                            <w:rStyle w:val="Heading04Char"/>
                          </w:rPr>
                          <w:id w:val="29002013"/>
                          <w:placeholder>
                            <w:docPart w:val="197D5602EB42442C8E72395E17BDC5A2"/>
                          </w:placeholder>
                        </w:sdtPr>
                        <w:sdtEndPr>
                          <w:rPr>
                            <w:rStyle w:val="DefaultParagraphFont"/>
                            <w:szCs w:val="28"/>
                            <w:u w:val="single"/>
                          </w:rPr>
                        </w:sdtEndPr>
                        <w:sdtContent>
                          <w:r w:rsidR="00772DBB" w:rsidRPr="00772DBB">
                            <w:rPr>
                              <w:rStyle w:val="Heading04Char"/>
                              <w:u w:val="single"/>
                            </w:rPr>
                            <w:t>Co-curricular activities including all athletics</w:t>
                          </w:r>
                          <w:r w:rsidR="005470EF">
                            <w:rPr>
                              <w:rStyle w:val="Heading04Char"/>
                              <w:u w:val="single"/>
                            </w:rPr>
                            <w:t>:</w:t>
                          </w:r>
                        </w:sdtContent>
                      </w:sdt>
                    </w:p>
                    <w:sdt>
                      <w:sdtPr>
                        <w:rPr>
                          <w:rStyle w:val="BodyContent02Char"/>
                        </w:rPr>
                        <w:id w:val="29002014"/>
                        <w:placeholder>
                          <w:docPart w:val="5F8AD7E929064E72AE8C73F4D801B6C0"/>
                        </w:placeholder>
                      </w:sdtPr>
                      <w:sdtEndPr>
                        <w:rPr>
                          <w:rStyle w:val="DefaultParagraphFont"/>
                        </w:rPr>
                      </w:sdtEndPr>
                      <w:sdtContent>
                        <w:p w:rsidR="00772DBB" w:rsidRDefault="00772DBB" w:rsidP="005470EF">
                          <w:pPr>
                            <w:pStyle w:val="BodyContent02"/>
                            <w:rPr>
                              <w:rStyle w:val="BodyContent02Char"/>
                            </w:rPr>
                          </w:pPr>
                          <w:r w:rsidRPr="00D97CC3">
                            <w:rPr>
                              <w:rStyle w:val="BodyContent02Char"/>
                              <w:sz w:val="32"/>
                              <w:szCs w:val="32"/>
                            </w:rPr>
                            <w:t>P</w:t>
                          </w:r>
                          <w:r>
                            <w:rPr>
                              <w:rStyle w:val="BodyContent02Char"/>
                            </w:rPr>
                            <w:t xml:space="preserve">articipation in an extra or co-curricular activity, including athletics, is a privilege and not a right. All fines and fees owed by the students to the NHCS or to a school must be paid before a student is allowed to participate in athletics, extra and co-curricular </w:t>
                          </w:r>
                        </w:p>
                        <w:p w:rsidR="00772DBB" w:rsidRDefault="00772DBB" w:rsidP="005470EF">
                          <w:pPr>
                            <w:pStyle w:val="Heading04"/>
                            <w:jc w:val="center"/>
                            <w:rPr>
                              <w:szCs w:val="28"/>
                            </w:rPr>
                          </w:pPr>
                          <w:sdt>
                            <w:sdtPr>
                              <w:rPr>
                                <w:rStyle w:val="Heading04Char"/>
                              </w:rPr>
                              <w:id w:val="29003368"/>
                              <w:placeholder>
                                <w:docPart w:val="3F90680505AC4024BD8D2AC9C29C76D2"/>
                              </w:placeholder>
                            </w:sdtPr>
                            <w:sdtEndPr>
                              <w:rPr>
                                <w:rStyle w:val="DefaultParagraphFont"/>
                                <w:szCs w:val="28"/>
                              </w:rPr>
                            </w:sdtEndPr>
                            <w:sdtContent>
                              <w:r w:rsidR="005470EF" w:rsidRPr="005470EF">
                                <w:rPr>
                                  <w:rStyle w:val="Heading04Char"/>
                                  <w:u w:val="single"/>
                                </w:rPr>
                                <w:t>Eligibility Requirements:</w:t>
                              </w:r>
                            </w:sdtContent>
                          </w:sdt>
                        </w:p>
                        <w:p w:rsidR="00521D0F" w:rsidRPr="00521D0F" w:rsidRDefault="00521D0F" w:rsidP="00521D0F">
                          <w:pPr>
                            <w:pStyle w:val="Heading04"/>
                            <w:rPr>
                              <w:rStyle w:val="Heading04Char"/>
                              <w:sz w:val="18"/>
                              <w:szCs w:val="18"/>
                            </w:rPr>
                          </w:pPr>
                          <w:r w:rsidRPr="00521D0F">
                            <w:rPr>
                              <w:rStyle w:val="Heading04Char"/>
                              <w:b/>
                              <w:color w:val="auto"/>
                              <w:sz w:val="18"/>
                              <w:szCs w:val="18"/>
                            </w:rPr>
                            <w:t>Grade Academics</w:t>
                          </w:r>
                          <w:r w:rsidRPr="00521D0F">
                            <w:rPr>
                              <w:rStyle w:val="Heading04Char"/>
                              <w:sz w:val="18"/>
                              <w:szCs w:val="18"/>
                            </w:rPr>
                            <w:t xml:space="preserve">: </w:t>
                          </w:r>
                          <w:r w:rsidRPr="00521D0F">
                            <w:rPr>
                              <w:rStyle w:val="Heading04Char"/>
                              <w:color w:val="auto"/>
                              <w:sz w:val="18"/>
                              <w:szCs w:val="18"/>
                            </w:rPr>
                            <w:t xml:space="preserve">A student must pass three of four classes per semester, have a 2.0 GPA, and be on pace to graduate. </w:t>
                          </w:r>
                        </w:p>
                        <w:p w:rsidR="00521D0F" w:rsidRPr="00521D0F" w:rsidRDefault="00521D0F" w:rsidP="00521D0F">
                          <w:pPr>
                            <w:pStyle w:val="Heading04"/>
                            <w:rPr>
                              <w:rStyle w:val="Heading04Char"/>
                              <w:color w:val="auto"/>
                              <w:sz w:val="18"/>
                              <w:szCs w:val="18"/>
                            </w:rPr>
                          </w:pPr>
                          <w:r w:rsidRPr="00521D0F">
                            <w:rPr>
                              <w:rStyle w:val="Heading04Char"/>
                              <w:b/>
                              <w:color w:val="auto"/>
                              <w:sz w:val="18"/>
                              <w:szCs w:val="18"/>
                            </w:rPr>
                            <w:t>Physical</w:t>
                          </w:r>
                          <w:r w:rsidRPr="00521D0F">
                            <w:rPr>
                              <w:rStyle w:val="Heading04Char"/>
                              <w:color w:val="auto"/>
                              <w:sz w:val="18"/>
                              <w:szCs w:val="18"/>
                            </w:rPr>
                            <w:t>: A physical is required once a year.</w:t>
                          </w:r>
                        </w:p>
                        <w:p w:rsidR="00521D0F" w:rsidRDefault="00521D0F" w:rsidP="00521D0F">
                          <w:pPr>
                            <w:pStyle w:val="NormalWeb"/>
                            <w:rPr>
                              <w:rFonts w:asciiTheme="majorHAnsi" w:hAnsiTheme="majorHAnsi" w:cstheme="majorHAnsi"/>
                              <w:sz w:val="18"/>
                              <w:szCs w:val="18"/>
                            </w:rPr>
                          </w:pPr>
                          <w:r w:rsidRPr="00521D0F">
                            <w:rPr>
                              <w:rStyle w:val="Heading04Char"/>
                              <w:rFonts w:cstheme="majorHAnsi"/>
                              <w:b/>
                              <w:color w:val="auto"/>
                              <w:sz w:val="18"/>
                              <w:szCs w:val="18"/>
                            </w:rPr>
                            <w:t xml:space="preserve">Insurance: </w:t>
                          </w:r>
                          <w:r w:rsidRPr="00521D0F">
                            <w:rPr>
                              <w:rStyle w:val="Heading04Char"/>
                              <w:rFonts w:cstheme="majorHAnsi"/>
                              <w:color w:val="auto"/>
                              <w:sz w:val="18"/>
                              <w:szCs w:val="18"/>
                            </w:rPr>
                            <w:t xml:space="preserve">The New Hanover County School system recommends that all athletes purchase school athletic insurance or show proof of </w:t>
                          </w:r>
                          <w:r w:rsidRPr="00521D0F">
                            <w:rPr>
                              <w:rFonts w:asciiTheme="majorHAnsi" w:hAnsiTheme="majorHAnsi" w:cstheme="majorHAnsi"/>
                              <w:sz w:val="18"/>
                              <w:szCs w:val="18"/>
                            </w:rPr>
                            <w:t>accident</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insurance by completing/signing an insurance waiver form in order to participate in</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athletics (including tryouts). This information is protected but is necessary in case the</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student-athlete is injured and the parent cannot be initially contacted so that emergency</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treatment can be given without delay.</w:t>
                          </w:r>
                        </w:p>
                        <w:p w:rsidR="00521D0F" w:rsidRPr="00521D0F" w:rsidRDefault="00521D0F" w:rsidP="00521D0F">
                          <w:pPr>
                            <w:pStyle w:val="NormalWeb"/>
                            <w:rPr>
                              <w:rFonts w:asciiTheme="majorHAnsi" w:hAnsiTheme="majorHAnsi" w:cstheme="majorHAnsi"/>
                              <w:sz w:val="18"/>
                              <w:szCs w:val="18"/>
                            </w:rPr>
                          </w:pPr>
                          <w:r w:rsidRPr="00521D0F">
                            <w:rPr>
                              <w:rFonts w:asciiTheme="majorHAnsi" w:hAnsiTheme="majorHAnsi" w:cstheme="majorHAnsi"/>
                              <w:b/>
                              <w:sz w:val="18"/>
                              <w:szCs w:val="18"/>
                            </w:rPr>
                            <w:t>Age:</w:t>
                          </w:r>
                          <w:r>
                            <w:rPr>
                              <w:rFonts w:asciiTheme="majorHAnsi" w:hAnsiTheme="majorHAnsi" w:cstheme="majorHAnsi"/>
                              <w:b/>
                              <w:sz w:val="18"/>
                              <w:szCs w:val="18"/>
                            </w:rPr>
                            <w:t xml:space="preserve"> </w:t>
                          </w:r>
                          <w:r w:rsidRPr="00521D0F">
                            <w:rPr>
                              <w:rFonts w:asciiTheme="majorHAnsi" w:hAnsiTheme="majorHAnsi" w:cstheme="majorHAnsi"/>
                              <w:sz w:val="18"/>
                              <w:szCs w:val="18"/>
                            </w:rPr>
                            <w:t xml:space="preserve">No student is eligible who </w:t>
                          </w:r>
                          <w:proofErr w:type="gramStart"/>
                          <w:r w:rsidRPr="00521D0F">
                            <w:rPr>
                              <w:rFonts w:asciiTheme="majorHAnsi" w:hAnsiTheme="majorHAnsi" w:cstheme="majorHAnsi"/>
                              <w:sz w:val="18"/>
                              <w:szCs w:val="18"/>
                            </w:rPr>
                            <w:t>is</w:t>
                          </w:r>
                          <w:proofErr w:type="gramEnd"/>
                          <w:r w:rsidRPr="00521D0F">
                            <w:rPr>
                              <w:rFonts w:asciiTheme="majorHAnsi" w:hAnsiTheme="majorHAnsi" w:cstheme="majorHAnsi"/>
                              <w:sz w:val="18"/>
                              <w:szCs w:val="18"/>
                            </w:rPr>
                            <w:t xml:space="preserve"> 19 on or before October 16th, (born on or before</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October 16th). 8 Semesters - A student is eligible for eight (8) consecutive academic</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semesters from the date they first entered ninth (9th) grade. No student may participate</w:t>
                          </w:r>
                          <w:r w:rsidRPr="00521D0F">
                            <w:rPr>
                              <w:rFonts w:asciiTheme="majorHAnsi" w:hAnsiTheme="majorHAnsi" w:cstheme="majorHAnsi"/>
                              <w:sz w:val="18"/>
                              <w:szCs w:val="18"/>
                            </w:rPr>
                            <w:t xml:space="preserve"> </w:t>
                          </w:r>
                          <w:r w:rsidRPr="00521D0F">
                            <w:rPr>
                              <w:rFonts w:asciiTheme="majorHAnsi" w:hAnsiTheme="majorHAnsi" w:cstheme="majorHAnsi"/>
                              <w:sz w:val="18"/>
                              <w:szCs w:val="18"/>
                            </w:rPr>
                            <w:t>in any high school sport more than 4 consecutive seasons or twice in the same sport</w:t>
                          </w:r>
                          <w:r w:rsidRPr="00521D0F">
                            <w:rPr>
                              <w:rFonts w:asciiTheme="majorHAnsi" w:hAnsiTheme="majorHAnsi" w:cstheme="majorHAnsi"/>
                              <w:sz w:val="18"/>
                              <w:szCs w:val="18"/>
                            </w:rPr>
                            <w:t xml:space="preserve"> during an academic year.</w:t>
                          </w:r>
                        </w:p>
                        <w:p w:rsidR="00097304" w:rsidRDefault="00097304" w:rsidP="00097304">
                          <w:pPr>
                            <w:pStyle w:val="NormalWeb"/>
                            <w:rPr>
                              <w:rFonts w:asciiTheme="majorHAnsi" w:hAnsiTheme="majorHAnsi" w:cstheme="majorHAnsi"/>
                              <w:sz w:val="18"/>
                              <w:szCs w:val="18"/>
                            </w:rPr>
                          </w:pPr>
                          <w:r>
                            <w:rPr>
                              <w:rFonts w:asciiTheme="majorHAnsi" w:hAnsiTheme="majorHAnsi" w:cstheme="majorHAnsi"/>
                              <w:b/>
                              <w:sz w:val="18"/>
                              <w:szCs w:val="18"/>
                            </w:rPr>
                            <w:t xml:space="preserve">Residency: </w:t>
                          </w:r>
                          <w:r w:rsidRPr="00097304">
                            <w:rPr>
                              <w:rFonts w:asciiTheme="majorHAnsi" w:hAnsiTheme="majorHAnsi" w:cstheme="majorHAnsi"/>
                              <w:sz w:val="18"/>
                              <w:szCs w:val="18"/>
                            </w:rPr>
                            <w:t xml:space="preserve">A student must reside with their parents or show a court order referring </w:t>
                          </w:r>
                          <w:proofErr w:type="spellStart"/>
                          <w:r w:rsidRPr="00097304">
                            <w:rPr>
                              <w:rFonts w:asciiTheme="majorHAnsi" w:hAnsiTheme="majorHAnsi" w:cstheme="majorHAnsi"/>
                              <w:sz w:val="18"/>
                              <w:szCs w:val="18"/>
                            </w:rPr>
                            <w:t>interms</w:t>
                          </w:r>
                          <w:proofErr w:type="spellEnd"/>
                          <w:r w:rsidRPr="00097304">
                            <w:rPr>
                              <w:rFonts w:asciiTheme="majorHAnsi" w:hAnsiTheme="majorHAnsi" w:cstheme="majorHAnsi"/>
                              <w:sz w:val="18"/>
                              <w:szCs w:val="18"/>
                            </w:rPr>
                            <w:t xml:space="preserve"> of custody and not guardianship. Please contact the AHS Athletic Director if there</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are questions and for a further explanation of the residency requirements (School</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Phone: 910- 790-2360 x129).</w:t>
                          </w:r>
                        </w:p>
                        <w:p w:rsidR="00097304" w:rsidRDefault="00097304" w:rsidP="00097304">
                          <w:pPr>
                            <w:pStyle w:val="NormalWeb"/>
                          </w:pPr>
                          <w:r w:rsidRPr="00097304">
                            <w:rPr>
                              <w:rFonts w:asciiTheme="majorHAnsi" w:hAnsiTheme="majorHAnsi" w:cstheme="majorHAnsi"/>
                              <w:b/>
                              <w:sz w:val="18"/>
                              <w:szCs w:val="18"/>
                            </w:rPr>
                            <w:t xml:space="preserve">Attendance: </w:t>
                          </w:r>
                          <w:r w:rsidRPr="00097304">
                            <w:rPr>
                              <w:rFonts w:asciiTheme="majorHAnsi" w:hAnsiTheme="majorHAnsi" w:cstheme="majorHAnsi"/>
                              <w:sz w:val="18"/>
                              <w:szCs w:val="18"/>
                            </w:rPr>
                            <w:t>A player must have been in attendance for at least 85% of the previous</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semester at his/her previous school. If you miss more than 13 days of school, in any</w:t>
                          </w:r>
                          <w:r w:rsidRPr="00097304">
                            <w:rPr>
                              <w:rFonts w:asciiTheme="majorHAnsi" w:hAnsiTheme="majorHAnsi" w:cstheme="majorHAnsi"/>
                              <w:sz w:val="18"/>
                              <w:szCs w:val="18"/>
                            </w:rPr>
                            <w:t xml:space="preserve"> </w:t>
                          </w:r>
                          <w:r w:rsidRPr="00097304">
                            <w:rPr>
                              <w:rFonts w:asciiTheme="majorHAnsi" w:hAnsiTheme="majorHAnsi" w:cstheme="majorHAnsi"/>
                              <w:sz w:val="18"/>
                              <w:szCs w:val="18"/>
                            </w:rPr>
                            <w:t>one semester, for any reason, you are ineligible the following semester.</w:t>
                          </w:r>
                        </w:p>
                        <w:p w:rsidR="00097304" w:rsidRPr="00097304" w:rsidRDefault="00097304" w:rsidP="00097304">
                          <w:pPr>
                            <w:pStyle w:val="NormalWeb"/>
                            <w:rPr>
                              <w:rFonts w:asciiTheme="majorHAnsi" w:hAnsiTheme="majorHAnsi" w:cstheme="majorHAnsi"/>
                              <w:b/>
                              <w:sz w:val="18"/>
                              <w:szCs w:val="18"/>
                            </w:rPr>
                          </w:pPr>
                        </w:p>
                        <w:p w:rsidR="00521D0F" w:rsidRPr="00521D0F" w:rsidRDefault="00521D0F" w:rsidP="00521D0F">
                          <w:pPr>
                            <w:pStyle w:val="NormalWeb"/>
                            <w:rPr>
                              <w:rFonts w:asciiTheme="majorHAnsi" w:hAnsiTheme="majorHAnsi" w:cstheme="majorHAnsi"/>
                              <w:b/>
                              <w:sz w:val="18"/>
                              <w:szCs w:val="18"/>
                            </w:rPr>
                          </w:pPr>
                        </w:p>
                        <w:p w:rsidR="00521D0F" w:rsidRPr="00521D0F" w:rsidRDefault="00521D0F" w:rsidP="00521D0F">
                          <w:pPr>
                            <w:pStyle w:val="NormalWeb"/>
                            <w:rPr>
                              <w:rFonts w:asciiTheme="majorHAnsi" w:hAnsiTheme="majorHAnsi" w:cstheme="majorHAnsi"/>
                              <w:sz w:val="18"/>
                              <w:szCs w:val="18"/>
                            </w:rPr>
                          </w:pPr>
                        </w:p>
                        <w:p w:rsidR="00521D0F" w:rsidRPr="00521D0F" w:rsidRDefault="00521D0F" w:rsidP="00521D0F">
                          <w:pPr>
                            <w:pStyle w:val="Heading04"/>
                            <w:rPr>
                              <w:rStyle w:val="Heading04Char"/>
                              <w:color w:val="auto"/>
                              <w:sz w:val="18"/>
                              <w:szCs w:val="18"/>
                            </w:rPr>
                          </w:pPr>
                        </w:p>
                        <w:p w:rsidR="00521D0F" w:rsidRDefault="00521D0F" w:rsidP="00521D0F">
                          <w:pPr>
                            <w:pStyle w:val="Heading04"/>
                            <w:rPr>
                              <w:rStyle w:val="Heading04Char"/>
                            </w:rPr>
                          </w:pPr>
                        </w:p>
                        <w:p w:rsidR="006937DE" w:rsidRDefault="008D59FE" w:rsidP="00772DBB">
                          <w:pPr>
                            <w:pStyle w:val="BodyContent02"/>
                            <w:rPr>
                              <w:rStyle w:val="Heading03Char"/>
                              <w:b w:val="0"/>
                            </w:rPr>
                          </w:pPr>
                        </w:p>
                      </w:sdtContent>
                    </w:sdt>
                  </w:txbxContent>
                </v:textbox>
                <w10:wrap anchorx="margin" anchory="margin"/>
              </v:rect>
            </w:pict>
          </mc:Fallback>
        </mc:AlternateContent>
      </w:r>
      <w:r w:rsidR="005470EF">
        <w:rPr>
          <w:noProof/>
        </w:rPr>
        <mc:AlternateContent>
          <mc:Choice Requires="wps">
            <w:drawing>
              <wp:anchor distT="0" distB="0" distL="114300" distR="114300" simplePos="0" relativeHeight="251755520" behindDoc="0" locked="0" layoutInCell="1" allowOverlap="1" wp14:anchorId="7829713B" wp14:editId="68E9D44D">
                <wp:simplePos x="0" y="0"/>
                <wp:positionH relativeFrom="margin">
                  <wp:posOffset>0</wp:posOffset>
                </wp:positionH>
                <wp:positionV relativeFrom="margin">
                  <wp:posOffset>0</wp:posOffset>
                </wp:positionV>
                <wp:extent cx="7315200" cy="9601200"/>
                <wp:effectExtent l="0" t="0" r="0" b="0"/>
                <wp:wrapNone/>
                <wp:docPr id="4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9601200"/>
                        </a:xfrm>
                        <a:prstGeom prst="rect">
                          <a:avLst/>
                        </a:prstGeom>
                        <a:solidFill>
                          <a:schemeClr val="accent3">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0;margin-top:0;width:8in;height:756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" fillcolor="#59150b [1606]" stroked="f">
                <w10:wrap anchorx="margin" anchory="margin"/>
              </v:rect>
            </w:pict>
          </mc:Fallback>
        </mc:AlternateContent>
      </w:r>
      <w:r w:rsidR="005470EF">
        <w:rPr>
          <w:noProof/>
        </w:rPr>
        <mc:AlternateContent>
          <mc:Choice Requires="wps">
            <w:drawing>
              <wp:anchor distT="0" distB="0" distL="114300" distR="114300" simplePos="0" relativeHeight="251756544" behindDoc="0" locked="0" layoutInCell="1" allowOverlap="1" wp14:anchorId="6D826F27" wp14:editId="3FEF1B90">
                <wp:simplePos x="0" y="0"/>
                <wp:positionH relativeFrom="margin">
                  <wp:align>left</wp:align>
                </wp:positionH>
                <wp:positionV relativeFrom="margin">
                  <wp:align>top</wp:align>
                </wp:positionV>
                <wp:extent cx="5029200" cy="942975"/>
                <wp:effectExtent l="0" t="0" r="0" b="0"/>
                <wp:wrapNone/>
                <wp:docPr id="42"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942975"/>
                        </a:xfrm>
                        <a:prstGeom prst="rect">
                          <a:avLst/>
                        </a:prstGeom>
                        <a:noFill/>
                        <a:ln>
                          <a:noFill/>
                        </a:ln>
                        <a:extLst>
                          <a:ext uri="{909E8E84-426E-40DD-AFC4-6F175D3DCCD1}">
                            <a14:hiddenFill xmlns:a14="http://schemas.microsoft.com/office/drawing/2010/main">
                              <a:solidFill>
                                <a:schemeClr val="accent3">
                                  <a:lumMod val="5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37DE" w:rsidRPr="008405F4" w:rsidRDefault="008405F4" w:rsidP="008405F4">
                            <w:pPr>
                              <w:pStyle w:val="Heading04"/>
                              <w:rPr>
                                <w:sz w:val="18"/>
                                <w:szCs w:val="18"/>
                              </w:rPr>
                            </w:pPr>
                            <w:r w:rsidRPr="008405F4">
                              <w:rPr>
                                <w:sz w:val="18"/>
                                <w:szCs w:val="18"/>
                              </w:rPr>
                              <w:t>All spring sports begin practice Monday, February 13</w:t>
                            </w:r>
                            <w:r w:rsidRPr="008405F4">
                              <w:rPr>
                                <w:sz w:val="18"/>
                                <w:szCs w:val="18"/>
                                <w:vertAlign w:val="superscript"/>
                              </w:rPr>
                              <w:t>th</w:t>
                            </w:r>
                            <w:r w:rsidRPr="008405F4">
                              <w:rPr>
                                <w:sz w:val="18"/>
                                <w:szCs w:val="18"/>
                              </w:rPr>
                              <w:t>, 2012</w:t>
                            </w:r>
                          </w:p>
                          <w:p w:rsidR="008405F4" w:rsidRPr="00D97CC3" w:rsidRDefault="008405F4" w:rsidP="008405F4">
                            <w:pPr>
                              <w:pStyle w:val="Heading04"/>
                              <w:spacing w:after="0"/>
                              <w:rPr>
                                <w:sz w:val="36"/>
                                <w:szCs w:val="36"/>
                                <w:u w:val="single"/>
                              </w:rPr>
                            </w:pPr>
                            <w:r w:rsidRPr="00D97CC3">
                              <w:rPr>
                                <w:sz w:val="36"/>
                                <w:szCs w:val="36"/>
                                <w:u w:val="single"/>
                              </w:rPr>
                              <w:t>Practice Times and Locations</w:t>
                            </w:r>
                          </w:p>
                          <w:p w:rsidR="008405F4" w:rsidRPr="008405F4" w:rsidRDefault="008405F4" w:rsidP="008405F4">
                            <w:pPr>
                              <w:pStyle w:val="Heading04"/>
                              <w:spacing w:after="0"/>
                              <w:rPr>
                                <w:sz w:val="18"/>
                                <w:szCs w:val="18"/>
                              </w:rPr>
                            </w:pPr>
                            <w:r w:rsidRPr="008405F4">
                              <w:rPr>
                                <w:sz w:val="18"/>
                                <w:szCs w:val="18"/>
                              </w:rPr>
                              <w:t>Places and times may change due to weather conditions or other issues</w:t>
                            </w:r>
                          </w:p>
                        </w:txbxContent>
                      </wps:txbx>
                      <wps:bodyPr rot="0" vert="horz" wrap="square" lIns="182880" tIns="18288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32" style="position:absolute;margin-left:0;margin-top:0;width:396pt;height:74.25pt;z-index:251756544;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" filled="f" fillcolor="#59150b [1606]" stroked="f">
                <v:textbox inset="14.4pt,14.4pt,14.4pt">
                  <w:txbxContent>
                    <w:p w:rsidR="006937DE" w:rsidRPr="008405F4" w:rsidRDefault="008405F4" w:rsidP="008405F4">
                      <w:pPr>
                        <w:pStyle w:val="Heading04"/>
                        <w:rPr>
                          <w:sz w:val="18"/>
                          <w:szCs w:val="18"/>
                        </w:rPr>
                      </w:pPr>
                      <w:r w:rsidRPr="008405F4">
                        <w:rPr>
                          <w:sz w:val="18"/>
                          <w:szCs w:val="18"/>
                        </w:rPr>
                        <w:t>All spring sports begin practice Monday, February 13</w:t>
                      </w:r>
                      <w:r w:rsidRPr="008405F4">
                        <w:rPr>
                          <w:sz w:val="18"/>
                          <w:szCs w:val="18"/>
                          <w:vertAlign w:val="superscript"/>
                        </w:rPr>
                        <w:t>th</w:t>
                      </w:r>
                      <w:r w:rsidRPr="008405F4">
                        <w:rPr>
                          <w:sz w:val="18"/>
                          <w:szCs w:val="18"/>
                        </w:rPr>
                        <w:t>, 2012</w:t>
                      </w:r>
                    </w:p>
                    <w:p w:rsidR="008405F4" w:rsidRPr="00D97CC3" w:rsidRDefault="008405F4" w:rsidP="008405F4">
                      <w:pPr>
                        <w:pStyle w:val="Heading04"/>
                        <w:spacing w:after="0"/>
                        <w:rPr>
                          <w:sz w:val="36"/>
                          <w:szCs w:val="36"/>
                          <w:u w:val="single"/>
                        </w:rPr>
                      </w:pPr>
                      <w:r w:rsidRPr="00D97CC3">
                        <w:rPr>
                          <w:sz w:val="36"/>
                          <w:szCs w:val="36"/>
                          <w:u w:val="single"/>
                        </w:rPr>
                        <w:t>Practice Times and Locations</w:t>
                      </w:r>
                    </w:p>
                    <w:p w:rsidR="008405F4" w:rsidRPr="008405F4" w:rsidRDefault="008405F4" w:rsidP="008405F4">
                      <w:pPr>
                        <w:pStyle w:val="Heading04"/>
                        <w:spacing w:after="0"/>
                        <w:rPr>
                          <w:sz w:val="18"/>
                          <w:szCs w:val="18"/>
                        </w:rPr>
                      </w:pPr>
                      <w:r w:rsidRPr="008405F4">
                        <w:rPr>
                          <w:sz w:val="18"/>
                          <w:szCs w:val="18"/>
                        </w:rPr>
                        <w:t>Places and times may change due to weather conditions or other issues</w:t>
                      </w:r>
                    </w:p>
                  </w:txbxContent>
                </v:textbox>
                <w10:wrap anchorx="margin" anchory="margin"/>
              </v:rect>
            </w:pict>
          </mc:Fallback>
        </mc:AlternateContent>
      </w:r>
    </w:p>
    <w:p w:rsidR="006937DE" w:rsidRDefault="005470EF">
      <w:r>
        <w:rPr>
          <w:noProof/>
        </w:rPr>
        <mc:AlternateContent>
          <mc:Choice Requires="wps">
            <w:drawing>
              <wp:anchor distT="0" distB="0" distL="114300" distR="114300" simplePos="0" relativeHeight="251760640" behindDoc="0" locked="0" layoutInCell="1" allowOverlap="1" wp14:anchorId="53012878" wp14:editId="6E7A7688">
                <wp:simplePos x="0" y="0"/>
                <wp:positionH relativeFrom="column">
                  <wp:posOffset>209550</wp:posOffset>
                </wp:positionH>
                <wp:positionV relativeFrom="paragraph">
                  <wp:posOffset>172085</wp:posOffset>
                </wp:positionV>
                <wp:extent cx="4819650" cy="2807335"/>
                <wp:effectExtent l="0" t="0" r="0" b="2540"/>
                <wp:wrapNone/>
                <wp:docPr id="41"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0" cy="280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8">
                        <w:txbxContent>
                          <w:sdt>
                            <w:sdtPr>
                              <w:id w:val="29002269"/>
                              <w:placeholder>
                                <w:docPart w:val="25210203B0FC4E1D8438B62F61B44D27"/>
                              </w:placeholder>
                            </w:sdtPr>
                            <w:sdtEndPr>
                              <w:rPr>
                                <w:i/>
                                <w:color w:val="auto"/>
                                <w:sz w:val="16"/>
                                <w:szCs w:val="16"/>
                                <w:u w:val="single"/>
                              </w:rPr>
                            </w:sdtEndPr>
                            <w:sdtContent>
                              <w:p w:rsidR="008405F4" w:rsidRDefault="008405F4" w:rsidP="008405F4">
                                <w:pPr>
                                  <w:pStyle w:val="BodyContent"/>
                                </w:pPr>
                              </w:p>
                              <w:tbl>
                                <w:tblPr>
                                  <w:tblStyle w:val="TableGrid"/>
                                  <w:tblW w:w="6725" w:type="dxa"/>
                                  <w:tblLook w:val="04A0" w:firstRow="1" w:lastRow="0" w:firstColumn="1" w:lastColumn="0" w:noHBand="0" w:noVBand="1"/>
                                </w:tblPr>
                                <w:tblGrid>
                                  <w:gridCol w:w="1681"/>
                                  <w:gridCol w:w="1681"/>
                                  <w:gridCol w:w="1681"/>
                                  <w:gridCol w:w="1682"/>
                                </w:tblGrid>
                                <w:tr w:rsidR="008405F4" w:rsidTr="008405F4">
                                  <w:trPr>
                                    <w:trHeight w:val="347"/>
                                  </w:trPr>
                                  <w:tc>
                                    <w:tcPr>
                                      <w:tcW w:w="1681" w:type="dxa"/>
                                    </w:tcPr>
                                    <w:p w:rsidR="008405F4" w:rsidRDefault="008405F4" w:rsidP="008405F4">
                                      <w:pPr>
                                        <w:pStyle w:val="BodyContent"/>
                                        <w:jc w:val="center"/>
                                      </w:pPr>
                                      <w:r>
                                        <w:t>Baseball</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3:30 pm</w:t>
                                      </w:r>
                                    </w:p>
                                  </w:tc>
                                  <w:tc>
                                    <w:tcPr>
                                      <w:tcW w:w="1682" w:type="dxa"/>
                                    </w:tcPr>
                                    <w:p w:rsidR="008405F4" w:rsidRDefault="00772DBB" w:rsidP="00772DBB">
                                      <w:pPr>
                                        <w:pStyle w:val="BodyContent"/>
                                        <w:jc w:val="center"/>
                                      </w:pPr>
                                      <w:r>
                                        <w:t>Baseball Field</w:t>
                                      </w:r>
                                    </w:p>
                                  </w:tc>
                                </w:tr>
                                <w:tr w:rsidR="008405F4" w:rsidTr="008405F4">
                                  <w:trPr>
                                    <w:trHeight w:val="347"/>
                                  </w:trPr>
                                  <w:tc>
                                    <w:tcPr>
                                      <w:tcW w:w="1681" w:type="dxa"/>
                                    </w:tcPr>
                                    <w:p w:rsidR="008405F4" w:rsidRDefault="008405F4" w:rsidP="008405F4">
                                      <w:pPr>
                                        <w:pStyle w:val="BodyContent"/>
                                        <w:jc w:val="center"/>
                                      </w:pPr>
                                      <w:r>
                                        <w:t>Men’s Golf</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 xml:space="preserve">Beau </w:t>
                                      </w:r>
                                      <w:proofErr w:type="spellStart"/>
                                      <w:r>
                                        <w:t>Rivage</w:t>
                                      </w:r>
                                      <w:proofErr w:type="spellEnd"/>
                                    </w:p>
                                  </w:tc>
                                </w:tr>
                                <w:tr w:rsidR="008405F4" w:rsidTr="008405F4">
                                  <w:trPr>
                                    <w:trHeight w:val="347"/>
                                  </w:trPr>
                                  <w:tc>
                                    <w:tcPr>
                                      <w:tcW w:w="1681" w:type="dxa"/>
                                    </w:tcPr>
                                    <w:p w:rsidR="008405F4" w:rsidRDefault="008405F4" w:rsidP="008405F4">
                                      <w:pPr>
                                        <w:pStyle w:val="BodyContent"/>
                                        <w:jc w:val="center"/>
                                      </w:pPr>
                                      <w:r>
                                        <w:t>Men’s Lacrosse</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Veterans Park</w:t>
                                      </w:r>
                                    </w:p>
                                  </w:tc>
                                </w:tr>
                                <w:tr w:rsidR="008405F4" w:rsidTr="008405F4">
                                  <w:trPr>
                                    <w:trHeight w:val="347"/>
                                  </w:trPr>
                                  <w:tc>
                                    <w:tcPr>
                                      <w:tcW w:w="1681" w:type="dxa"/>
                                    </w:tcPr>
                                    <w:p w:rsidR="008405F4" w:rsidRDefault="008405F4" w:rsidP="008405F4">
                                      <w:pPr>
                                        <w:pStyle w:val="BodyContent"/>
                                        <w:jc w:val="center"/>
                                      </w:pPr>
                                      <w:r>
                                        <w:t>Men’s Tennis</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Tennis Courts</w:t>
                                      </w:r>
                                    </w:p>
                                  </w:tc>
                                </w:tr>
                                <w:tr w:rsidR="008405F4" w:rsidTr="008405F4">
                                  <w:trPr>
                                    <w:trHeight w:val="331"/>
                                  </w:trPr>
                                  <w:tc>
                                    <w:tcPr>
                                      <w:tcW w:w="1681" w:type="dxa"/>
                                    </w:tcPr>
                                    <w:p w:rsidR="008405F4" w:rsidRDefault="008405F4" w:rsidP="008405F4">
                                      <w:pPr>
                                        <w:pStyle w:val="BodyContent"/>
                                        <w:jc w:val="center"/>
                                      </w:pPr>
                                      <w:r>
                                        <w:t>Men’s Track</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Track</w:t>
                                      </w:r>
                                    </w:p>
                                  </w:tc>
                                </w:tr>
                                <w:tr w:rsidR="008405F4" w:rsidTr="008405F4">
                                  <w:trPr>
                                    <w:trHeight w:val="347"/>
                                  </w:trPr>
                                  <w:tc>
                                    <w:tcPr>
                                      <w:tcW w:w="1681" w:type="dxa"/>
                                    </w:tcPr>
                                    <w:p w:rsidR="008405F4" w:rsidRDefault="008405F4" w:rsidP="008405F4">
                                      <w:pPr>
                                        <w:pStyle w:val="BodyContent"/>
                                        <w:jc w:val="center"/>
                                      </w:pPr>
                                      <w:r>
                                        <w:t>Softball</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Softball Field</w:t>
                                      </w:r>
                                    </w:p>
                                  </w:tc>
                                </w:tr>
                                <w:tr w:rsidR="008405F4" w:rsidTr="008405F4">
                                  <w:trPr>
                                    <w:trHeight w:val="347"/>
                                  </w:trPr>
                                  <w:tc>
                                    <w:tcPr>
                                      <w:tcW w:w="1681" w:type="dxa"/>
                                    </w:tcPr>
                                    <w:p w:rsidR="008405F4" w:rsidRDefault="008405F4" w:rsidP="008405F4">
                                      <w:pPr>
                                        <w:pStyle w:val="BodyContent"/>
                                        <w:jc w:val="center"/>
                                      </w:pPr>
                                      <w:r>
                                        <w:t>Women’s Lacrosse</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Veterans Park</w:t>
                                      </w:r>
                                    </w:p>
                                  </w:tc>
                                </w:tr>
                                <w:tr w:rsidR="008405F4" w:rsidTr="008405F4">
                                  <w:trPr>
                                    <w:trHeight w:val="364"/>
                                  </w:trPr>
                                  <w:tc>
                                    <w:tcPr>
                                      <w:tcW w:w="1681" w:type="dxa"/>
                                    </w:tcPr>
                                    <w:p w:rsidR="008405F4" w:rsidRDefault="008405F4" w:rsidP="008405F4">
                                      <w:pPr>
                                        <w:pStyle w:val="BodyContent"/>
                                        <w:jc w:val="center"/>
                                      </w:pPr>
                                      <w:r>
                                        <w:t>Women’s Soccer</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Practice Field</w:t>
                                      </w:r>
                                    </w:p>
                                  </w:tc>
                                </w:tr>
                                <w:tr w:rsidR="008405F4" w:rsidTr="008405F4">
                                  <w:trPr>
                                    <w:trHeight w:val="364"/>
                                  </w:trPr>
                                  <w:tc>
                                    <w:tcPr>
                                      <w:tcW w:w="1681" w:type="dxa"/>
                                    </w:tcPr>
                                    <w:p w:rsidR="008405F4" w:rsidRDefault="008405F4" w:rsidP="008405F4">
                                      <w:pPr>
                                        <w:pStyle w:val="BodyContent"/>
                                        <w:jc w:val="center"/>
                                      </w:pPr>
                                      <w:r>
                                        <w:t>Women’s Track</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8405F4" w:rsidP="00772DBB">
                                      <w:pPr>
                                        <w:pStyle w:val="BodyContent"/>
                                        <w:jc w:val="center"/>
                                      </w:pPr>
                                      <w:r>
                                        <w:t>Track</w:t>
                                      </w:r>
                                    </w:p>
                                  </w:tc>
                                </w:tr>
                              </w:tbl>
                              <w:p w:rsidR="00772DBB" w:rsidRDefault="00772DBB" w:rsidP="008405F4">
                                <w:pPr>
                                  <w:pStyle w:val="BodyContent"/>
                                </w:pPr>
                              </w:p>
                              <w:p w:rsidR="00772DBB" w:rsidRDefault="00772DBB" w:rsidP="00772DBB">
                                <w:pPr>
                                  <w:pStyle w:val="BodyContent"/>
                                  <w:jc w:val="center"/>
                                </w:pPr>
                              </w:p>
                              <w:p w:rsidR="00D97CC3" w:rsidRDefault="00772DBB" w:rsidP="00D97CC3">
                                <w:pPr>
                                  <w:pStyle w:val="BodyContent"/>
                                  <w:jc w:val="center"/>
                                </w:pPr>
                                <w:r>
                                  <w:rPr>
                                    <w:rFonts w:ascii="Arial" w:hAnsi="Arial" w:cs="Arial"/>
                                    <w:noProof/>
                                    <w:szCs w:val="20"/>
                                  </w:rPr>
                                  <w:drawing>
                                    <wp:inline distT="0" distB="0" distL="0" distR="0" wp14:anchorId="358F9B2A" wp14:editId="61407392">
                                      <wp:extent cx="3397250" cy="2248980"/>
                                      <wp:effectExtent l="0" t="0" r="0" b="0"/>
                                      <wp:docPr id="20" name="il_fi" descr="http://images.berecruited.com/photos/athletes/large/65260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berecruited.com/photos/athletes/large/6526080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7250" cy="2248980"/>
                                              </a:xfrm>
                                              <a:prstGeom prst="rect">
                                                <a:avLst/>
                                              </a:prstGeom>
                                              <a:noFill/>
                                              <a:ln>
                                                <a:noFill/>
                                              </a:ln>
                                            </pic:spPr>
                                          </pic:pic>
                                        </a:graphicData>
                                      </a:graphic>
                                    </wp:inline>
                                  </w:drawing>
                                </w:r>
                              </w:p>
                              <w:p w:rsidR="00D97CC3" w:rsidRDefault="00D97CC3" w:rsidP="00772DBB">
                                <w:pPr>
                                  <w:pStyle w:val="BodyContent"/>
                                  <w:jc w:val="center"/>
                                </w:pPr>
                              </w:p>
                              <w:p w:rsidR="00772DBB" w:rsidRDefault="00772DBB" w:rsidP="00772DBB">
                                <w:pPr>
                                  <w:pStyle w:val="BodyContent"/>
                                  <w:jc w:val="center"/>
                                </w:pPr>
                              </w:p>
                              <w:p w:rsidR="00D97CC3" w:rsidRDefault="00772DBB" w:rsidP="00772DBB">
                                <w:pPr>
                                  <w:pStyle w:val="BodyContent"/>
                                  <w:jc w:val="center"/>
                                </w:pPr>
                                <w:r>
                                  <w:rPr>
                                    <w:rFonts w:ascii="Arial" w:hAnsi="Arial" w:cs="Arial"/>
                                    <w:noProof/>
                                    <w:color w:val="0000FF"/>
                                    <w:sz w:val="27"/>
                                    <w:szCs w:val="27"/>
                                  </w:rPr>
                                  <w:drawing>
                                    <wp:inline distT="0" distB="0" distL="0" distR="0" wp14:anchorId="009E95AA" wp14:editId="5EE04444">
                                      <wp:extent cx="2619375" cy="1743075"/>
                                      <wp:effectExtent l="0" t="0" r="9525" b="9525"/>
                                      <wp:docPr id="21" name="rg_hi" descr="http://t3.gstatic.com/images?q=tbn:ANd9GcTtiG00cYuu24Y3u5tOKijFlIxKuof0p1dtcJTCUwXiuSbVHnWY">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tiG00cYuu24Y3u5tOKijFlIxKuof0p1dtcJTCUwXiuSbVHnWY">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6937DE" w:rsidRPr="00D97CC3" w:rsidRDefault="00D97CC3" w:rsidP="00772DBB">
                                <w:pPr>
                                  <w:pStyle w:val="BodyContent"/>
                                  <w:jc w:val="center"/>
                                  <w:rPr>
                                    <w:i/>
                                    <w:color w:val="auto"/>
                                    <w:sz w:val="16"/>
                                    <w:szCs w:val="16"/>
                                    <w:u w:val="single"/>
                                  </w:rPr>
                                </w:pPr>
                                <w:r w:rsidRPr="00D97CC3">
                                  <w:rPr>
                                    <w:i/>
                                    <w:color w:val="auto"/>
                                    <w:sz w:val="16"/>
                                    <w:szCs w:val="16"/>
                                    <w:u w:val="single"/>
                                  </w:rPr>
                                  <w:t xml:space="preserve">Eugene Ashley High School </w:t>
                                </w:r>
                                <w:proofErr w:type="gramStart"/>
                                <w:r w:rsidRPr="00D97CC3">
                                  <w:rPr>
                                    <w:i/>
                                    <w:color w:val="auto"/>
                                    <w:sz w:val="16"/>
                                    <w:szCs w:val="16"/>
                                    <w:u w:val="single"/>
                                  </w:rPr>
                                  <w:t>Men’s  Lacrosse</w:t>
                                </w:r>
                                <w:proofErr w:type="gramEnd"/>
                                <w:r w:rsidRPr="00D97CC3">
                                  <w:rPr>
                                    <w:i/>
                                    <w:color w:val="auto"/>
                                    <w:sz w:val="16"/>
                                    <w:szCs w:val="16"/>
                                    <w:u w:val="single"/>
                                  </w:rPr>
                                  <w:t xml:space="preserve"> Team</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3" type="#_x0000_t202" style="position:absolute;margin-left:16.5pt;margin-top:13.55pt;width:379.5pt;height:221.0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rj8uw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" filled="f" stroked="f">
                <v:textbox style="mso-next-textbox:#Text Box 115">
                  <w:txbxContent>
                    <w:sdt>
                      <w:sdtPr>
                        <w:id w:val="29002269"/>
                        <w:placeholder>
                          <w:docPart w:val="25210203B0FC4E1D8438B62F61B44D27"/>
                        </w:placeholder>
                      </w:sdtPr>
                      <w:sdtEndPr>
                        <w:rPr>
                          <w:i/>
                          <w:color w:val="auto"/>
                          <w:sz w:val="16"/>
                          <w:szCs w:val="16"/>
                          <w:u w:val="single"/>
                        </w:rPr>
                      </w:sdtEndPr>
                      <w:sdtContent>
                        <w:p w:rsidR="008405F4" w:rsidRDefault="008405F4" w:rsidP="008405F4">
                          <w:pPr>
                            <w:pStyle w:val="BodyContent"/>
                          </w:pPr>
                        </w:p>
                        <w:tbl>
                          <w:tblPr>
                            <w:tblStyle w:val="TableGrid"/>
                            <w:tblW w:w="6725" w:type="dxa"/>
                            <w:tblLook w:val="04A0" w:firstRow="1" w:lastRow="0" w:firstColumn="1" w:lastColumn="0" w:noHBand="0" w:noVBand="1"/>
                          </w:tblPr>
                          <w:tblGrid>
                            <w:gridCol w:w="1681"/>
                            <w:gridCol w:w="1681"/>
                            <w:gridCol w:w="1681"/>
                            <w:gridCol w:w="1682"/>
                          </w:tblGrid>
                          <w:tr w:rsidR="008405F4" w:rsidTr="008405F4">
                            <w:trPr>
                              <w:trHeight w:val="347"/>
                            </w:trPr>
                            <w:tc>
                              <w:tcPr>
                                <w:tcW w:w="1681" w:type="dxa"/>
                              </w:tcPr>
                              <w:p w:rsidR="008405F4" w:rsidRDefault="008405F4" w:rsidP="008405F4">
                                <w:pPr>
                                  <w:pStyle w:val="BodyContent"/>
                                  <w:jc w:val="center"/>
                                </w:pPr>
                                <w:r>
                                  <w:t>Baseball</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3:30 pm</w:t>
                                </w:r>
                              </w:p>
                            </w:tc>
                            <w:tc>
                              <w:tcPr>
                                <w:tcW w:w="1682" w:type="dxa"/>
                              </w:tcPr>
                              <w:p w:rsidR="008405F4" w:rsidRDefault="00772DBB" w:rsidP="00772DBB">
                                <w:pPr>
                                  <w:pStyle w:val="BodyContent"/>
                                  <w:jc w:val="center"/>
                                </w:pPr>
                                <w:r>
                                  <w:t>Baseball Field</w:t>
                                </w:r>
                              </w:p>
                            </w:tc>
                          </w:tr>
                          <w:tr w:rsidR="008405F4" w:rsidTr="008405F4">
                            <w:trPr>
                              <w:trHeight w:val="347"/>
                            </w:trPr>
                            <w:tc>
                              <w:tcPr>
                                <w:tcW w:w="1681" w:type="dxa"/>
                              </w:tcPr>
                              <w:p w:rsidR="008405F4" w:rsidRDefault="008405F4" w:rsidP="008405F4">
                                <w:pPr>
                                  <w:pStyle w:val="BodyContent"/>
                                  <w:jc w:val="center"/>
                                </w:pPr>
                                <w:r>
                                  <w:t>Men’s Golf</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 xml:space="preserve">Beau </w:t>
                                </w:r>
                                <w:proofErr w:type="spellStart"/>
                                <w:r>
                                  <w:t>Rivage</w:t>
                                </w:r>
                                <w:proofErr w:type="spellEnd"/>
                              </w:p>
                            </w:tc>
                          </w:tr>
                          <w:tr w:rsidR="008405F4" w:rsidTr="008405F4">
                            <w:trPr>
                              <w:trHeight w:val="347"/>
                            </w:trPr>
                            <w:tc>
                              <w:tcPr>
                                <w:tcW w:w="1681" w:type="dxa"/>
                              </w:tcPr>
                              <w:p w:rsidR="008405F4" w:rsidRDefault="008405F4" w:rsidP="008405F4">
                                <w:pPr>
                                  <w:pStyle w:val="BodyContent"/>
                                  <w:jc w:val="center"/>
                                </w:pPr>
                                <w:r>
                                  <w:t>Men’s Lacrosse</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Veterans Park</w:t>
                                </w:r>
                              </w:p>
                            </w:tc>
                          </w:tr>
                          <w:tr w:rsidR="008405F4" w:rsidTr="008405F4">
                            <w:trPr>
                              <w:trHeight w:val="347"/>
                            </w:trPr>
                            <w:tc>
                              <w:tcPr>
                                <w:tcW w:w="1681" w:type="dxa"/>
                              </w:tcPr>
                              <w:p w:rsidR="008405F4" w:rsidRDefault="008405F4" w:rsidP="008405F4">
                                <w:pPr>
                                  <w:pStyle w:val="BodyContent"/>
                                  <w:jc w:val="center"/>
                                </w:pPr>
                                <w:r>
                                  <w:t>Men’s Tennis</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Tennis Courts</w:t>
                                </w:r>
                              </w:p>
                            </w:tc>
                          </w:tr>
                          <w:tr w:rsidR="008405F4" w:rsidTr="008405F4">
                            <w:trPr>
                              <w:trHeight w:val="331"/>
                            </w:trPr>
                            <w:tc>
                              <w:tcPr>
                                <w:tcW w:w="1681" w:type="dxa"/>
                              </w:tcPr>
                              <w:p w:rsidR="008405F4" w:rsidRDefault="008405F4" w:rsidP="008405F4">
                                <w:pPr>
                                  <w:pStyle w:val="BodyContent"/>
                                  <w:jc w:val="center"/>
                                </w:pPr>
                                <w:r>
                                  <w:t>Men’s Track</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Track</w:t>
                                </w:r>
                              </w:p>
                            </w:tc>
                          </w:tr>
                          <w:tr w:rsidR="008405F4" w:rsidTr="008405F4">
                            <w:trPr>
                              <w:trHeight w:val="347"/>
                            </w:trPr>
                            <w:tc>
                              <w:tcPr>
                                <w:tcW w:w="1681" w:type="dxa"/>
                              </w:tcPr>
                              <w:p w:rsidR="008405F4" w:rsidRDefault="008405F4" w:rsidP="008405F4">
                                <w:pPr>
                                  <w:pStyle w:val="BodyContent"/>
                                  <w:jc w:val="center"/>
                                </w:pPr>
                                <w:r>
                                  <w:t>Softball</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Softball Field</w:t>
                                </w:r>
                              </w:p>
                            </w:tc>
                          </w:tr>
                          <w:tr w:rsidR="008405F4" w:rsidTr="008405F4">
                            <w:trPr>
                              <w:trHeight w:val="347"/>
                            </w:trPr>
                            <w:tc>
                              <w:tcPr>
                                <w:tcW w:w="1681" w:type="dxa"/>
                              </w:tcPr>
                              <w:p w:rsidR="008405F4" w:rsidRDefault="008405F4" w:rsidP="008405F4">
                                <w:pPr>
                                  <w:pStyle w:val="BodyContent"/>
                                  <w:jc w:val="center"/>
                                </w:pPr>
                                <w:r>
                                  <w:t>Women’s Lacrosse</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Veterans Park</w:t>
                                </w:r>
                              </w:p>
                            </w:tc>
                          </w:tr>
                          <w:tr w:rsidR="008405F4" w:rsidTr="008405F4">
                            <w:trPr>
                              <w:trHeight w:val="364"/>
                            </w:trPr>
                            <w:tc>
                              <w:tcPr>
                                <w:tcW w:w="1681" w:type="dxa"/>
                              </w:tcPr>
                              <w:p w:rsidR="008405F4" w:rsidRDefault="008405F4" w:rsidP="008405F4">
                                <w:pPr>
                                  <w:pStyle w:val="BodyContent"/>
                                  <w:jc w:val="center"/>
                                </w:pPr>
                                <w:r>
                                  <w:t>Women’s Soccer</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772DBB" w:rsidP="00772DBB">
                                <w:pPr>
                                  <w:pStyle w:val="BodyContent"/>
                                  <w:jc w:val="center"/>
                                </w:pPr>
                                <w:r>
                                  <w:t>Practice Field</w:t>
                                </w:r>
                              </w:p>
                            </w:tc>
                          </w:tr>
                          <w:tr w:rsidR="008405F4" w:rsidTr="008405F4">
                            <w:trPr>
                              <w:trHeight w:val="364"/>
                            </w:trPr>
                            <w:tc>
                              <w:tcPr>
                                <w:tcW w:w="1681" w:type="dxa"/>
                              </w:tcPr>
                              <w:p w:rsidR="008405F4" w:rsidRDefault="008405F4" w:rsidP="008405F4">
                                <w:pPr>
                                  <w:pStyle w:val="BodyContent"/>
                                  <w:jc w:val="center"/>
                                </w:pPr>
                                <w:r>
                                  <w:t>Women’s Track</w:t>
                                </w:r>
                              </w:p>
                            </w:tc>
                            <w:tc>
                              <w:tcPr>
                                <w:tcW w:w="1681" w:type="dxa"/>
                              </w:tcPr>
                              <w:p w:rsidR="008405F4" w:rsidRDefault="008405F4" w:rsidP="008405F4">
                                <w:pPr>
                                  <w:pStyle w:val="BodyContent"/>
                                  <w:jc w:val="center"/>
                                </w:pPr>
                                <w:r>
                                  <w:t>13-Feb</w:t>
                                </w:r>
                              </w:p>
                            </w:tc>
                            <w:tc>
                              <w:tcPr>
                                <w:tcW w:w="1681" w:type="dxa"/>
                              </w:tcPr>
                              <w:p w:rsidR="008405F4" w:rsidRDefault="008405F4" w:rsidP="00772DBB">
                                <w:pPr>
                                  <w:pStyle w:val="BodyContent"/>
                                  <w:jc w:val="center"/>
                                </w:pPr>
                                <w:r>
                                  <w:t>3:45 pm</w:t>
                                </w:r>
                              </w:p>
                            </w:tc>
                            <w:tc>
                              <w:tcPr>
                                <w:tcW w:w="1682" w:type="dxa"/>
                              </w:tcPr>
                              <w:p w:rsidR="008405F4" w:rsidRDefault="008405F4" w:rsidP="00772DBB">
                                <w:pPr>
                                  <w:pStyle w:val="BodyContent"/>
                                  <w:jc w:val="center"/>
                                </w:pPr>
                                <w:r>
                                  <w:t>Track</w:t>
                                </w:r>
                              </w:p>
                            </w:tc>
                          </w:tr>
                        </w:tbl>
                        <w:p w:rsidR="00772DBB" w:rsidRDefault="00772DBB" w:rsidP="008405F4">
                          <w:pPr>
                            <w:pStyle w:val="BodyContent"/>
                          </w:pPr>
                        </w:p>
                        <w:p w:rsidR="00772DBB" w:rsidRDefault="00772DBB" w:rsidP="00772DBB">
                          <w:pPr>
                            <w:pStyle w:val="BodyContent"/>
                            <w:jc w:val="center"/>
                          </w:pPr>
                        </w:p>
                        <w:p w:rsidR="00D97CC3" w:rsidRDefault="00772DBB" w:rsidP="00D97CC3">
                          <w:pPr>
                            <w:pStyle w:val="BodyContent"/>
                            <w:jc w:val="center"/>
                          </w:pPr>
                          <w:r>
                            <w:rPr>
                              <w:rFonts w:ascii="Arial" w:hAnsi="Arial" w:cs="Arial"/>
                              <w:noProof/>
                              <w:szCs w:val="20"/>
                            </w:rPr>
                            <w:drawing>
                              <wp:inline distT="0" distB="0" distL="0" distR="0" wp14:anchorId="358F9B2A" wp14:editId="61407392">
                                <wp:extent cx="3397250" cy="2248980"/>
                                <wp:effectExtent l="0" t="0" r="0" b="0"/>
                                <wp:docPr id="20" name="il_fi" descr="http://images.berecruited.com/photos/athletes/large/652608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berecruited.com/photos/athletes/large/65260809.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7250" cy="2248980"/>
                                        </a:xfrm>
                                        <a:prstGeom prst="rect">
                                          <a:avLst/>
                                        </a:prstGeom>
                                        <a:noFill/>
                                        <a:ln>
                                          <a:noFill/>
                                        </a:ln>
                                      </pic:spPr>
                                    </pic:pic>
                                  </a:graphicData>
                                </a:graphic>
                              </wp:inline>
                            </w:drawing>
                          </w:r>
                        </w:p>
                        <w:p w:rsidR="00D97CC3" w:rsidRDefault="00D97CC3" w:rsidP="00772DBB">
                          <w:pPr>
                            <w:pStyle w:val="BodyContent"/>
                            <w:jc w:val="center"/>
                          </w:pPr>
                        </w:p>
                        <w:p w:rsidR="00772DBB" w:rsidRDefault="00772DBB" w:rsidP="00772DBB">
                          <w:pPr>
                            <w:pStyle w:val="BodyContent"/>
                            <w:jc w:val="center"/>
                          </w:pPr>
                        </w:p>
                        <w:p w:rsidR="00D97CC3" w:rsidRDefault="00772DBB" w:rsidP="00772DBB">
                          <w:pPr>
                            <w:pStyle w:val="BodyContent"/>
                            <w:jc w:val="center"/>
                          </w:pPr>
                          <w:r>
                            <w:rPr>
                              <w:rFonts w:ascii="Arial" w:hAnsi="Arial" w:cs="Arial"/>
                              <w:noProof/>
                              <w:color w:val="0000FF"/>
                              <w:sz w:val="27"/>
                              <w:szCs w:val="27"/>
                            </w:rPr>
                            <w:drawing>
                              <wp:inline distT="0" distB="0" distL="0" distR="0" wp14:anchorId="009E95AA" wp14:editId="5EE04444">
                                <wp:extent cx="2619375" cy="1743075"/>
                                <wp:effectExtent l="0" t="0" r="9525" b="9525"/>
                                <wp:docPr id="21" name="rg_hi" descr="http://t3.gstatic.com/images?q=tbn:ANd9GcTtiG00cYuu24Y3u5tOKijFlIxKuof0p1dtcJTCUwXiuSbVHnWY">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tiG00cYuu24Y3u5tOKijFlIxKuof0p1dtcJTCUwXiuSbVHnWY">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inline>
                            </w:drawing>
                          </w:r>
                        </w:p>
                        <w:p w:rsidR="006937DE" w:rsidRPr="00D97CC3" w:rsidRDefault="00D97CC3" w:rsidP="00772DBB">
                          <w:pPr>
                            <w:pStyle w:val="BodyContent"/>
                            <w:jc w:val="center"/>
                            <w:rPr>
                              <w:i/>
                              <w:color w:val="auto"/>
                              <w:sz w:val="16"/>
                              <w:szCs w:val="16"/>
                              <w:u w:val="single"/>
                            </w:rPr>
                          </w:pPr>
                          <w:r w:rsidRPr="00D97CC3">
                            <w:rPr>
                              <w:i/>
                              <w:color w:val="auto"/>
                              <w:sz w:val="16"/>
                              <w:szCs w:val="16"/>
                              <w:u w:val="single"/>
                            </w:rPr>
                            <w:t xml:space="preserve">Eugene Ashley High School </w:t>
                          </w:r>
                          <w:proofErr w:type="gramStart"/>
                          <w:r w:rsidRPr="00D97CC3">
                            <w:rPr>
                              <w:i/>
                              <w:color w:val="auto"/>
                              <w:sz w:val="16"/>
                              <w:szCs w:val="16"/>
                              <w:u w:val="single"/>
                            </w:rPr>
                            <w:t>Men’s  Lacrosse</w:t>
                          </w:r>
                          <w:proofErr w:type="gramEnd"/>
                          <w:r w:rsidRPr="00D97CC3">
                            <w:rPr>
                              <w:i/>
                              <w:color w:val="auto"/>
                              <w:sz w:val="16"/>
                              <w:szCs w:val="16"/>
                              <w:u w:val="single"/>
                            </w:rPr>
                            <w:t xml:space="preserve"> Team</w:t>
                          </w:r>
                        </w:p>
                      </w:sdtContent>
                    </w:sdt>
                  </w:txbxContent>
                </v:textbox>
              </v:shape>
            </w:pict>
          </mc:Fallback>
        </mc:AlternateContent>
      </w:r>
    </w:p>
    <w:p w:rsidR="006937DE" w:rsidRDefault="00300BC7">
      <w:r>
        <w:rPr>
          <w:noProof/>
        </w:rPr>
        <mc:AlternateContent>
          <mc:Choice Requires="wps">
            <w:drawing>
              <wp:anchor distT="0" distB="0" distL="114300" distR="114300" simplePos="0" relativeHeight="251789312" behindDoc="0" locked="0" layoutInCell="1" allowOverlap="1">
                <wp:simplePos x="0" y="0"/>
                <wp:positionH relativeFrom="column">
                  <wp:posOffset>6410325</wp:posOffset>
                </wp:positionH>
                <wp:positionV relativeFrom="paragraph">
                  <wp:posOffset>8326755</wp:posOffset>
                </wp:positionV>
                <wp:extent cx="847725" cy="247650"/>
                <wp:effectExtent l="0" t="0" r="28575" b="19050"/>
                <wp:wrapNone/>
                <wp:docPr id="289" name="Text Box 289"/>
                <wp:cNvGraphicFramePr/>
                <a:graphic xmlns:a="http://schemas.openxmlformats.org/drawingml/2006/main">
                  <a:graphicData uri="http://schemas.microsoft.com/office/word/2010/wordprocessingShape">
                    <wps:wsp>
                      <wps:cNvSpPr txBox="1"/>
                      <wps:spPr>
                        <a:xfrm>
                          <a:off x="0" y="0"/>
                          <a:ext cx="847725" cy="247650"/>
                        </a:xfrm>
                        <a:prstGeom prst="rect">
                          <a:avLst/>
                        </a:prstGeom>
                        <a:solidFill>
                          <a:schemeClr val="accent3">
                            <a:lumMod val="50000"/>
                          </a:schemeClr>
                        </a:solidFill>
                        <a:ln w="6350">
                          <a:solidFill>
                            <a:schemeClr val="accent3">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00BC7" w:rsidRPr="00300BC7" w:rsidRDefault="00300BC7">
                            <w:pPr>
                              <w:rPr>
                                <w:color w:val="FFFF00"/>
                              </w:rPr>
                            </w:pPr>
                            <w:r>
                              <w:rPr>
                                <w:color w:val="FFFF00"/>
                              </w:rPr>
                              <w:t>Page Two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9" o:spid="_x0000_s1034" type="#_x0000_t202" style="position:absolute;margin-left:504.75pt;margin-top:655.65pt;width:66.75pt;height:19.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" fillcolor="#59150b [1606]" strokecolor="#59150b [1606]" strokeweight=".5pt">
                <v:textbox>
                  <w:txbxContent>
                    <w:p w:rsidR="00300BC7" w:rsidRPr="00300BC7" w:rsidRDefault="00300BC7">
                      <w:pPr>
                        <w:rPr>
                          <w:color w:val="FFFF00"/>
                        </w:rPr>
                      </w:pPr>
                      <w:r>
                        <w:rPr>
                          <w:color w:val="FFFF00"/>
                        </w:rPr>
                        <w:t>Page Two</w:t>
                      </w:r>
                    </w:p>
                  </w:txbxContent>
                </v:textbox>
              </v:shape>
            </w:pict>
          </mc:Fallback>
        </mc:AlternateContent>
      </w:r>
      <w:r w:rsidR="005470EF">
        <w:rPr>
          <w:noProof/>
        </w:rPr>
        <mc:AlternateContent>
          <mc:Choice Requires="wps">
            <w:drawing>
              <wp:anchor distT="0" distB="0" distL="114300" distR="114300" simplePos="0" relativeHeight="251761664" behindDoc="0" locked="0" layoutInCell="1" allowOverlap="1">
                <wp:simplePos x="0" y="0"/>
                <wp:positionH relativeFrom="column">
                  <wp:posOffset>447675</wp:posOffset>
                </wp:positionH>
                <wp:positionV relativeFrom="paragraph">
                  <wp:posOffset>2230120</wp:posOffset>
                </wp:positionV>
                <wp:extent cx="4038600" cy="9598660"/>
                <wp:effectExtent l="0" t="0" r="0" b="2540"/>
                <wp:wrapNone/>
                <wp:docPr id="39"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959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8"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35" type="#_x0000_t202" style="position:absolute;margin-left:35.25pt;margin-top:175.6pt;width:318pt;height:755.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" filled="f" stroked="f">
                <v:textbox>
                  <w:txbxContent/>
                </v:textbox>
              </v:shape>
            </w:pict>
          </mc:Fallback>
        </mc:AlternateContent>
      </w:r>
      <w:r w:rsidR="00801D9F">
        <w:br w:type="page"/>
      </w:r>
    </w:p>
    <w:p w:rsidR="006937DE" w:rsidRDefault="00300BC7">
      <w:r>
        <w:rPr>
          <w:noProof/>
        </w:rPr>
        <w:lastRenderedPageBreak/>
        <mc:AlternateContent>
          <mc:Choice Requires="wps">
            <w:drawing>
              <wp:anchor distT="0" distB="0" distL="114300" distR="114300" simplePos="0" relativeHeight="251763712" behindDoc="0" locked="0" layoutInCell="1" allowOverlap="1" wp14:anchorId="6743987E" wp14:editId="273E0E83">
                <wp:simplePos x="0" y="0"/>
                <wp:positionH relativeFrom="margin">
                  <wp:align>right</wp:align>
                </wp:positionH>
                <wp:positionV relativeFrom="margin">
                  <wp:posOffset>0</wp:posOffset>
                </wp:positionV>
                <wp:extent cx="7315200" cy="9782175"/>
                <wp:effectExtent l="0" t="0" r="0" b="9525"/>
                <wp:wrapNone/>
                <wp:docPr id="37"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9782175"/>
                        </a:xfrm>
                        <a:prstGeom prst="rect">
                          <a:avLst/>
                        </a:prstGeom>
                        <a:solidFill>
                          <a:schemeClr val="accent3">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524.8pt;margin-top:0;width:8in;height:770.25pt;z-index:25176371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" fillcolor="#59150b [1606]" stroked="f">
                <w10:wrap anchorx="margin" anchory="margin"/>
              </v:rect>
            </w:pict>
          </mc:Fallback>
        </mc:AlternateContent>
      </w:r>
      <w:r w:rsidR="002D02DA">
        <w:rPr>
          <w:noProof/>
        </w:rPr>
        <mc:AlternateContent>
          <mc:Choice Requires="wps">
            <w:drawing>
              <wp:anchor distT="0" distB="0" distL="114300" distR="114300" simplePos="0" relativeHeight="251765760" behindDoc="0" locked="0" layoutInCell="1" allowOverlap="1" wp14:anchorId="6E22FFCD" wp14:editId="4FBC3DC7">
                <wp:simplePos x="0" y="0"/>
                <wp:positionH relativeFrom="margin">
                  <wp:posOffset>4914900</wp:posOffset>
                </wp:positionH>
                <wp:positionV relativeFrom="margin">
                  <wp:posOffset>228600</wp:posOffset>
                </wp:positionV>
                <wp:extent cx="2130425" cy="9229725"/>
                <wp:effectExtent l="0" t="0" r="3175" b="9525"/>
                <wp:wrapNone/>
                <wp:docPr id="38"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9229725"/>
                        </a:xfrm>
                        <a:prstGeom prst="rect">
                          <a:avLst/>
                        </a:prstGeom>
                        <a:gradFill rotWithShape="1">
                          <a:gsLst>
                            <a:gs pos="0">
                              <a:schemeClr val="bg1">
                                <a:lumMod val="100000"/>
                                <a:lumOff val="0"/>
                              </a:schemeClr>
                            </a:gs>
                            <a:gs pos="100000">
                              <a:schemeClr val="accent4">
                                <a:lumMod val="40000"/>
                                <a:lumOff val="60000"/>
                                <a:alpha val="85001"/>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7DE" w:rsidRPr="002D02DA" w:rsidRDefault="008D59FE" w:rsidP="002D02DA">
                            <w:pPr>
                              <w:pStyle w:val="Heading04"/>
                              <w:jc w:val="center"/>
                              <w:rPr>
                                <w:u w:val="single"/>
                              </w:rPr>
                            </w:pPr>
                            <w:sdt>
                              <w:sdtPr>
                                <w:rPr>
                                  <w:rStyle w:val="Heading04Char"/>
                                </w:rPr>
                                <w:id w:val="-1607642852"/>
                                <w:placeholder>
                                  <w:docPart w:val="617CDF26C8034A11A649DDD0857EE84D"/>
                                </w:placeholder>
                              </w:sdtPr>
                              <w:sdtEndPr>
                                <w:rPr>
                                  <w:rStyle w:val="DefaultParagraphFont"/>
                                  <w:szCs w:val="28"/>
                                  <w:u w:val="single"/>
                                </w:rPr>
                              </w:sdtEndPr>
                              <w:sdtContent>
                                <w:r w:rsidR="002D02DA" w:rsidRPr="002D02DA">
                                  <w:rPr>
                                    <w:rStyle w:val="Heading04Char"/>
                                    <w:u w:val="single"/>
                                  </w:rPr>
                                  <w:t xml:space="preserve">To Represent your school in athletics, YOU: </w:t>
                                </w:r>
                              </w:sdtContent>
                            </w:sdt>
                          </w:p>
                          <w:sdt>
                            <w:sdtPr>
                              <w:rPr>
                                <w:rStyle w:val="BodyContent02Char"/>
                              </w:rPr>
                              <w:id w:val="-502046870"/>
                              <w:placeholder>
                                <w:docPart w:val="F0619BA8FA984DA5959BB6528000EE24"/>
                              </w:placeholder>
                            </w:sdtPr>
                            <w:sdtEndPr>
                              <w:rPr>
                                <w:rStyle w:val="DefaultParagraphFont"/>
                                <w:rFonts w:asciiTheme="minorHAnsi" w:eastAsiaTheme="minorEastAsia" w:hAnsiTheme="minorHAnsi" w:cstheme="minorBidi"/>
                                <w:szCs w:val="18"/>
                              </w:rPr>
                            </w:sdtEndPr>
                            <w:sdtContent>
                              <w:p w:rsidR="002D02DA" w:rsidRPr="002D02DA" w:rsidRDefault="002D02DA" w:rsidP="002D02DA">
                                <w:pPr>
                                  <w:pStyle w:val="NormalWeb"/>
                                  <w:rPr>
                                    <w:rFonts w:asciiTheme="minorHAnsi" w:hAnsiTheme="minorHAnsi" w:cstheme="minorHAnsi"/>
                                    <w:sz w:val="18"/>
                                    <w:szCs w:val="18"/>
                                  </w:rPr>
                                </w:pPr>
                                <w:r w:rsidRPr="002D02DA">
                                  <w:rPr>
                                    <w:rFonts w:asciiTheme="minorHAnsi" w:hAnsiTheme="minorHAnsi" w:cstheme="minorHAnsi"/>
                                    <w:sz w:val="32"/>
                                    <w:szCs w:val="32"/>
                                  </w:rPr>
                                  <w:t>M</w:t>
                                </w:r>
                                <w:r w:rsidRPr="002D02DA">
                                  <w:rPr>
                                    <w:rFonts w:asciiTheme="minorHAnsi" w:hAnsiTheme="minorHAnsi" w:cstheme="minorHAnsi"/>
                                    <w:sz w:val="18"/>
                                    <w:szCs w:val="18"/>
                                  </w:rPr>
                                  <w:t>ust be a properly enrolled student at the time you participate, must be enrolled</w:t>
                                </w:r>
                                <w:r w:rsidRPr="00300BC7">
                                  <w:rPr>
                                    <w:rFonts w:asciiTheme="minorHAnsi" w:hAnsiTheme="minorHAnsi" w:cstheme="minorHAnsi"/>
                                    <w:sz w:val="18"/>
                                    <w:szCs w:val="18"/>
                                  </w:rPr>
                                  <w:t xml:space="preserve"> </w:t>
                                </w:r>
                                <w:r w:rsidRPr="002D02DA">
                                  <w:rPr>
                                    <w:rFonts w:asciiTheme="minorHAnsi" w:hAnsiTheme="minorHAnsi" w:cstheme="minorHAnsi"/>
                                    <w:sz w:val="18"/>
                                    <w:szCs w:val="18"/>
                                  </w:rPr>
                                  <w:t>no later than the 15th day of the present semester, and must be in regular</w:t>
                                </w:r>
                                <w:r w:rsidRPr="00300BC7">
                                  <w:rPr>
                                    <w:rFonts w:asciiTheme="minorHAnsi" w:hAnsiTheme="minorHAnsi" w:cstheme="minorHAnsi"/>
                                    <w:sz w:val="18"/>
                                    <w:szCs w:val="18"/>
                                  </w:rPr>
                                  <w:t xml:space="preserve"> </w:t>
                                </w:r>
                                <w:r w:rsidRPr="002D02DA">
                                  <w:rPr>
                                    <w:rFonts w:asciiTheme="minorHAnsi" w:hAnsiTheme="minorHAnsi" w:cstheme="minorHAnsi"/>
                                    <w:sz w:val="18"/>
                                    <w:szCs w:val="18"/>
                                  </w:rPr>
                                  <w:t>attendance at that school.</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Must not be convicted of a felony in this or any other state, or adjudicated as a</w:t>
                                </w:r>
                                <w:r w:rsidRPr="00300BC7">
                                  <w:rPr>
                                    <w:rFonts w:eastAsia="Times New Roman" w:cstheme="minorHAnsi"/>
                                    <w:sz w:val="18"/>
                                    <w:szCs w:val="18"/>
                                  </w:rPr>
                                  <w:t xml:space="preserve"> </w:t>
                                </w:r>
                                <w:r w:rsidRPr="002D02DA">
                                  <w:rPr>
                                    <w:rFonts w:eastAsia="Times New Roman" w:cstheme="minorHAnsi"/>
                                    <w:sz w:val="18"/>
                                    <w:szCs w:val="18"/>
                                  </w:rPr>
                                  <w:t>delinquent for an offense that would be a felony if committed by an adult in this or</w:t>
                                </w:r>
                                <w:r w:rsidRPr="00300BC7">
                                  <w:rPr>
                                    <w:rFonts w:eastAsia="Times New Roman" w:cstheme="minorHAnsi"/>
                                    <w:sz w:val="18"/>
                                    <w:szCs w:val="18"/>
                                  </w:rPr>
                                  <w:t xml:space="preserve"> </w:t>
                                </w:r>
                                <w:r w:rsidRPr="002D02DA">
                                  <w:rPr>
                                    <w:rFonts w:eastAsia="Times New Roman" w:cstheme="minorHAnsi"/>
                                    <w:sz w:val="18"/>
                                    <w:szCs w:val="18"/>
                                  </w:rPr>
                                  <w:t>any other state.</w:t>
                                </w:r>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Must be present at school on the day of an athletic contest in order to participate</w:t>
                                </w:r>
                                <w:r w:rsidRPr="00300BC7">
                                  <w:rPr>
                                    <w:rFonts w:eastAsia="Times New Roman" w:cstheme="minorHAnsi"/>
                                    <w:sz w:val="18"/>
                                    <w:szCs w:val="18"/>
                                  </w:rPr>
                                  <w:t xml:space="preserve"> </w:t>
                                </w:r>
                                <w:r w:rsidRPr="002D02DA">
                                  <w:rPr>
                                    <w:rFonts w:eastAsia="Times New Roman" w:cstheme="minorHAnsi"/>
                                    <w:sz w:val="18"/>
                                    <w:szCs w:val="18"/>
                                  </w:rPr>
                                  <w:t>in the event.</w:t>
                                </w:r>
                                <w:proofErr w:type="gramEnd"/>
                                <w:r w:rsidRPr="002D02DA">
                                  <w:rPr>
                                    <w:rFonts w:eastAsia="Times New Roman" w:cstheme="minorHAnsi"/>
                                    <w:sz w:val="18"/>
                                    <w:szCs w:val="18"/>
                                  </w:rPr>
                                  <w:t xml:space="preserve"> This includes games and practices.</w:t>
                                </w:r>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Must not accept prizes, merchandise, money, or anything that can be exchanged</w:t>
                                </w:r>
                                <w:r w:rsidRPr="00300BC7">
                                  <w:rPr>
                                    <w:rFonts w:eastAsia="Times New Roman" w:cstheme="minorHAnsi"/>
                                    <w:sz w:val="18"/>
                                    <w:szCs w:val="18"/>
                                  </w:rPr>
                                  <w:t xml:space="preserve"> </w:t>
                                </w:r>
                                <w:r w:rsidRPr="002D02DA">
                                  <w:rPr>
                                    <w:rFonts w:eastAsia="Times New Roman" w:cstheme="minorHAnsi"/>
                                    <w:sz w:val="18"/>
                                    <w:szCs w:val="18"/>
                                  </w:rPr>
                                  <w:t>for money as a result of athletic participation.</w:t>
                                </w:r>
                                <w:proofErr w:type="gramEnd"/>
                                <w:r w:rsidRPr="002D02DA">
                                  <w:rPr>
                                    <w:rFonts w:eastAsia="Times New Roman" w:cstheme="minorHAnsi"/>
                                    <w:sz w:val="18"/>
                                    <w:szCs w:val="18"/>
                                  </w:rPr>
                                  <w:t xml:space="preserve"> This includes being on a free list or</w:t>
                                </w:r>
                                <w:r w:rsidRPr="00300BC7">
                                  <w:rPr>
                                    <w:rFonts w:eastAsia="Times New Roman" w:cstheme="minorHAnsi"/>
                                    <w:sz w:val="18"/>
                                    <w:szCs w:val="18"/>
                                  </w:rPr>
                                  <w:t xml:space="preserve"> </w:t>
                                </w:r>
                                <w:r w:rsidRPr="002D02DA">
                                  <w:rPr>
                                    <w:rFonts w:eastAsia="Times New Roman" w:cstheme="minorHAnsi"/>
                                    <w:sz w:val="18"/>
                                    <w:szCs w:val="18"/>
                                  </w:rPr>
                                  <w:t>loan list for equipment, etc.</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Must not have signed a professional contract, have played on a junior college</w:t>
                                </w:r>
                                <w:r w:rsidRPr="00300BC7">
                                  <w:rPr>
                                    <w:rFonts w:eastAsia="Times New Roman" w:cstheme="minorHAnsi"/>
                                    <w:sz w:val="18"/>
                                    <w:szCs w:val="18"/>
                                  </w:rPr>
                                  <w:t xml:space="preserve"> </w:t>
                                </w:r>
                                <w:r w:rsidRPr="002D02DA">
                                  <w:rPr>
                                    <w:rFonts w:eastAsia="Times New Roman" w:cstheme="minorHAnsi"/>
                                    <w:sz w:val="18"/>
                                    <w:szCs w:val="18"/>
                                  </w:rPr>
                                  <w:t>team, or be enrolled and attending a class in college. This does not affect a</w:t>
                                </w:r>
                                <w:r w:rsidRPr="00300BC7">
                                  <w:rPr>
                                    <w:rFonts w:eastAsia="Times New Roman" w:cstheme="minorHAnsi"/>
                                    <w:sz w:val="18"/>
                                    <w:szCs w:val="18"/>
                                  </w:rPr>
                                  <w:t xml:space="preserve"> </w:t>
                                </w:r>
                                <w:r w:rsidRPr="002D02DA">
                                  <w:rPr>
                                    <w:rFonts w:eastAsia="Times New Roman" w:cstheme="minorHAnsi"/>
                                    <w:sz w:val="18"/>
                                    <w:szCs w:val="18"/>
                                  </w:rPr>
                                  <w:t>regularly enrolled high school student who is taking a college course(s) for</w:t>
                                </w:r>
                                <w:r w:rsidRPr="00300BC7">
                                  <w:rPr>
                                    <w:rFonts w:eastAsia="Times New Roman" w:cstheme="minorHAnsi"/>
                                    <w:sz w:val="18"/>
                                    <w:szCs w:val="18"/>
                                  </w:rPr>
                                  <w:t xml:space="preserve"> </w:t>
                                </w:r>
                                <w:r w:rsidRPr="002D02DA">
                                  <w:rPr>
                                    <w:rFonts w:eastAsia="Times New Roman" w:cstheme="minorHAnsi"/>
                                    <w:sz w:val="18"/>
                                    <w:szCs w:val="18"/>
                                  </w:rPr>
                                  <w:t>advanced credit.</w:t>
                                </w:r>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Must not participate in unsanctioned all-star or bowl games.</w:t>
                                </w:r>
                                <w:proofErr w:type="gramEnd"/>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May not receive team instructions from your school’s coaching staff during the</w:t>
                                </w:r>
                                <w:r w:rsidRPr="00300BC7">
                                  <w:rPr>
                                    <w:rFonts w:eastAsia="Times New Roman" w:cstheme="minorHAnsi"/>
                                    <w:sz w:val="18"/>
                                    <w:szCs w:val="18"/>
                                  </w:rPr>
                                  <w:t xml:space="preserve"> </w:t>
                                </w:r>
                                <w:r w:rsidRPr="002D02DA">
                                  <w:rPr>
                                    <w:rFonts w:eastAsia="Times New Roman" w:cstheme="minorHAnsi"/>
                                    <w:sz w:val="18"/>
                                    <w:szCs w:val="18"/>
                                  </w:rPr>
                                  <w:t>school year outside your sports season.</w:t>
                                </w:r>
                                <w:proofErr w:type="gramEnd"/>
                                <w:r w:rsidRPr="002D02DA">
                                  <w:rPr>
                                    <w:rFonts w:eastAsia="Times New Roman" w:cstheme="minorHAnsi"/>
                                    <w:sz w:val="18"/>
                                    <w:szCs w:val="18"/>
                                  </w:rPr>
                                  <w:t xml:space="preserve"> Instruction is limited to the coach and</w:t>
                                </w:r>
                                <w:r w:rsidRPr="00300BC7">
                                  <w:rPr>
                                    <w:rFonts w:eastAsia="Times New Roman" w:cstheme="minorHAnsi"/>
                                    <w:sz w:val="18"/>
                                    <w:szCs w:val="18"/>
                                  </w:rPr>
                                  <w:t xml:space="preserve"> </w:t>
                                </w:r>
                                <w:r w:rsidRPr="002D02DA">
                                  <w:rPr>
                                    <w:rFonts w:eastAsia="Times New Roman" w:cstheme="minorHAnsi"/>
                                    <w:sz w:val="18"/>
                                    <w:szCs w:val="18"/>
                                  </w:rPr>
                                  <w:t>one or multiple participants in small group settings (skill development sessions).</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May not play, practice or assemble as a team with your coach on Sunday.</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May not dress for a contest, sit on the bench, or practice if you are not eligible to</w:t>
                                </w:r>
                                <w:r w:rsidRPr="00300BC7">
                                  <w:rPr>
                                    <w:rFonts w:eastAsia="Times New Roman" w:cstheme="minorHAnsi"/>
                                    <w:sz w:val="18"/>
                                    <w:szCs w:val="18"/>
                                  </w:rPr>
                                  <w:t xml:space="preserve"> </w:t>
                                </w:r>
                                <w:r w:rsidRPr="002D02DA">
                                  <w:rPr>
                                    <w:rFonts w:eastAsia="Times New Roman" w:cstheme="minorHAnsi"/>
                                    <w:sz w:val="18"/>
                                    <w:szCs w:val="18"/>
                                  </w:rPr>
                                  <w:t>participate.</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Must not play more than three (3) games in one sport per week (exceptions:</w:t>
                                </w:r>
                                <w:r w:rsidRPr="00300BC7">
                                  <w:rPr>
                                    <w:rFonts w:eastAsia="Times New Roman" w:cstheme="minorHAnsi"/>
                                    <w:sz w:val="18"/>
                                    <w:szCs w:val="18"/>
                                  </w:rPr>
                                  <w:t xml:space="preserve"> </w:t>
                                </w:r>
                                <w:r w:rsidRPr="002D02DA">
                                  <w:rPr>
                                    <w:rFonts w:eastAsia="Times New Roman" w:cstheme="minorHAnsi"/>
                                    <w:sz w:val="18"/>
                                    <w:szCs w:val="18"/>
                                  </w:rPr>
                                  <w:t>Baseball, Basketball, Softball, Cheerleading, and Volleyball); and not more than</w:t>
                                </w:r>
                                <w:r w:rsidRPr="00300BC7">
                                  <w:rPr>
                                    <w:rFonts w:eastAsia="Times New Roman" w:cstheme="minorHAnsi"/>
                                    <w:sz w:val="18"/>
                                    <w:szCs w:val="18"/>
                                  </w:rPr>
                                  <w:t xml:space="preserve"> </w:t>
                                </w:r>
                                <w:r w:rsidRPr="002D02DA">
                                  <w:rPr>
                                    <w:rFonts w:eastAsia="Times New Roman" w:cstheme="minorHAnsi"/>
                                    <w:sz w:val="18"/>
                                    <w:szCs w:val="18"/>
                                  </w:rPr>
                                  <w:t>one contest per day in the same sport (exceptions: Baseball, Softball, Cheerleading, or Volleyball).</w:t>
                                </w:r>
                                <w:r w:rsidRPr="00300BC7">
                                  <w:rPr>
                                    <w:rFonts w:eastAsia="Times New Roman" w:cstheme="minorHAnsi"/>
                                    <w:sz w:val="18"/>
                                    <w:szCs w:val="18"/>
                                  </w:rPr>
                                  <w:t xml:space="preserve"> </w:t>
                                </w:r>
                              </w:p>
                              <w:p w:rsidR="006937DE" w:rsidRDefault="008D59FE" w:rsidP="002D02DA">
                                <w:pPr>
                                  <w:pStyle w:val="BodyContent02"/>
                                </w:pPr>
                              </w:p>
                            </w:sdtContent>
                          </w:sdt>
                          <w:p w:rsidR="006937DE" w:rsidRDefault="006937DE">
                            <w:pPr>
                              <w:pStyle w:val="Heading04"/>
                              <w:rPr>
                                <w:rStyle w:val="Heading04Char"/>
                                <w:szCs w:val="28"/>
                              </w:rPr>
                            </w:pPr>
                          </w:p>
                          <w:p w:rsidR="006937DE" w:rsidRDefault="006937DE" w:rsidP="002D02DA">
                            <w:pPr>
                              <w:pStyle w:val="BodyContent02"/>
                              <w:rPr>
                                <w:rStyle w:val="BodyContent02Char"/>
                              </w:rPr>
                            </w:pPr>
                          </w:p>
                          <w:p w:rsidR="006937DE" w:rsidRDefault="006937DE">
                            <w:pPr>
                              <w:pStyle w:val="Heading04"/>
                              <w:rPr>
                                <w:rStyle w:val="Heading03Char"/>
                                <w:b w:val="0"/>
                                <w:color w:val="CEB400" w:themeColor="background2" w:themeShade="80"/>
                              </w:rPr>
                            </w:pPr>
                          </w:p>
                        </w:txbxContent>
                      </wps:txbx>
                      <wps:bodyPr rot="0" vert="horz" wrap="square" lIns="137160" tIns="137160" rIns="137160" bIns="13716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36" style="position:absolute;margin-left:387pt;margin-top:18pt;width:167.75pt;height:726.7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" fillcolor="white [3212]" stroked="f">
                <v:fill color2="#fbebab [1303]" o:opacity2="55706f" rotate="t" focus="100%" type="gradient"/>
                <v:textbox inset="10.8pt,10.8pt,10.8pt,10.8pt">
                  <w:txbxContent>
                    <w:p w:rsidR="006937DE" w:rsidRPr="002D02DA" w:rsidRDefault="008D59FE" w:rsidP="002D02DA">
                      <w:pPr>
                        <w:pStyle w:val="Heading04"/>
                        <w:jc w:val="center"/>
                        <w:rPr>
                          <w:u w:val="single"/>
                        </w:rPr>
                      </w:pPr>
                      <w:sdt>
                        <w:sdtPr>
                          <w:rPr>
                            <w:rStyle w:val="Heading04Char"/>
                          </w:rPr>
                          <w:id w:val="-1607642852"/>
                          <w:placeholder>
                            <w:docPart w:val="617CDF26C8034A11A649DDD0857EE84D"/>
                          </w:placeholder>
                        </w:sdtPr>
                        <w:sdtEndPr>
                          <w:rPr>
                            <w:rStyle w:val="DefaultParagraphFont"/>
                            <w:szCs w:val="28"/>
                            <w:u w:val="single"/>
                          </w:rPr>
                        </w:sdtEndPr>
                        <w:sdtContent>
                          <w:r w:rsidR="002D02DA" w:rsidRPr="002D02DA">
                            <w:rPr>
                              <w:rStyle w:val="Heading04Char"/>
                              <w:u w:val="single"/>
                            </w:rPr>
                            <w:t xml:space="preserve">To Represent your school in athletics, YOU: </w:t>
                          </w:r>
                        </w:sdtContent>
                      </w:sdt>
                    </w:p>
                    <w:sdt>
                      <w:sdtPr>
                        <w:rPr>
                          <w:rStyle w:val="BodyContent02Char"/>
                        </w:rPr>
                        <w:id w:val="-502046870"/>
                        <w:placeholder>
                          <w:docPart w:val="F0619BA8FA984DA5959BB6528000EE24"/>
                        </w:placeholder>
                      </w:sdtPr>
                      <w:sdtEndPr>
                        <w:rPr>
                          <w:rStyle w:val="DefaultParagraphFont"/>
                          <w:rFonts w:asciiTheme="minorHAnsi" w:eastAsiaTheme="minorEastAsia" w:hAnsiTheme="minorHAnsi" w:cstheme="minorBidi"/>
                          <w:szCs w:val="18"/>
                        </w:rPr>
                      </w:sdtEndPr>
                      <w:sdtContent>
                        <w:p w:rsidR="002D02DA" w:rsidRPr="002D02DA" w:rsidRDefault="002D02DA" w:rsidP="002D02DA">
                          <w:pPr>
                            <w:pStyle w:val="NormalWeb"/>
                            <w:rPr>
                              <w:rFonts w:asciiTheme="minorHAnsi" w:hAnsiTheme="minorHAnsi" w:cstheme="minorHAnsi"/>
                              <w:sz w:val="18"/>
                              <w:szCs w:val="18"/>
                            </w:rPr>
                          </w:pPr>
                          <w:r w:rsidRPr="002D02DA">
                            <w:rPr>
                              <w:rFonts w:asciiTheme="minorHAnsi" w:hAnsiTheme="minorHAnsi" w:cstheme="minorHAnsi"/>
                              <w:sz w:val="32"/>
                              <w:szCs w:val="32"/>
                            </w:rPr>
                            <w:t>M</w:t>
                          </w:r>
                          <w:r w:rsidRPr="002D02DA">
                            <w:rPr>
                              <w:rFonts w:asciiTheme="minorHAnsi" w:hAnsiTheme="minorHAnsi" w:cstheme="minorHAnsi"/>
                              <w:sz w:val="18"/>
                              <w:szCs w:val="18"/>
                            </w:rPr>
                            <w:t>ust be a properly enrolled student at the time you participate, must be enrolled</w:t>
                          </w:r>
                          <w:r w:rsidRPr="00300BC7">
                            <w:rPr>
                              <w:rFonts w:asciiTheme="minorHAnsi" w:hAnsiTheme="minorHAnsi" w:cstheme="minorHAnsi"/>
                              <w:sz w:val="18"/>
                              <w:szCs w:val="18"/>
                            </w:rPr>
                            <w:t xml:space="preserve"> </w:t>
                          </w:r>
                          <w:r w:rsidRPr="002D02DA">
                            <w:rPr>
                              <w:rFonts w:asciiTheme="minorHAnsi" w:hAnsiTheme="minorHAnsi" w:cstheme="minorHAnsi"/>
                              <w:sz w:val="18"/>
                              <w:szCs w:val="18"/>
                            </w:rPr>
                            <w:t>no later than the 15th day of the present semester, and must be in regular</w:t>
                          </w:r>
                          <w:r w:rsidRPr="00300BC7">
                            <w:rPr>
                              <w:rFonts w:asciiTheme="minorHAnsi" w:hAnsiTheme="minorHAnsi" w:cstheme="minorHAnsi"/>
                              <w:sz w:val="18"/>
                              <w:szCs w:val="18"/>
                            </w:rPr>
                            <w:t xml:space="preserve"> </w:t>
                          </w:r>
                          <w:r w:rsidRPr="002D02DA">
                            <w:rPr>
                              <w:rFonts w:asciiTheme="minorHAnsi" w:hAnsiTheme="minorHAnsi" w:cstheme="minorHAnsi"/>
                              <w:sz w:val="18"/>
                              <w:szCs w:val="18"/>
                            </w:rPr>
                            <w:t>attendance at that school.</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Must not be convicted of a felony in this or any other state, or adjudicated as a</w:t>
                          </w:r>
                          <w:r w:rsidRPr="00300BC7">
                            <w:rPr>
                              <w:rFonts w:eastAsia="Times New Roman" w:cstheme="minorHAnsi"/>
                              <w:sz w:val="18"/>
                              <w:szCs w:val="18"/>
                            </w:rPr>
                            <w:t xml:space="preserve"> </w:t>
                          </w:r>
                          <w:r w:rsidRPr="002D02DA">
                            <w:rPr>
                              <w:rFonts w:eastAsia="Times New Roman" w:cstheme="minorHAnsi"/>
                              <w:sz w:val="18"/>
                              <w:szCs w:val="18"/>
                            </w:rPr>
                            <w:t>delinquent for an offense that would be a felony if committed by an adult in this or</w:t>
                          </w:r>
                          <w:r w:rsidRPr="00300BC7">
                            <w:rPr>
                              <w:rFonts w:eastAsia="Times New Roman" w:cstheme="minorHAnsi"/>
                              <w:sz w:val="18"/>
                              <w:szCs w:val="18"/>
                            </w:rPr>
                            <w:t xml:space="preserve"> </w:t>
                          </w:r>
                          <w:r w:rsidRPr="002D02DA">
                            <w:rPr>
                              <w:rFonts w:eastAsia="Times New Roman" w:cstheme="minorHAnsi"/>
                              <w:sz w:val="18"/>
                              <w:szCs w:val="18"/>
                            </w:rPr>
                            <w:t>any other state.</w:t>
                          </w:r>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Must be present at school on the day of an athletic contest in order to participate</w:t>
                          </w:r>
                          <w:r w:rsidRPr="00300BC7">
                            <w:rPr>
                              <w:rFonts w:eastAsia="Times New Roman" w:cstheme="minorHAnsi"/>
                              <w:sz w:val="18"/>
                              <w:szCs w:val="18"/>
                            </w:rPr>
                            <w:t xml:space="preserve"> </w:t>
                          </w:r>
                          <w:r w:rsidRPr="002D02DA">
                            <w:rPr>
                              <w:rFonts w:eastAsia="Times New Roman" w:cstheme="minorHAnsi"/>
                              <w:sz w:val="18"/>
                              <w:szCs w:val="18"/>
                            </w:rPr>
                            <w:t>in the event.</w:t>
                          </w:r>
                          <w:proofErr w:type="gramEnd"/>
                          <w:r w:rsidRPr="002D02DA">
                            <w:rPr>
                              <w:rFonts w:eastAsia="Times New Roman" w:cstheme="minorHAnsi"/>
                              <w:sz w:val="18"/>
                              <w:szCs w:val="18"/>
                            </w:rPr>
                            <w:t xml:space="preserve"> This includes games and practices.</w:t>
                          </w:r>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Must not accept prizes, merchandise, money, or anything that can be exchanged</w:t>
                          </w:r>
                          <w:r w:rsidRPr="00300BC7">
                            <w:rPr>
                              <w:rFonts w:eastAsia="Times New Roman" w:cstheme="minorHAnsi"/>
                              <w:sz w:val="18"/>
                              <w:szCs w:val="18"/>
                            </w:rPr>
                            <w:t xml:space="preserve"> </w:t>
                          </w:r>
                          <w:r w:rsidRPr="002D02DA">
                            <w:rPr>
                              <w:rFonts w:eastAsia="Times New Roman" w:cstheme="minorHAnsi"/>
                              <w:sz w:val="18"/>
                              <w:szCs w:val="18"/>
                            </w:rPr>
                            <w:t>for money as a result of athletic participation.</w:t>
                          </w:r>
                          <w:proofErr w:type="gramEnd"/>
                          <w:r w:rsidRPr="002D02DA">
                            <w:rPr>
                              <w:rFonts w:eastAsia="Times New Roman" w:cstheme="minorHAnsi"/>
                              <w:sz w:val="18"/>
                              <w:szCs w:val="18"/>
                            </w:rPr>
                            <w:t xml:space="preserve"> This includes being on a free list or</w:t>
                          </w:r>
                          <w:r w:rsidRPr="00300BC7">
                            <w:rPr>
                              <w:rFonts w:eastAsia="Times New Roman" w:cstheme="minorHAnsi"/>
                              <w:sz w:val="18"/>
                              <w:szCs w:val="18"/>
                            </w:rPr>
                            <w:t xml:space="preserve"> </w:t>
                          </w:r>
                          <w:r w:rsidRPr="002D02DA">
                            <w:rPr>
                              <w:rFonts w:eastAsia="Times New Roman" w:cstheme="minorHAnsi"/>
                              <w:sz w:val="18"/>
                              <w:szCs w:val="18"/>
                            </w:rPr>
                            <w:t>loan list for equipment, etc.</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Must not have signed a professional contract, have played on a junior college</w:t>
                          </w:r>
                          <w:r w:rsidRPr="00300BC7">
                            <w:rPr>
                              <w:rFonts w:eastAsia="Times New Roman" w:cstheme="minorHAnsi"/>
                              <w:sz w:val="18"/>
                              <w:szCs w:val="18"/>
                            </w:rPr>
                            <w:t xml:space="preserve"> </w:t>
                          </w:r>
                          <w:r w:rsidRPr="002D02DA">
                            <w:rPr>
                              <w:rFonts w:eastAsia="Times New Roman" w:cstheme="minorHAnsi"/>
                              <w:sz w:val="18"/>
                              <w:szCs w:val="18"/>
                            </w:rPr>
                            <w:t>team, or be enrolled and attending a class in college. This does not affect a</w:t>
                          </w:r>
                          <w:r w:rsidRPr="00300BC7">
                            <w:rPr>
                              <w:rFonts w:eastAsia="Times New Roman" w:cstheme="minorHAnsi"/>
                              <w:sz w:val="18"/>
                              <w:szCs w:val="18"/>
                            </w:rPr>
                            <w:t xml:space="preserve"> </w:t>
                          </w:r>
                          <w:r w:rsidRPr="002D02DA">
                            <w:rPr>
                              <w:rFonts w:eastAsia="Times New Roman" w:cstheme="minorHAnsi"/>
                              <w:sz w:val="18"/>
                              <w:szCs w:val="18"/>
                            </w:rPr>
                            <w:t>regularly enrolled high school student who is taking a college course(s) for</w:t>
                          </w:r>
                          <w:r w:rsidRPr="00300BC7">
                            <w:rPr>
                              <w:rFonts w:eastAsia="Times New Roman" w:cstheme="minorHAnsi"/>
                              <w:sz w:val="18"/>
                              <w:szCs w:val="18"/>
                            </w:rPr>
                            <w:t xml:space="preserve"> </w:t>
                          </w:r>
                          <w:r w:rsidRPr="002D02DA">
                            <w:rPr>
                              <w:rFonts w:eastAsia="Times New Roman" w:cstheme="minorHAnsi"/>
                              <w:sz w:val="18"/>
                              <w:szCs w:val="18"/>
                            </w:rPr>
                            <w:t>advanced credit.</w:t>
                          </w:r>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Must not participate in unsanctioned all-star or bowl games.</w:t>
                          </w:r>
                          <w:proofErr w:type="gramEnd"/>
                        </w:p>
                        <w:p w:rsidR="002D02DA" w:rsidRPr="002D02DA" w:rsidRDefault="002D02DA" w:rsidP="002D02DA">
                          <w:pPr>
                            <w:spacing w:before="100" w:beforeAutospacing="1" w:after="100" w:afterAutospacing="1" w:line="240" w:lineRule="auto"/>
                            <w:rPr>
                              <w:rFonts w:eastAsia="Times New Roman" w:cstheme="minorHAnsi"/>
                              <w:sz w:val="18"/>
                              <w:szCs w:val="18"/>
                            </w:rPr>
                          </w:pPr>
                          <w:proofErr w:type="gramStart"/>
                          <w:r w:rsidRPr="002D02DA">
                            <w:rPr>
                              <w:rFonts w:eastAsia="Times New Roman" w:cstheme="minorHAnsi"/>
                              <w:sz w:val="18"/>
                              <w:szCs w:val="18"/>
                            </w:rPr>
                            <w:t>May not receive team instructions from your school’s coaching staff during the</w:t>
                          </w:r>
                          <w:r w:rsidRPr="00300BC7">
                            <w:rPr>
                              <w:rFonts w:eastAsia="Times New Roman" w:cstheme="minorHAnsi"/>
                              <w:sz w:val="18"/>
                              <w:szCs w:val="18"/>
                            </w:rPr>
                            <w:t xml:space="preserve"> </w:t>
                          </w:r>
                          <w:r w:rsidRPr="002D02DA">
                            <w:rPr>
                              <w:rFonts w:eastAsia="Times New Roman" w:cstheme="minorHAnsi"/>
                              <w:sz w:val="18"/>
                              <w:szCs w:val="18"/>
                            </w:rPr>
                            <w:t>school year outside your sports season.</w:t>
                          </w:r>
                          <w:proofErr w:type="gramEnd"/>
                          <w:r w:rsidRPr="002D02DA">
                            <w:rPr>
                              <w:rFonts w:eastAsia="Times New Roman" w:cstheme="minorHAnsi"/>
                              <w:sz w:val="18"/>
                              <w:szCs w:val="18"/>
                            </w:rPr>
                            <w:t xml:space="preserve"> Instruction is limited to the coach and</w:t>
                          </w:r>
                          <w:r w:rsidRPr="00300BC7">
                            <w:rPr>
                              <w:rFonts w:eastAsia="Times New Roman" w:cstheme="minorHAnsi"/>
                              <w:sz w:val="18"/>
                              <w:szCs w:val="18"/>
                            </w:rPr>
                            <w:t xml:space="preserve"> </w:t>
                          </w:r>
                          <w:r w:rsidRPr="002D02DA">
                            <w:rPr>
                              <w:rFonts w:eastAsia="Times New Roman" w:cstheme="minorHAnsi"/>
                              <w:sz w:val="18"/>
                              <w:szCs w:val="18"/>
                            </w:rPr>
                            <w:t>one or multiple participants in small group settings (skill development sessions).</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May not play, practice or assemble as a team with your coach on Sunday.</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May not dress for a contest, sit on the bench, or practice if you are not eligible to</w:t>
                          </w:r>
                          <w:r w:rsidRPr="00300BC7">
                            <w:rPr>
                              <w:rFonts w:eastAsia="Times New Roman" w:cstheme="minorHAnsi"/>
                              <w:sz w:val="18"/>
                              <w:szCs w:val="18"/>
                            </w:rPr>
                            <w:t xml:space="preserve"> </w:t>
                          </w:r>
                          <w:r w:rsidRPr="002D02DA">
                            <w:rPr>
                              <w:rFonts w:eastAsia="Times New Roman" w:cstheme="minorHAnsi"/>
                              <w:sz w:val="18"/>
                              <w:szCs w:val="18"/>
                            </w:rPr>
                            <w:t>participate.</w:t>
                          </w:r>
                        </w:p>
                        <w:p w:rsidR="002D02DA" w:rsidRPr="002D02DA" w:rsidRDefault="002D02DA" w:rsidP="002D02DA">
                          <w:pPr>
                            <w:spacing w:before="100" w:beforeAutospacing="1" w:after="100" w:afterAutospacing="1" w:line="240" w:lineRule="auto"/>
                            <w:rPr>
                              <w:rFonts w:eastAsia="Times New Roman" w:cstheme="minorHAnsi"/>
                              <w:sz w:val="18"/>
                              <w:szCs w:val="18"/>
                            </w:rPr>
                          </w:pPr>
                          <w:r w:rsidRPr="002D02DA">
                            <w:rPr>
                              <w:rFonts w:eastAsia="Times New Roman" w:cstheme="minorHAnsi"/>
                              <w:sz w:val="18"/>
                              <w:szCs w:val="18"/>
                            </w:rPr>
                            <w:t>Must not play more than three (3) games in one sport per week (exceptions:</w:t>
                          </w:r>
                          <w:r w:rsidRPr="00300BC7">
                            <w:rPr>
                              <w:rFonts w:eastAsia="Times New Roman" w:cstheme="minorHAnsi"/>
                              <w:sz w:val="18"/>
                              <w:szCs w:val="18"/>
                            </w:rPr>
                            <w:t xml:space="preserve"> </w:t>
                          </w:r>
                          <w:r w:rsidRPr="002D02DA">
                            <w:rPr>
                              <w:rFonts w:eastAsia="Times New Roman" w:cstheme="minorHAnsi"/>
                              <w:sz w:val="18"/>
                              <w:szCs w:val="18"/>
                            </w:rPr>
                            <w:t>Baseball, Basketball, Softball, Cheerleading, and Volleyball); and not more than</w:t>
                          </w:r>
                          <w:r w:rsidRPr="00300BC7">
                            <w:rPr>
                              <w:rFonts w:eastAsia="Times New Roman" w:cstheme="minorHAnsi"/>
                              <w:sz w:val="18"/>
                              <w:szCs w:val="18"/>
                            </w:rPr>
                            <w:t xml:space="preserve"> </w:t>
                          </w:r>
                          <w:r w:rsidRPr="002D02DA">
                            <w:rPr>
                              <w:rFonts w:eastAsia="Times New Roman" w:cstheme="minorHAnsi"/>
                              <w:sz w:val="18"/>
                              <w:szCs w:val="18"/>
                            </w:rPr>
                            <w:t>one contest per day in the same sport (exceptions: Baseball, Softball, Cheerleading, or Volleyball).</w:t>
                          </w:r>
                          <w:r w:rsidRPr="00300BC7">
                            <w:rPr>
                              <w:rFonts w:eastAsia="Times New Roman" w:cstheme="minorHAnsi"/>
                              <w:sz w:val="18"/>
                              <w:szCs w:val="18"/>
                            </w:rPr>
                            <w:t xml:space="preserve"> </w:t>
                          </w:r>
                        </w:p>
                        <w:p w:rsidR="006937DE" w:rsidRDefault="008D59FE" w:rsidP="002D02DA">
                          <w:pPr>
                            <w:pStyle w:val="BodyContent02"/>
                          </w:pPr>
                        </w:p>
                      </w:sdtContent>
                    </w:sdt>
                    <w:p w:rsidR="006937DE" w:rsidRDefault="006937DE">
                      <w:pPr>
                        <w:pStyle w:val="Heading04"/>
                        <w:rPr>
                          <w:rStyle w:val="Heading04Char"/>
                          <w:szCs w:val="28"/>
                        </w:rPr>
                      </w:pPr>
                    </w:p>
                    <w:p w:rsidR="006937DE" w:rsidRDefault="006937DE" w:rsidP="002D02DA">
                      <w:pPr>
                        <w:pStyle w:val="BodyContent02"/>
                        <w:rPr>
                          <w:rStyle w:val="BodyContent02Char"/>
                        </w:rPr>
                      </w:pPr>
                    </w:p>
                    <w:p w:rsidR="006937DE" w:rsidRDefault="006937DE">
                      <w:pPr>
                        <w:pStyle w:val="Heading04"/>
                        <w:rPr>
                          <w:rStyle w:val="Heading03Char"/>
                          <w:b w:val="0"/>
                          <w:color w:val="CEB400" w:themeColor="background2" w:themeShade="80"/>
                        </w:rPr>
                      </w:pPr>
                    </w:p>
                  </w:txbxContent>
                </v:textbox>
                <w10:wrap anchorx="margin" anchory="margin"/>
              </v:rect>
            </w:pict>
          </mc:Fallback>
        </mc:AlternateContent>
      </w:r>
      <w:r w:rsidR="00D97CC3">
        <w:rPr>
          <w:noProof/>
        </w:rPr>
        <mc:AlternateContent>
          <mc:Choice Requires="wps">
            <w:drawing>
              <wp:anchor distT="0" distB="0" distL="114300" distR="114300" simplePos="0" relativeHeight="251764736" behindDoc="0" locked="0" layoutInCell="1" allowOverlap="1" wp14:anchorId="039AE120" wp14:editId="67BB3654">
                <wp:simplePos x="0" y="0"/>
                <wp:positionH relativeFrom="margin">
                  <wp:posOffset>0</wp:posOffset>
                </wp:positionH>
                <wp:positionV relativeFrom="margin">
                  <wp:posOffset>0</wp:posOffset>
                </wp:positionV>
                <wp:extent cx="5029200" cy="3267075"/>
                <wp:effectExtent l="0" t="0" r="0" b="9525"/>
                <wp:wrapNone/>
                <wp:docPr id="36"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267075"/>
                        </a:xfrm>
                        <a:prstGeom prst="rect">
                          <a:avLst/>
                        </a:prstGeom>
                        <a:noFill/>
                        <a:ln>
                          <a:noFill/>
                        </a:ln>
                        <a:extLst>
                          <a:ext uri="{909E8E84-426E-40DD-AFC4-6F175D3DCCD1}">
                            <a14:hiddenFill xmlns:a14="http://schemas.microsoft.com/office/drawing/2010/main">
                              <a:solidFill>
                                <a:schemeClr val="accent3">
                                  <a:lumMod val="5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Heading01Char"/>
                              </w:rPr>
                              <w:id w:val="890228447"/>
                              <w:placeholder>
                                <w:docPart w:val="362903C2149041369454BE643F65A004"/>
                              </w:placeholder>
                            </w:sdtPr>
                            <w:sdtEndPr>
                              <w:rPr>
                                <w:rStyle w:val="DefaultParagraphFont"/>
                                <w:sz w:val="18"/>
                                <w:szCs w:val="18"/>
                              </w:rPr>
                            </w:sdtEndPr>
                            <w:sdtContent>
                              <w:p w:rsidR="00D97CC3" w:rsidRDefault="00D97CC3" w:rsidP="00D97CC3">
                                <w:pPr>
                                  <w:pStyle w:val="Heading01"/>
                                  <w:jc w:val="center"/>
                                  <w:rPr>
                                    <w:rStyle w:val="Heading01Char"/>
                                  </w:rPr>
                                </w:pPr>
                                <w:r>
                                  <w:rPr>
                                    <w:rFonts w:ascii="Arial" w:hAnsi="Arial" w:cs="Arial"/>
                                    <w:noProof/>
                                    <w:color w:val="0000FF"/>
                                    <w:sz w:val="27"/>
                                    <w:szCs w:val="27"/>
                                  </w:rPr>
                                  <w:drawing>
                                    <wp:inline distT="0" distB="0" distL="0" distR="0" wp14:anchorId="0FF4D30A" wp14:editId="3E50E5CC">
                                      <wp:extent cx="2466975" cy="1847850"/>
                                      <wp:effectExtent l="0" t="0" r="9525" b="0"/>
                                      <wp:docPr id="58" name="rg_hi" descr="http://t3.gstatic.com/images?q=tbn:ANd9GcR-mZqcV1EacPDz7IJXeP69OKCzmrF6Vk5DTx0ZtED7wdsi2uE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mZqcV1EacPDz7IJXeP69OKCzmrF6Vk5DTx0ZtED7wdsi2uE2">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p w:rsidR="00D97CC3" w:rsidRPr="00D97CC3" w:rsidRDefault="00D97CC3" w:rsidP="00D97CC3">
                                <w:pPr>
                                  <w:pStyle w:val="Heading01"/>
                                  <w:jc w:val="center"/>
                                  <w:rPr>
                                    <w:rStyle w:val="Heading01Char"/>
                                    <w:i/>
                                    <w:color w:val="auto"/>
                                    <w:sz w:val="16"/>
                                    <w:szCs w:val="16"/>
                                    <w:u w:val="single"/>
                                  </w:rPr>
                                </w:pPr>
                                <w:r w:rsidRPr="00D97CC3">
                                  <w:rPr>
                                    <w:rStyle w:val="Heading01Char"/>
                                    <w:i/>
                                    <w:color w:val="auto"/>
                                    <w:sz w:val="16"/>
                                    <w:szCs w:val="16"/>
                                    <w:u w:val="single"/>
                                  </w:rPr>
                                  <w:t>Eugene Ashley High School Baseball Team</w:t>
                                </w:r>
                              </w:p>
                              <w:p w:rsidR="00D97CC3" w:rsidRPr="00D97CC3" w:rsidRDefault="00D97CC3" w:rsidP="00D97CC3">
                                <w:pPr>
                                  <w:pStyle w:val="Heading01"/>
                                  <w:rPr>
                                    <w:rStyle w:val="Heading01Char"/>
                                    <w:sz w:val="18"/>
                                    <w:szCs w:val="18"/>
                                  </w:rPr>
                                </w:pPr>
                                <w:r w:rsidRPr="00D97CC3">
                                  <w:rPr>
                                    <w:rStyle w:val="Heading01Char"/>
                                    <w:sz w:val="18"/>
                                    <w:szCs w:val="18"/>
                                  </w:rPr>
                                  <w:t>Interview with Coach Stewart</w:t>
                                </w:r>
                              </w:p>
                              <w:p w:rsidR="00D97CC3" w:rsidRPr="00D97CC3" w:rsidRDefault="00D97CC3" w:rsidP="00D97CC3">
                                <w:pPr>
                                  <w:pStyle w:val="Heading01"/>
                                  <w:spacing w:after="0"/>
                                  <w:rPr>
                                    <w:rStyle w:val="Heading01Char"/>
                                    <w:u w:val="single"/>
                                  </w:rPr>
                                </w:pPr>
                                <w:r w:rsidRPr="00D97CC3">
                                  <w:rPr>
                                    <w:rStyle w:val="Heading01Char"/>
                                    <w:u w:val="single"/>
                                  </w:rPr>
                                  <w:t>Interview Questions:</w:t>
                                </w:r>
                              </w:p>
                              <w:p w:rsidR="006937DE" w:rsidRPr="00D97CC3" w:rsidRDefault="00D97CC3" w:rsidP="00D97CC3">
                                <w:pPr>
                                  <w:pStyle w:val="Heading01"/>
                                  <w:spacing w:after="0"/>
                                  <w:rPr>
                                    <w:sz w:val="18"/>
                                    <w:szCs w:val="18"/>
                                  </w:rPr>
                                </w:pPr>
                                <w:r w:rsidRPr="00D97CC3">
                                  <w:rPr>
                                    <w:rStyle w:val="Heading01Char"/>
                                    <w:sz w:val="18"/>
                                    <w:szCs w:val="18"/>
                                  </w:rPr>
                                  <w:t>Head coach of Men’s Baseball</w:t>
                                </w:r>
                              </w:p>
                            </w:sdtContent>
                          </w:sdt>
                          <w:p w:rsidR="00D97CC3" w:rsidRDefault="00D97CC3" w:rsidP="00D97CC3">
                            <w:pPr>
                              <w:pStyle w:val="Heading01"/>
                              <w:jc w:val="center"/>
                              <w:rPr>
                                <w:szCs w:val="28"/>
                              </w:rPr>
                            </w:pPr>
                          </w:p>
                          <w:p w:rsidR="00D97CC3" w:rsidRDefault="00D97CC3" w:rsidP="00D97CC3">
                            <w:pPr>
                              <w:pStyle w:val="Heading01"/>
                              <w:jc w:val="center"/>
                              <w:rPr>
                                <w:szCs w:val="28"/>
                              </w:rPr>
                            </w:pPr>
                          </w:p>
                        </w:txbxContent>
                      </wps:txbx>
                      <wps:bodyPr rot="0" vert="horz" wrap="square" lIns="182880" tIns="9144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37" style="position:absolute;margin-left:0;margin-top:0;width:396pt;height:257.2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" filled="f" fillcolor="#59150b [1606]" stroked="f">
                <v:textbox inset="14.4pt,7.2pt,14.4pt">
                  <w:txbxContent>
                    <w:sdt>
                      <w:sdtPr>
                        <w:rPr>
                          <w:rStyle w:val="Heading01Char"/>
                        </w:rPr>
                        <w:id w:val="890228447"/>
                        <w:placeholder>
                          <w:docPart w:val="362903C2149041369454BE643F65A004"/>
                        </w:placeholder>
                      </w:sdtPr>
                      <w:sdtEndPr>
                        <w:rPr>
                          <w:rStyle w:val="DefaultParagraphFont"/>
                          <w:sz w:val="18"/>
                          <w:szCs w:val="18"/>
                        </w:rPr>
                      </w:sdtEndPr>
                      <w:sdtContent>
                        <w:p w:rsidR="00D97CC3" w:rsidRDefault="00D97CC3" w:rsidP="00D97CC3">
                          <w:pPr>
                            <w:pStyle w:val="Heading01"/>
                            <w:jc w:val="center"/>
                            <w:rPr>
                              <w:rStyle w:val="Heading01Char"/>
                            </w:rPr>
                          </w:pPr>
                          <w:r>
                            <w:rPr>
                              <w:rFonts w:ascii="Arial" w:hAnsi="Arial" w:cs="Arial"/>
                              <w:noProof/>
                              <w:color w:val="0000FF"/>
                              <w:sz w:val="27"/>
                              <w:szCs w:val="27"/>
                            </w:rPr>
                            <w:drawing>
                              <wp:inline distT="0" distB="0" distL="0" distR="0" wp14:anchorId="0FF4D30A" wp14:editId="3E50E5CC">
                                <wp:extent cx="2466975" cy="1847850"/>
                                <wp:effectExtent l="0" t="0" r="9525" b="0"/>
                                <wp:docPr id="58" name="rg_hi" descr="http://t3.gstatic.com/images?q=tbn:ANd9GcR-mZqcV1EacPDz7IJXeP69OKCzmrF6Vk5DTx0ZtED7wdsi2uE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mZqcV1EacPDz7IJXeP69OKCzmrF6Vk5DTx0ZtED7wdsi2uE2">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p w:rsidR="00D97CC3" w:rsidRPr="00D97CC3" w:rsidRDefault="00D97CC3" w:rsidP="00D97CC3">
                          <w:pPr>
                            <w:pStyle w:val="Heading01"/>
                            <w:jc w:val="center"/>
                            <w:rPr>
                              <w:rStyle w:val="Heading01Char"/>
                              <w:i/>
                              <w:color w:val="auto"/>
                              <w:sz w:val="16"/>
                              <w:szCs w:val="16"/>
                              <w:u w:val="single"/>
                            </w:rPr>
                          </w:pPr>
                          <w:r w:rsidRPr="00D97CC3">
                            <w:rPr>
                              <w:rStyle w:val="Heading01Char"/>
                              <w:i/>
                              <w:color w:val="auto"/>
                              <w:sz w:val="16"/>
                              <w:szCs w:val="16"/>
                              <w:u w:val="single"/>
                            </w:rPr>
                            <w:t>Eugene Ashley High School Baseball Team</w:t>
                          </w:r>
                        </w:p>
                        <w:p w:rsidR="00D97CC3" w:rsidRPr="00D97CC3" w:rsidRDefault="00D97CC3" w:rsidP="00D97CC3">
                          <w:pPr>
                            <w:pStyle w:val="Heading01"/>
                            <w:rPr>
                              <w:rStyle w:val="Heading01Char"/>
                              <w:sz w:val="18"/>
                              <w:szCs w:val="18"/>
                            </w:rPr>
                          </w:pPr>
                          <w:r w:rsidRPr="00D97CC3">
                            <w:rPr>
                              <w:rStyle w:val="Heading01Char"/>
                              <w:sz w:val="18"/>
                              <w:szCs w:val="18"/>
                            </w:rPr>
                            <w:t>Interview with Coach Stewart</w:t>
                          </w:r>
                        </w:p>
                        <w:p w:rsidR="00D97CC3" w:rsidRPr="00D97CC3" w:rsidRDefault="00D97CC3" w:rsidP="00D97CC3">
                          <w:pPr>
                            <w:pStyle w:val="Heading01"/>
                            <w:spacing w:after="0"/>
                            <w:rPr>
                              <w:rStyle w:val="Heading01Char"/>
                              <w:u w:val="single"/>
                            </w:rPr>
                          </w:pPr>
                          <w:r w:rsidRPr="00D97CC3">
                            <w:rPr>
                              <w:rStyle w:val="Heading01Char"/>
                              <w:u w:val="single"/>
                            </w:rPr>
                            <w:t>Interview Questions:</w:t>
                          </w:r>
                        </w:p>
                        <w:p w:rsidR="006937DE" w:rsidRPr="00D97CC3" w:rsidRDefault="00D97CC3" w:rsidP="00D97CC3">
                          <w:pPr>
                            <w:pStyle w:val="Heading01"/>
                            <w:spacing w:after="0"/>
                            <w:rPr>
                              <w:sz w:val="18"/>
                              <w:szCs w:val="18"/>
                            </w:rPr>
                          </w:pPr>
                          <w:r w:rsidRPr="00D97CC3">
                            <w:rPr>
                              <w:rStyle w:val="Heading01Char"/>
                              <w:sz w:val="18"/>
                              <w:szCs w:val="18"/>
                            </w:rPr>
                            <w:t>Head coach of Men’s Baseball</w:t>
                          </w:r>
                        </w:p>
                      </w:sdtContent>
                    </w:sdt>
                    <w:p w:rsidR="00D97CC3" w:rsidRDefault="00D97CC3" w:rsidP="00D97CC3">
                      <w:pPr>
                        <w:pStyle w:val="Heading01"/>
                        <w:jc w:val="center"/>
                        <w:rPr>
                          <w:szCs w:val="28"/>
                        </w:rPr>
                      </w:pPr>
                    </w:p>
                    <w:p w:rsidR="00D97CC3" w:rsidRDefault="00D97CC3" w:rsidP="00D97CC3">
                      <w:pPr>
                        <w:pStyle w:val="Heading01"/>
                        <w:jc w:val="center"/>
                        <w:rPr>
                          <w:szCs w:val="28"/>
                        </w:rPr>
                      </w:pPr>
                    </w:p>
                  </w:txbxContent>
                </v:textbox>
                <w10:wrap anchorx="margin" anchory="margin"/>
              </v:rect>
            </w:pict>
          </mc:Fallback>
        </mc:AlternateContent>
      </w:r>
      <w:r w:rsidR="00D97CC3">
        <w:rPr>
          <w:rFonts w:ascii="Arial" w:hAnsi="Arial" w:cs="Arial"/>
          <w:noProof/>
          <w:color w:val="0000FF"/>
          <w:sz w:val="27"/>
          <w:szCs w:val="27"/>
        </w:rPr>
        <w:drawing>
          <wp:inline distT="0" distB="0" distL="0" distR="0" wp14:anchorId="14202D14" wp14:editId="316E15B5">
            <wp:extent cx="2466975" cy="1847850"/>
            <wp:effectExtent l="0" t="0" r="9525" b="0"/>
            <wp:docPr id="56" name="rg_hi" descr="http://t3.gstatic.com/images?q=tbn:ANd9GcR-mZqcV1EacPDz7IJXeP69OKCzmrF6Vk5DTx0ZtED7wdsi2uE2">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R-mZqcV1EacPDz7IJXeP69OKCzmrF6Vk5DTx0ZtED7wdsi2uE2">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p w:rsidR="006937DE" w:rsidRDefault="00801D9F">
      <w:r>
        <w:t xml:space="preserve"> </w:t>
      </w:r>
    </w:p>
    <w:p w:rsidR="006937DE" w:rsidRDefault="00300BC7">
      <w:r>
        <w:rPr>
          <w:noProof/>
        </w:rPr>
        <mc:AlternateContent>
          <mc:Choice Requires="wps">
            <w:drawing>
              <wp:anchor distT="0" distB="0" distL="114300" distR="114300" simplePos="0" relativeHeight="251790336" behindDoc="0" locked="0" layoutInCell="1" allowOverlap="1">
                <wp:simplePos x="0" y="0"/>
                <wp:positionH relativeFrom="column">
                  <wp:posOffset>6038850</wp:posOffset>
                </wp:positionH>
                <wp:positionV relativeFrom="paragraph">
                  <wp:posOffset>7192010</wp:posOffset>
                </wp:positionV>
                <wp:extent cx="1006475" cy="266700"/>
                <wp:effectExtent l="0" t="0" r="22225" b="19050"/>
                <wp:wrapNone/>
                <wp:docPr id="290" name="Text Box 290"/>
                <wp:cNvGraphicFramePr/>
                <a:graphic xmlns:a="http://schemas.openxmlformats.org/drawingml/2006/main">
                  <a:graphicData uri="http://schemas.microsoft.com/office/word/2010/wordprocessingShape">
                    <wps:wsp>
                      <wps:cNvSpPr txBox="1"/>
                      <wps:spPr>
                        <a:xfrm>
                          <a:off x="0" y="0"/>
                          <a:ext cx="1006475" cy="266700"/>
                        </a:xfrm>
                        <a:prstGeom prst="rect">
                          <a:avLst/>
                        </a:prstGeom>
                        <a:solidFill>
                          <a:schemeClr val="accent3">
                            <a:lumMod val="50000"/>
                          </a:schemeClr>
                        </a:solidFill>
                        <a:ln w="6350">
                          <a:solidFill>
                            <a:schemeClr val="accent3">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300BC7" w:rsidRPr="00300BC7" w:rsidRDefault="00300BC7">
                            <w:pPr>
                              <w:rPr>
                                <w:color w:val="FFFF00"/>
                              </w:rPr>
                            </w:pPr>
                            <w:r w:rsidRPr="00300BC7">
                              <w:rPr>
                                <w:color w:val="FFFF00"/>
                              </w:rPr>
                              <w:t>Page Three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90" o:spid="_x0000_s1038" type="#_x0000_t202" style="position:absolute;margin-left:475.5pt;margin-top:566.3pt;width:79.25pt;height:21pt;z-index:251790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" fillcolor="#59150b [1606]" strokecolor="#59150b [1606]" strokeweight=".5pt">
                <v:textbox>
                  <w:txbxContent>
                    <w:p w:rsidR="00300BC7" w:rsidRPr="00300BC7" w:rsidRDefault="00300BC7">
                      <w:pPr>
                        <w:rPr>
                          <w:color w:val="FFFF00"/>
                        </w:rPr>
                      </w:pPr>
                      <w:r w:rsidRPr="00300BC7">
                        <w:rPr>
                          <w:color w:val="FFFF00"/>
                        </w:rPr>
                        <w:t>Page Three</w:t>
                      </w:r>
                    </w:p>
                  </w:txbxContent>
                </v:textbox>
              </v:shape>
            </w:pict>
          </mc:Fallback>
        </mc:AlternateContent>
      </w:r>
      <w:r w:rsidR="00D97CC3">
        <w:rPr>
          <w:noProof/>
        </w:rPr>
        <mc:AlternateContent>
          <mc:Choice Requires="wps">
            <w:drawing>
              <wp:anchor distT="0" distB="0" distL="114300" distR="114300" simplePos="0" relativeHeight="251786240" behindDoc="0" locked="0" layoutInCell="1" allowOverlap="1" wp14:anchorId="60F1D020" wp14:editId="37CA38D6">
                <wp:simplePos x="0" y="0"/>
                <wp:positionH relativeFrom="column">
                  <wp:align>center</wp:align>
                </wp:positionH>
                <wp:positionV relativeFrom="paragraph">
                  <wp:posOffset>0</wp:posOffset>
                </wp:positionV>
                <wp:extent cx="2337435" cy="6057900"/>
                <wp:effectExtent l="0" t="0" r="2476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7435" cy="6057900"/>
                        </a:xfrm>
                        <a:prstGeom prst="rect">
                          <a:avLst/>
                        </a:prstGeom>
                        <a:solidFill>
                          <a:schemeClr val="accent3">
                            <a:lumMod val="50000"/>
                          </a:schemeClr>
                        </a:solidFill>
                        <a:ln w="9525">
                          <a:solidFill>
                            <a:schemeClr val="accent3">
                              <a:lumMod val="50000"/>
                            </a:schemeClr>
                          </a:solidFill>
                          <a:miter lim="800000"/>
                          <a:headEnd/>
                          <a:tailEnd/>
                        </a:ln>
                      </wps:spPr>
                      <wps:txbx>
                        <w:txbxContent>
                          <w:p w:rsidR="00D97CC3" w:rsidRDefault="00D97CC3"/>
                          <w:p w:rsidR="00D97CC3" w:rsidRDefault="00D97CC3"/>
                          <w:p w:rsidR="00D97CC3" w:rsidRPr="00D97CC3" w:rsidRDefault="00D97CC3" w:rsidP="00D97CC3">
                            <w:pPr>
                              <w:rPr>
                                <w:sz w:val="20"/>
                                <w:szCs w:val="20"/>
                              </w:rPr>
                            </w:pPr>
                          </w:p>
                          <w:p w:rsidR="00D97CC3" w:rsidRDefault="00D97CC3" w:rsidP="00D97CC3">
                            <w:pPr>
                              <w:pStyle w:val="ListParagraph"/>
                              <w:numPr>
                                <w:ilvl w:val="0"/>
                                <w:numId w:val="12"/>
                              </w:numPr>
                              <w:rPr>
                                <w:color w:val="F19E90" w:themeColor="accent3" w:themeTint="66"/>
                                <w:sz w:val="20"/>
                                <w:szCs w:val="20"/>
                              </w:rPr>
                            </w:pPr>
                            <w:r w:rsidRPr="00D97CC3">
                              <w:rPr>
                                <w:color w:val="F19E90" w:themeColor="accent3" w:themeTint="66"/>
                                <w:sz w:val="20"/>
                                <w:szCs w:val="20"/>
                              </w:rPr>
                              <w:t>“I enjoy being out in the field and interacting with the players and the game of baseball in general.”</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“Yes, they have potential.” </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“Making sure the kids understand that they need to practice to succeed.”</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“We will participate in twenty two games. We will play against Terry Sanford, Dixon, West and South Brunswick, Lumberton, Southern Wayne, West Carteret, Greenville Rose, New Hanover, Laney, New Bern, and </w:t>
                            </w:r>
                            <w:proofErr w:type="spellStart"/>
                            <w:r>
                              <w:rPr>
                                <w:color w:val="F19E90" w:themeColor="accent3" w:themeTint="66"/>
                                <w:sz w:val="20"/>
                                <w:szCs w:val="20"/>
                              </w:rPr>
                              <w:t>Hoggard</w:t>
                            </w:r>
                            <w:proofErr w:type="spellEnd"/>
                            <w:r>
                              <w:rPr>
                                <w:color w:val="F19E90" w:themeColor="accent3" w:themeTint="66"/>
                                <w:sz w:val="20"/>
                                <w:szCs w:val="20"/>
                              </w:rPr>
                              <w:t xml:space="preserve">.” </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“I will continue to keep my team motivated by challenging them, motivating them, and setting team goals.”</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“Yes, it’s the toughest part of the job. You can only play so many people and many factors play into choosing players.” </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“I have had several favorite memories; some include the Eastern Championship in 2007, coming back from a 12-4 in 2011 from </w:t>
                            </w:r>
                            <w:proofErr w:type="spellStart"/>
                            <w:r>
                              <w:rPr>
                                <w:color w:val="F19E90" w:themeColor="accent3" w:themeTint="66"/>
                                <w:sz w:val="20"/>
                                <w:szCs w:val="20"/>
                              </w:rPr>
                              <w:t>Pinecrest</w:t>
                            </w:r>
                            <w:proofErr w:type="spellEnd"/>
                            <w:r>
                              <w:rPr>
                                <w:color w:val="F19E90" w:themeColor="accent3" w:themeTint="66"/>
                                <w:sz w:val="20"/>
                                <w:szCs w:val="20"/>
                              </w:rPr>
                              <w:t xml:space="preserve">, beating </w:t>
                            </w:r>
                            <w:proofErr w:type="spellStart"/>
                            <w:r>
                              <w:rPr>
                                <w:color w:val="F19E90" w:themeColor="accent3" w:themeTint="66"/>
                                <w:sz w:val="20"/>
                                <w:szCs w:val="20"/>
                              </w:rPr>
                              <w:t>Hoggard</w:t>
                            </w:r>
                            <w:proofErr w:type="spellEnd"/>
                            <w:r>
                              <w:rPr>
                                <w:color w:val="F19E90" w:themeColor="accent3" w:themeTint="66"/>
                                <w:sz w:val="20"/>
                                <w:szCs w:val="20"/>
                              </w:rPr>
                              <w:t>, and dog pilling on the field.”</w:t>
                            </w:r>
                          </w:p>
                          <w:p w:rsidR="00D97CC3" w:rsidRDefault="00D97CC3" w:rsidP="00D97CC3">
                            <w:pPr>
                              <w:rPr>
                                <w:color w:val="F19E90" w:themeColor="accent3" w:themeTint="66"/>
                                <w:sz w:val="20"/>
                                <w:szCs w:val="20"/>
                              </w:rPr>
                            </w:pPr>
                          </w:p>
                          <w:p w:rsidR="00D97CC3" w:rsidRPr="00D97CC3" w:rsidRDefault="00D97CC3" w:rsidP="00D97CC3">
                            <w:pPr>
                              <w:pStyle w:val="ListParagraph"/>
                              <w:ind w:left="360"/>
                              <w:rPr>
                                <w:color w:val="F19E90" w:themeColor="accent3" w:themeTint="66"/>
                                <w:sz w:val="20"/>
                                <w:szCs w:val="20"/>
                              </w:rPr>
                            </w:pPr>
                          </w:p>
                          <w:p w:rsidR="00D97CC3" w:rsidRDefault="00D97CC3" w:rsidP="00D97CC3">
                            <w:pPr>
                              <w:rPr>
                                <w:color w:val="F19E90" w:themeColor="accent3" w:themeTint="66"/>
                                <w:sz w:val="20"/>
                                <w:szCs w:val="20"/>
                              </w:rPr>
                            </w:pPr>
                          </w:p>
                          <w:p w:rsidR="00D97CC3" w:rsidRDefault="00D97CC3" w:rsidP="00D97CC3">
                            <w:pPr>
                              <w:rPr>
                                <w:color w:val="F19E90" w:themeColor="accent3" w:themeTint="66"/>
                                <w:sz w:val="20"/>
                                <w:szCs w:val="20"/>
                              </w:rPr>
                            </w:pPr>
                          </w:p>
                          <w:p w:rsidR="00D97CC3" w:rsidRPr="00D97CC3" w:rsidRDefault="00D97CC3" w:rsidP="00D97CC3">
                            <w:pPr>
                              <w:rPr>
                                <w:color w:val="F19E90" w:themeColor="accent3" w:themeTint="66"/>
                                <w:sz w:val="20"/>
                                <w:szCs w:val="20"/>
                              </w:rPr>
                            </w:pPr>
                          </w:p>
                          <w:p w:rsidR="00D97CC3" w:rsidRPr="00D97CC3" w:rsidRDefault="00D97CC3" w:rsidP="00D97CC3">
                            <w:pPr>
                              <w:pStyle w:val="ListParagraph"/>
                              <w:ind w:left="360"/>
                              <w:rPr>
                                <w:color w:val="F19E90" w:themeColor="accent3" w:themeTint="66"/>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9" type="#_x0000_t202" style="position:absolute;margin-left:0;margin-top:0;width:184.05pt;height:477pt;z-index:251786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" fillcolor="#59150b [1606]" strokecolor="#59150b [1606]">
                <v:textbox>
                  <w:txbxContent>
                    <w:p w:rsidR="00D97CC3" w:rsidRDefault="00D97CC3"/>
                    <w:p w:rsidR="00D97CC3" w:rsidRDefault="00D97CC3"/>
                    <w:p w:rsidR="00D97CC3" w:rsidRPr="00D97CC3" w:rsidRDefault="00D97CC3" w:rsidP="00D97CC3">
                      <w:pPr>
                        <w:rPr>
                          <w:sz w:val="20"/>
                          <w:szCs w:val="20"/>
                        </w:rPr>
                      </w:pPr>
                    </w:p>
                    <w:p w:rsidR="00D97CC3" w:rsidRDefault="00D97CC3" w:rsidP="00D97CC3">
                      <w:pPr>
                        <w:pStyle w:val="ListParagraph"/>
                        <w:numPr>
                          <w:ilvl w:val="0"/>
                          <w:numId w:val="12"/>
                        </w:numPr>
                        <w:rPr>
                          <w:color w:val="F19E90" w:themeColor="accent3" w:themeTint="66"/>
                          <w:sz w:val="20"/>
                          <w:szCs w:val="20"/>
                        </w:rPr>
                      </w:pPr>
                      <w:r w:rsidRPr="00D97CC3">
                        <w:rPr>
                          <w:color w:val="F19E90" w:themeColor="accent3" w:themeTint="66"/>
                          <w:sz w:val="20"/>
                          <w:szCs w:val="20"/>
                        </w:rPr>
                        <w:t>“I enjoy being out in the field and interacting with the players and the game of baseball in general.”</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“Yes, they have potential.” </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“Making sure the kids understand that they need to practice to succeed.”</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“We will participate in twenty two games. We will play against Terry Sanford, Dixon, West and South Brunswick, Lumberton, Southern Wayne, West Carteret, Greenville Rose, New Hanover, Laney, New Bern, and </w:t>
                      </w:r>
                      <w:proofErr w:type="spellStart"/>
                      <w:r>
                        <w:rPr>
                          <w:color w:val="F19E90" w:themeColor="accent3" w:themeTint="66"/>
                          <w:sz w:val="20"/>
                          <w:szCs w:val="20"/>
                        </w:rPr>
                        <w:t>Hoggard</w:t>
                      </w:r>
                      <w:proofErr w:type="spellEnd"/>
                      <w:r>
                        <w:rPr>
                          <w:color w:val="F19E90" w:themeColor="accent3" w:themeTint="66"/>
                          <w:sz w:val="20"/>
                          <w:szCs w:val="20"/>
                        </w:rPr>
                        <w:t xml:space="preserve">.” </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“I will continue to keep my team motivated by challenging them, motivating them, and setting team goals.”</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“Yes, it’s the toughest part of the job. You can only play so many people and many factors play into choosing players.” </w:t>
                      </w:r>
                    </w:p>
                    <w:p w:rsidR="00D97CC3" w:rsidRDefault="00D97CC3" w:rsidP="00D97CC3">
                      <w:pPr>
                        <w:pStyle w:val="ListParagraph"/>
                        <w:numPr>
                          <w:ilvl w:val="0"/>
                          <w:numId w:val="12"/>
                        </w:numPr>
                        <w:rPr>
                          <w:color w:val="F19E90" w:themeColor="accent3" w:themeTint="66"/>
                          <w:sz w:val="20"/>
                          <w:szCs w:val="20"/>
                        </w:rPr>
                      </w:pPr>
                      <w:r>
                        <w:rPr>
                          <w:color w:val="F19E90" w:themeColor="accent3" w:themeTint="66"/>
                          <w:sz w:val="20"/>
                          <w:szCs w:val="20"/>
                        </w:rPr>
                        <w:t xml:space="preserve">“I have had several favorite memories; some include the Eastern Championship in 2007, coming back from a 12-4 in 2011 from </w:t>
                      </w:r>
                      <w:proofErr w:type="spellStart"/>
                      <w:r>
                        <w:rPr>
                          <w:color w:val="F19E90" w:themeColor="accent3" w:themeTint="66"/>
                          <w:sz w:val="20"/>
                          <w:szCs w:val="20"/>
                        </w:rPr>
                        <w:t>Pinecrest</w:t>
                      </w:r>
                      <w:proofErr w:type="spellEnd"/>
                      <w:r>
                        <w:rPr>
                          <w:color w:val="F19E90" w:themeColor="accent3" w:themeTint="66"/>
                          <w:sz w:val="20"/>
                          <w:szCs w:val="20"/>
                        </w:rPr>
                        <w:t xml:space="preserve">, beating </w:t>
                      </w:r>
                      <w:proofErr w:type="spellStart"/>
                      <w:r>
                        <w:rPr>
                          <w:color w:val="F19E90" w:themeColor="accent3" w:themeTint="66"/>
                          <w:sz w:val="20"/>
                          <w:szCs w:val="20"/>
                        </w:rPr>
                        <w:t>Hoggard</w:t>
                      </w:r>
                      <w:proofErr w:type="spellEnd"/>
                      <w:r>
                        <w:rPr>
                          <w:color w:val="F19E90" w:themeColor="accent3" w:themeTint="66"/>
                          <w:sz w:val="20"/>
                          <w:szCs w:val="20"/>
                        </w:rPr>
                        <w:t>, and dog pilling on the field.”</w:t>
                      </w:r>
                    </w:p>
                    <w:p w:rsidR="00D97CC3" w:rsidRDefault="00D97CC3" w:rsidP="00D97CC3">
                      <w:pPr>
                        <w:rPr>
                          <w:color w:val="F19E90" w:themeColor="accent3" w:themeTint="66"/>
                          <w:sz w:val="20"/>
                          <w:szCs w:val="20"/>
                        </w:rPr>
                      </w:pPr>
                    </w:p>
                    <w:p w:rsidR="00D97CC3" w:rsidRPr="00D97CC3" w:rsidRDefault="00D97CC3" w:rsidP="00D97CC3">
                      <w:pPr>
                        <w:pStyle w:val="ListParagraph"/>
                        <w:ind w:left="360"/>
                        <w:rPr>
                          <w:color w:val="F19E90" w:themeColor="accent3" w:themeTint="66"/>
                          <w:sz w:val="20"/>
                          <w:szCs w:val="20"/>
                        </w:rPr>
                      </w:pPr>
                    </w:p>
                    <w:p w:rsidR="00D97CC3" w:rsidRDefault="00D97CC3" w:rsidP="00D97CC3">
                      <w:pPr>
                        <w:rPr>
                          <w:color w:val="F19E90" w:themeColor="accent3" w:themeTint="66"/>
                          <w:sz w:val="20"/>
                          <w:szCs w:val="20"/>
                        </w:rPr>
                      </w:pPr>
                    </w:p>
                    <w:p w:rsidR="00D97CC3" w:rsidRDefault="00D97CC3" w:rsidP="00D97CC3">
                      <w:pPr>
                        <w:rPr>
                          <w:color w:val="F19E90" w:themeColor="accent3" w:themeTint="66"/>
                          <w:sz w:val="20"/>
                          <w:szCs w:val="20"/>
                        </w:rPr>
                      </w:pPr>
                    </w:p>
                    <w:p w:rsidR="00D97CC3" w:rsidRPr="00D97CC3" w:rsidRDefault="00D97CC3" w:rsidP="00D97CC3">
                      <w:pPr>
                        <w:rPr>
                          <w:color w:val="F19E90" w:themeColor="accent3" w:themeTint="66"/>
                          <w:sz w:val="20"/>
                          <w:szCs w:val="20"/>
                        </w:rPr>
                      </w:pPr>
                    </w:p>
                    <w:p w:rsidR="00D97CC3" w:rsidRPr="00D97CC3" w:rsidRDefault="00D97CC3" w:rsidP="00D97CC3">
                      <w:pPr>
                        <w:pStyle w:val="ListParagraph"/>
                        <w:ind w:left="360"/>
                        <w:rPr>
                          <w:color w:val="F19E90" w:themeColor="accent3" w:themeTint="66"/>
                          <w:sz w:val="20"/>
                          <w:szCs w:val="20"/>
                        </w:rPr>
                      </w:pPr>
                    </w:p>
                  </w:txbxContent>
                </v:textbox>
              </v:shape>
            </w:pict>
          </mc:Fallback>
        </mc:AlternateContent>
      </w:r>
      <w:r w:rsidR="00D97CC3">
        <w:rPr>
          <w:noProof/>
        </w:rPr>
        <mc:AlternateContent>
          <mc:Choice Requires="wps">
            <w:drawing>
              <wp:anchor distT="0" distB="0" distL="114300" distR="114300" simplePos="0" relativeHeight="251767808" behindDoc="0" locked="0" layoutInCell="1" allowOverlap="1" wp14:anchorId="63F34215" wp14:editId="063AFF64">
                <wp:simplePos x="0" y="0"/>
                <wp:positionH relativeFrom="column">
                  <wp:posOffset>104775</wp:posOffset>
                </wp:positionH>
                <wp:positionV relativeFrom="paragraph">
                  <wp:posOffset>962025</wp:posOffset>
                </wp:positionV>
                <wp:extent cx="2490470" cy="6947535"/>
                <wp:effectExtent l="0" t="0" r="0" b="5715"/>
                <wp:wrapNone/>
                <wp:docPr id="33"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0470" cy="6947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4">
                        <w:txbxContent>
                          <w:sdt>
                            <w:sdtPr>
                              <w:rPr>
                                <w:rStyle w:val="BodyContentChar"/>
                              </w:rPr>
                              <w:id w:val="-1658830124"/>
                              <w:placeholder>
                                <w:docPart w:val="0827490CE51543F8958E8AAE04F9E61E"/>
                              </w:placeholder>
                            </w:sdtPr>
                            <w:sdtEndPr>
                              <w:rPr>
                                <w:rStyle w:val="DefaultParagraphFont"/>
                              </w:rPr>
                            </w:sdtEndPr>
                            <w:sdtContent>
                              <w:p w:rsidR="00D97CC3" w:rsidRDefault="00D97CC3" w:rsidP="00D97CC3">
                                <w:pPr>
                                  <w:pStyle w:val="BodyContent"/>
                                  <w:numPr>
                                    <w:ilvl w:val="0"/>
                                    <w:numId w:val="9"/>
                                  </w:numPr>
                                  <w:jc w:val="left"/>
                                  <w:rPr>
                                    <w:rStyle w:val="BodyContentChar"/>
                                  </w:rPr>
                                </w:pPr>
                                <w:r>
                                  <w:rPr>
                                    <w:rStyle w:val="BodyContentChar"/>
                                  </w:rPr>
                                  <w:t>Do you enjoy coaching baseball? If so, what do you enjoy about it?</w:t>
                                </w:r>
                              </w:p>
                              <w:p w:rsidR="00D97CC3" w:rsidRDefault="00D97CC3" w:rsidP="00D97CC3">
                                <w:pPr>
                                  <w:pStyle w:val="BodyContent"/>
                                  <w:numPr>
                                    <w:ilvl w:val="0"/>
                                    <w:numId w:val="9"/>
                                  </w:numPr>
                                  <w:jc w:val="left"/>
                                  <w:rPr>
                                    <w:rStyle w:val="BodyContentChar"/>
                                  </w:rPr>
                                </w:pPr>
                                <w:r>
                                  <w:rPr>
                                    <w:rStyle w:val="BodyContentChar"/>
                                  </w:rPr>
                                  <w:t>Do you feel like your team will do well this season?</w:t>
                                </w:r>
                              </w:p>
                              <w:p w:rsidR="00D97CC3" w:rsidRDefault="00D97CC3" w:rsidP="00D97CC3">
                                <w:pPr>
                                  <w:pStyle w:val="BodyContent"/>
                                  <w:numPr>
                                    <w:ilvl w:val="0"/>
                                    <w:numId w:val="9"/>
                                  </w:numPr>
                                  <w:jc w:val="left"/>
                                  <w:rPr>
                                    <w:rStyle w:val="BodyContentChar"/>
                                  </w:rPr>
                                </w:pPr>
                                <w:r>
                                  <w:rPr>
                                    <w:rStyle w:val="BodyContentChar"/>
                                  </w:rPr>
                                  <w:t>In the past, what problems have you encountered while coaching?</w:t>
                                </w:r>
                              </w:p>
                              <w:p w:rsidR="00D97CC3" w:rsidRDefault="00D97CC3" w:rsidP="00D97CC3">
                                <w:pPr>
                                  <w:pStyle w:val="BodyContent"/>
                                  <w:numPr>
                                    <w:ilvl w:val="0"/>
                                    <w:numId w:val="9"/>
                                  </w:numPr>
                                  <w:jc w:val="left"/>
                                  <w:rPr>
                                    <w:rStyle w:val="BodyContentChar"/>
                                  </w:rPr>
                                </w:pPr>
                                <w:r>
                                  <w:rPr>
                                    <w:rStyle w:val="BodyContentChar"/>
                                  </w:rPr>
                                  <w:t xml:space="preserve">How many games will the baseball team participate in this season? Who will you </w:t>
                                </w:r>
                                <w:proofErr w:type="gramStart"/>
                                <w:r>
                                  <w:rPr>
                                    <w:rStyle w:val="BodyContentChar"/>
                                  </w:rPr>
                                  <w:t>be</w:t>
                                </w:r>
                                <w:proofErr w:type="gramEnd"/>
                                <w:r>
                                  <w:rPr>
                                    <w:rStyle w:val="BodyContentChar"/>
                                  </w:rPr>
                                  <w:t xml:space="preserve"> playing?</w:t>
                                </w:r>
                              </w:p>
                              <w:p w:rsidR="00D97CC3" w:rsidRDefault="00D97CC3" w:rsidP="00D97CC3">
                                <w:pPr>
                                  <w:pStyle w:val="BodyContent"/>
                                  <w:numPr>
                                    <w:ilvl w:val="0"/>
                                    <w:numId w:val="9"/>
                                  </w:numPr>
                                  <w:jc w:val="left"/>
                                  <w:rPr>
                                    <w:rStyle w:val="BodyContentChar"/>
                                  </w:rPr>
                                </w:pPr>
                                <w:r>
                                  <w:rPr>
                                    <w:rStyle w:val="BodyContentChar"/>
                                  </w:rPr>
                                  <w:t>How will you keep your team motivated?</w:t>
                                </w:r>
                              </w:p>
                              <w:p w:rsidR="00D97CC3" w:rsidRDefault="00D97CC3" w:rsidP="00D97CC3">
                                <w:pPr>
                                  <w:pStyle w:val="BodyContent"/>
                                  <w:numPr>
                                    <w:ilvl w:val="0"/>
                                    <w:numId w:val="9"/>
                                  </w:numPr>
                                  <w:jc w:val="left"/>
                                  <w:rPr>
                                    <w:rStyle w:val="BodyContentChar"/>
                                  </w:rPr>
                                </w:pPr>
                                <w:r>
                                  <w:rPr>
                                    <w:rStyle w:val="BodyContentChar"/>
                                  </w:rPr>
                                  <w:t>When picking out players during tryouts, was it difficult to decide which people you would take on to be a part of the team?</w:t>
                                </w:r>
                              </w:p>
                              <w:p w:rsidR="006937DE" w:rsidRDefault="00D97CC3" w:rsidP="00D97CC3">
                                <w:pPr>
                                  <w:pStyle w:val="BodyContent"/>
                                  <w:numPr>
                                    <w:ilvl w:val="0"/>
                                    <w:numId w:val="9"/>
                                  </w:numPr>
                                  <w:jc w:val="left"/>
                                </w:pPr>
                                <w:r>
                                  <w:rPr>
                                    <w:rStyle w:val="BodyContentChar"/>
                                  </w:rPr>
                                  <w:t xml:space="preserve">Throughout your entire coaching career, what has been your favorite memory that you have created with your past or present team? </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40" type="#_x0000_t202" style="position:absolute;margin-left:8.25pt;margin-top:75.75pt;width:196.1pt;height:547.0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SKvAIAAMU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" filled="f" stroked="f">
                <v:textbox style="mso-next-textbox:#Text Box 138">
                  <w:txbxContent>
                    <w:sdt>
                      <w:sdtPr>
                        <w:rPr>
                          <w:rStyle w:val="BodyContentChar"/>
                        </w:rPr>
                        <w:id w:val="-1658830124"/>
                        <w:placeholder>
                          <w:docPart w:val="0827490CE51543F8958E8AAE04F9E61E"/>
                        </w:placeholder>
                      </w:sdtPr>
                      <w:sdtEndPr>
                        <w:rPr>
                          <w:rStyle w:val="DefaultParagraphFont"/>
                        </w:rPr>
                      </w:sdtEndPr>
                      <w:sdtContent>
                        <w:p w:rsidR="00D97CC3" w:rsidRDefault="00D97CC3" w:rsidP="00D97CC3">
                          <w:pPr>
                            <w:pStyle w:val="BodyContent"/>
                            <w:numPr>
                              <w:ilvl w:val="0"/>
                              <w:numId w:val="9"/>
                            </w:numPr>
                            <w:jc w:val="left"/>
                            <w:rPr>
                              <w:rStyle w:val="BodyContentChar"/>
                            </w:rPr>
                          </w:pPr>
                          <w:r>
                            <w:rPr>
                              <w:rStyle w:val="BodyContentChar"/>
                            </w:rPr>
                            <w:t>Do you enjoy coaching baseball? If so, what do you enjoy about it?</w:t>
                          </w:r>
                        </w:p>
                        <w:p w:rsidR="00D97CC3" w:rsidRDefault="00D97CC3" w:rsidP="00D97CC3">
                          <w:pPr>
                            <w:pStyle w:val="BodyContent"/>
                            <w:numPr>
                              <w:ilvl w:val="0"/>
                              <w:numId w:val="9"/>
                            </w:numPr>
                            <w:jc w:val="left"/>
                            <w:rPr>
                              <w:rStyle w:val="BodyContentChar"/>
                            </w:rPr>
                          </w:pPr>
                          <w:r>
                            <w:rPr>
                              <w:rStyle w:val="BodyContentChar"/>
                            </w:rPr>
                            <w:t>Do you feel like your team will do well this season?</w:t>
                          </w:r>
                        </w:p>
                        <w:p w:rsidR="00D97CC3" w:rsidRDefault="00D97CC3" w:rsidP="00D97CC3">
                          <w:pPr>
                            <w:pStyle w:val="BodyContent"/>
                            <w:numPr>
                              <w:ilvl w:val="0"/>
                              <w:numId w:val="9"/>
                            </w:numPr>
                            <w:jc w:val="left"/>
                            <w:rPr>
                              <w:rStyle w:val="BodyContentChar"/>
                            </w:rPr>
                          </w:pPr>
                          <w:r>
                            <w:rPr>
                              <w:rStyle w:val="BodyContentChar"/>
                            </w:rPr>
                            <w:t>In the past, what problems have you encountered while coaching?</w:t>
                          </w:r>
                        </w:p>
                        <w:p w:rsidR="00D97CC3" w:rsidRDefault="00D97CC3" w:rsidP="00D97CC3">
                          <w:pPr>
                            <w:pStyle w:val="BodyContent"/>
                            <w:numPr>
                              <w:ilvl w:val="0"/>
                              <w:numId w:val="9"/>
                            </w:numPr>
                            <w:jc w:val="left"/>
                            <w:rPr>
                              <w:rStyle w:val="BodyContentChar"/>
                            </w:rPr>
                          </w:pPr>
                          <w:r>
                            <w:rPr>
                              <w:rStyle w:val="BodyContentChar"/>
                            </w:rPr>
                            <w:t xml:space="preserve">How many games will the baseball team participate in this season? Who will you </w:t>
                          </w:r>
                          <w:proofErr w:type="gramStart"/>
                          <w:r>
                            <w:rPr>
                              <w:rStyle w:val="BodyContentChar"/>
                            </w:rPr>
                            <w:t>be</w:t>
                          </w:r>
                          <w:proofErr w:type="gramEnd"/>
                          <w:r>
                            <w:rPr>
                              <w:rStyle w:val="BodyContentChar"/>
                            </w:rPr>
                            <w:t xml:space="preserve"> playing?</w:t>
                          </w:r>
                        </w:p>
                        <w:p w:rsidR="00D97CC3" w:rsidRDefault="00D97CC3" w:rsidP="00D97CC3">
                          <w:pPr>
                            <w:pStyle w:val="BodyContent"/>
                            <w:numPr>
                              <w:ilvl w:val="0"/>
                              <w:numId w:val="9"/>
                            </w:numPr>
                            <w:jc w:val="left"/>
                            <w:rPr>
                              <w:rStyle w:val="BodyContentChar"/>
                            </w:rPr>
                          </w:pPr>
                          <w:r>
                            <w:rPr>
                              <w:rStyle w:val="BodyContentChar"/>
                            </w:rPr>
                            <w:t>How will you keep your team motivated?</w:t>
                          </w:r>
                        </w:p>
                        <w:p w:rsidR="00D97CC3" w:rsidRDefault="00D97CC3" w:rsidP="00D97CC3">
                          <w:pPr>
                            <w:pStyle w:val="BodyContent"/>
                            <w:numPr>
                              <w:ilvl w:val="0"/>
                              <w:numId w:val="9"/>
                            </w:numPr>
                            <w:jc w:val="left"/>
                            <w:rPr>
                              <w:rStyle w:val="BodyContentChar"/>
                            </w:rPr>
                          </w:pPr>
                          <w:r>
                            <w:rPr>
                              <w:rStyle w:val="BodyContentChar"/>
                            </w:rPr>
                            <w:t>When picking out players during tryouts, was it difficult to decide which people you would take on to be a part of the team?</w:t>
                          </w:r>
                        </w:p>
                        <w:p w:rsidR="006937DE" w:rsidRDefault="00D97CC3" w:rsidP="00D97CC3">
                          <w:pPr>
                            <w:pStyle w:val="BodyContent"/>
                            <w:numPr>
                              <w:ilvl w:val="0"/>
                              <w:numId w:val="9"/>
                            </w:numPr>
                            <w:jc w:val="left"/>
                          </w:pPr>
                          <w:r>
                            <w:rPr>
                              <w:rStyle w:val="BodyContentChar"/>
                            </w:rPr>
                            <w:t xml:space="preserve">Throughout your entire coaching career, what has been your favorite memory that you have created with your past or present team? </w:t>
                          </w:r>
                        </w:p>
                      </w:sdtContent>
                    </w:sdt>
                  </w:txbxContent>
                </v:textbox>
              </v:shape>
            </w:pict>
          </mc:Fallback>
        </mc:AlternateContent>
      </w:r>
      <w:r w:rsidR="00D97CC3">
        <w:rPr>
          <w:noProof/>
        </w:rPr>
        <mc:AlternateContent>
          <mc:Choice Requires="wps">
            <w:drawing>
              <wp:anchor distT="0" distB="0" distL="114300" distR="114300" simplePos="0" relativeHeight="251768832" behindDoc="0" locked="0" layoutInCell="1" allowOverlap="1" wp14:anchorId="2064580D" wp14:editId="4492B174">
                <wp:simplePos x="0" y="0"/>
                <wp:positionH relativeFrom="column">
                  <wp:posOffset>2590800</wp:posOffset>
                </wp:positionH>
                <wp:positionV relativeFrom="paragraph">
                  <wp:posOffset>962660</wp:posOffset>
                </wp:positionV>
                <wp:extent cx="2414270" cy="4657725"/>
                <wp:effectExtent l="0" t="0" r="0" b="9525"/>
                <wp:wrapNone/>
                <wp:docPr id="34"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4270" cy="465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4"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41" type="#_x0000_t202" style="position:absolute;margin-left:204pt;margin-top:75.8pt;width:190.1pt;height:366.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" filled="f" stroked="f">
                <v:textbox>
                  <w:txbxContent/>
                </v:textbox>
              </v:shape>
            </w:pict>
          </mc:Fallback>
        </mc:AlternateContent>
      </w:r>
      <w:r w:rsidR="00801D9F">
        <w:br w:type="page"/>
      </w:r>
    </w:p>
    <w:p w:rsidR="006937DE" w:rsidRDefault="00776DF7">
      <w:r>
        <w:rPr>
          <w:noProof/>
        </w:rPr>
        <w:lastRenderedPageBreak/>
        <mc:AlternateContent>
          <mc:Choice Requires="wps">
            <w:drawing>
              <wp:anchor distT="0" distB="0" distL="114300" distR="114300" simplePos="0" relativeHeight="251776000" behindDoc="0" locked="0" layoutInCell="1" allowOverlap="1" wp14:anchorId="1130A8CD" wp14:editId="12C88B54">
                <wp:simplePos x="0" y="0"/>
                <wp:positionH relativeFrom="margin">
                  <wp:posOffset>0</wp:posOffset>
                </wp:positionH>
                <wp:positionV relativeFrom="margin">
                  <wp:posOffset>0</wp:posOffset>
                </wp:positionV>
                <wp:extent cx="5029200" cy="3733800"/>
                <wp:effectExtent l="0" t="0" r="0" b="0"/>
                <wp:wrapNone/>
                <wp:docPr id="30"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733800"/>
                        </a:xfrm>
                        <a:prstGeom prst="rect">
                          <a:avLst/>
                        </a:prstGeom>
                        <a:noFill/>
                        <a:ln>
                          <a:noFill/>
                        </a:ln>
                        <a:extLst>
                          <a:ext uri="{909E8E84-426E-40DD-AFC4-6F175D3DCCD1}">
                            <a14:hiddenFill xmlns:a14="http://schemas.microsoft.com/office/drawing/2010/main">
                              <a:solidFill>
                                <a:schemeClr val="accent3">
                                  <a:lumMod val="5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Style w:val="Heading01Char"/>
                              </w:rPr>
                              <w:id w:val="1572157554"/>
                              <w:placeholder>
                                <w:docPart w:val="8304A943EBAD4D3A88005E1F48B8E634"/>
                              </w:placeholder>
                            </w:sdtPr>
                            <w:sdtEndPr>
                              <w:rPr>
                                <w:rStyle w:val="DefaultParagraphFont"/>
                                <w:szCs w:val="28"/>
                              </w:rPr>
                            </w:sdtEndPr>
                            <w:sdtContent>
                              <w:p w:rsidR="00776DF7" w:rsidRDefault="00776DF7" w:rsidP="00776DF7">
                                <w:pPr>
                                  <w:pStyle w:val="Heading01"/>
                                  <w:jc w:val="center"/>
                                  <w:rPr>
                                    <w:rStyle w:val="Heading01Char"/>
                                  </w:rPr>
                                </w:pPr>
                                <w:r>
                                  <w:rPr>
                                    <w:rFonts w:ascii="Arial" w:hAnsi="Arial" w:cs="Arial"/>
                                    <w:noProof/>
                                    <w:color w:val="0000FF"/>
                                    <w:sz w:val="27"/>
                                    <w:szCs w:val="27"/>
                                  </w:rPr>
                                  <w:drawing>
                                    <wp:inline distT="0" distB="0" distL="0" distR="0" wp14:anchorId="72D5AAA1" wp14:editId="09FFC6F9">
                                      <wp:extent cx="1924050" cy="2371725"/>
                                      <wp:effectExtent l="0" t="0" r="0" b="9525"/>
                                      <wp:docPr id="60" name="rg_hi" descr="http://t1.gstatic.com/images?q=tbn:ANd9GcRxXoiRLCln2D4gEqf4DYL4PczGBF1sZQdX7gy1yasowBEy5vVC">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xXoiRLCln2D4gEqf4DYL4PczGBF1sZQdX7gy1yasowBEy5vVC">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4050" cy="2371725"/>
                                              </a:xfrm>
                                              <a:prstGeom prst="rect">
                                                <a:avLst/>
                                              </a:prstGeom>
                                              <a:noFill/>
                                              <a:ln>
                                                <a:noFill/>
                                              </a:ln>
                                            </pic:spPr>
                                          </pic:pic>
                                        </a:graphicData>
                                      </a:graphic>
                                    </wp:inline>
                                  </w:drawing>
                                </w:r>
                              </w:p>
                              <w:p w:rsidR="00776DF7" w:rsidRDefault="00776DF7" w:rsidP="00776DF7">
                                <w:pPr>
                                  <w:pStyle w:val="Heading01"/>
                                  <w:jc w:val="center"/>
                                  <w:rPr>
                                    <w:rStyle w:val="Heading01Char"/>
                                    <w:i/>
                                    <w:color w:val="auto"/>
                                    <w:sz w:val="16"/>
                                    <w:szCs w:val="16"/>
                                    <w:u w:val="single"/>
                                  </w:rPr>
                                </w:pPr>
                                <w:r w:rsidRPr="00776DF7">
                                  <w:rPr>
                                    <w:rStyle w:val="Heading01Char"/>
                                    <w:i/>
                                    <w:color w:val="auto"/>
                                    <w:sz w:val="16"/>
                                    <w:szCs w:val="16"/>
                                    <w:u w:val="single"/>
                                  </w:rPr>
                                  <w:t>Eugene Ashley High School Women’s Lacrosse Team</w:t>
                                </w:r>
                              </w:p>
                              <w:p w:rsidR="00776DF7" w:rsidRPr="00776DF7" w:rsidRDefault="00776DF7" w:rsidP="00776DF7">
                                <w:pPr>
                                  <w:pStyle w:val="Heading01"/>
                                  <w:rPr>
                                    <w:rStyle w:val="Heading01Char"/>
                                    <w:color w:val="FFFF00"/>
                                    <w:sz w:val="18"/>
                                    <w:szCs w:val="18"/>
                                  </w:rPr>
                                </w:pPr>
                                <w:r w:rsidRPr="00776DF7">
                                  <w:rPr>
                                    <w:rStyle w:val="Heading01Char"/>
                                    <w:color w:val="FFFF00"/>
                                    <w:sz w:val="18"/>
                                    <w:szCs w:val="18"/>
                                  </w:rPr>
                                  <w:t>Interview with Coach Gale</w:t>
                                </w:r>
                              </w:p>
                              <w:p w:rsidR="00776DF7" w:rsidRPr="00776DF7" w:rsidRDefault="00776DF7" w:rsidP="00776DF7">
                                <w:pPr>
                                  <w:pStyle w:val="Heading01"/>
                                  <w:spacing w:after="0"/>
                                  <w:rPr>
                                    <w:rStyle w:val="Heading01Char"/>
                                    <w:color w:val="FFFF00"/>
                                    <w:szCs w:val="36"/>
                                    <w:u w:val="single"/>
                                  </w:rPr>
                                </w:pPr>
                                <w:r w:rsidRPr="00776DF7">
                                  <w:rPr>
                                    <w:rStyle w:val="Heading01Char"/>
                                    <w:color w:val="FFFF00"/>
                                    <w:szCs w:val="36"/>
                                    <w:u w:val="single"/>
                                  </w:rPr>
                                  <w:t>Interview Questions:</w:t>
                                </w:r>
                              </w:p>
                              <w:p w:rsidR="00776DF7" w:rsidRDefault="00776DF7" w:rsidP="00776DF7">
                                <w:pPr>
                                  <w:pStyle w:val="Heading01"/>
                                  <w:spacing w:after="0"/>
                                  <w:rPr>
                                    <w:rStyle w:val="Heading01Char"/>
                                    <w:color w:val="FFFF00"/>
                                    <w:sz w:val="18"/>
                                    <w:szCs w:val="18"/>
                                  </w:rPr>
                                </w:pPr>
                                <w:r w:rsidRPr="00776DF7">
                                  <w:rPr>
                                    <w:rStyle w:val="Heading01Char"/>
                                    <w:color w:val="FFFF00"/>
                                    <w:sz w:val="18"/>
                                    <w:szCs w:val="18"/>
                                  </w:rPr>
                                  <w:t>Head Coach of Women’s Lacrosse</w:t>
                                </w:r>
                              </w:p>
                              <w:p w:rsidR="00776DF7" w:rsidRDefault="00776DF7" w:rsidP="00776DF7">
                                <w:pPr>
                                  <w:pStyle w:val="Heading01"/>
                                  <w:spacing w:after="0"/>
                                  <w:rPr>
                                    <w:rStyle w:val="Heading01Char"/>
                                    <w:color w:val="FFFF00"/>
                                    <w:sz w:val="18"/>
                                    <w:szCs w:val="18"/>
                                  </w:rPr>
                                </w:pPr>
                              </w:p>
                              <w:p w:rsidR="006937DE" w:rsidRPr="00776DF7" w:rsidRDefault="008D59FE" w:rsidP="00776DF7">
                                <w:pPr>
                                  <w:pStyle w:val="Heading01"/>
                                  <w:spacing w:after="0"/>
                                  <w:rPr>
                                    <w:color w:val="FFFF00"/>
                                    <w:sz w:val="18"/>
                                    <w:szCs w:val="18"/>
                                  </w:rPr>
                                </w:pPr>
                              </w:p>
                            </w:sdtContent>
                          </w:sdt>
                          <w:p w:rsidR="006937DE" w:rsidRDefault="008D59FE">
                            <w:pPr>
                              <w:pStyle w:val="Heading04"/>
                              <w:rPr>
                                <w:szCs w:val="28"/>
                              </w:rPr>
                            </w:pPr>
                            <w:sdt>
                              <w:sdtPr>
                                <w:rPr>
                                  <w:rStyle w:val="Heading04Char"/>
                                </w:rPr>
                                <w:id w:val="-810866379"/>
                                <w:placeholder>
                                  <w:docPart w:val="3FD054D5001E48649B82130056CBE9B6"/>
                                </w:placeholder>
                              </w:sdtPr>
                              <w:sdtEndPr>
                                <w:rPr>
                                  <w:rStyle w:val="DefaultParagraphFont"/>
                                  <w:szCs w:val="28"/>
                                </w:rPr>
                              </w:sdtEndPr>
                              <w:sdtContent>
                                <w:r w:rsidR="00776DF7">
                                  <w:rPr>
                                    <w:rStyle w:val="Heading04Char"/>
                                  </w:rPr>
                                  <w:t xml:space="preserve"> </w:t>
                                </w:r>
                              </w:sdtContent>
                            </w:sdt>
                          </w:p>
                          <w:sdt>
                            <w:sdtPr>
                              <w:rPr>
                                <w:rStyle w:val="BodyContentChar"/>
                              </w:rPr>
                              <w:id w:val="29003751"/>
                              <w:placeholder>
                                <w:docPart w:val="2FC056E3FE6F465C9747D2AE60B78082"/>
                              </w:placeholder>
                            </w:sdtPr>
                            <w:sdtEndPr>
                              <w:rPr>
                                <w:rStyle w:val="DefaultParagraphFont"/>
                              </w:rPr>
                            </w:sdtEndPr>
                            <w:sdtContent>
                              <w:sdt>
                                <w:sdtPr>
                                  <w:rPr>
                                    <w:rStyle w:val="BodyContentChar"/>
                                  </w:rPr>
                                  <w:id w:val="29004034"/>
                                  <w:placeholder>
                                    <w:docPart w:val="5192D560196A4EB6A4A09A4CBAB0C630"/>
                                  </w:placeholder>
                                  <w:showingPlcHdr/>
                                </w:sdtPr>
                                <w:sdtEndPr>
                                  <w:rPr>
                                    <w:rStyle w:val="DefaultParagraphFont"/>
                                  </w:rPr>
                                </w:sdtEndPr>
                                <w:sdtContent>
                                  <w:p w:rsidR="006937DE" w:rsidRDefault="00776DF7" w:rsidP="00776DF7">
                                    <w:pPr>
                                      <w:pStyle w:val="BodyContent"/>
                                      <w:numPr>
                                        <w:ilvl w:val="0"/>
                                        <w:numId w:val="21"/>
                                      </w:numPr>
                                      <w:rPr>
                                        <w:rStyle w:val="BodyContentChar"/>
                                      </w:rPr>
                                    </w:pPr>
                                    <w:r>
                                      <w:rPr>
                                        <w:rStyle w:val="BodyContentChar"/>
                                      </w:rPr>
                                      <w:t>Enim neo velit adsum odio, multo, in commoveo quibus premo tamen erat huic. Occuro  luxor dolore, ut at praemitto opto si sudo, opes feugiat iriure validu.</w:t>
                                    </w:r>
                                  </w:p>
                                </w:sdtContent>
                              </w:sdt>
                            </w:sdtContent>
                          </w:sdt>
                        </w:txbxContent>
                      </wps:txbx>
                      <wps:bodyPr rot="0" vert="horz" wrap="square" lIns="18288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42" style="position:absolute;margin-left:0;margin-top:0;width:396pt;height:294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" filled="f" fillcolor="#59150b [1606]" stroked="f">
                <v:textbox inset="14.4pt,7.2pt,14.4pt">
                  <w:txbxContent>
                    <w:sdt>
                      <w:sdtPr>
                        <w:rPr>
                          <w:rStyle w:val="Heading01Char"/>
                        </w:rPr>
                        <w:id w:val="1572157554"/>
                        <w:placeholder>
                          <w:docPart w:val="8304A943EBAD4D3A88005E1F48B8E634"/>
                        </w:placeholder>
                      </w:sdtPr>
                      <w:sdtEndPr>
                        <w:rPr>
                          <w:rStyle w:val="DefaultParagraphFont"/>
                          <w:szCs w:val="28"/>
                        </w:rPr>
                      </w:sdtEndPr>
                      <w:sdtContent>
                        <w:p w:rsidR="00776DF7" w:rsidRDefault="00776DF7" w:rsidP="00776DF7">
                          <w:pPr>
                            <w:pStyle w:val="Heading01"/>
                            <w:jc w:val="center"/>
                            <w:rPr>
                              <w:rStyle w:val="Heading01Char"/>
                            </w:rPr>
                          </w:pPr>
                          <w:r>
                            <w:rPr>
                              <w:rFonts w:ascii="Arial" w:hAnsi="Arial" w:cs="Arial"/>
                              <w:noProof/>
                              <w:color w:val="0000FF"/>
                              <w:sz w:val="27"/>
                              <w:szCs w:val="27"/>
                            </w:rPr>
                            <w:drawing>
                              <wp:inline distT="0" distB="0" distL="0" distR="0" wp14:anchorId="72D5AAA1" wp14:editId="09FFC6F9">
                                <wp:extent cx="1924050" cy="2371725"/>
                                <wp:effectExtent l="0" t="0" r="0" b="9525"/>
                                <wp:docPr id="60" name="rg_hi" descr="http://t1.gstatic.com/images?q=tbn:ANd9GcRxXoiRLCln2D4gEqf4DYL4PczGBF1sZQdX7gy1yasowBEy5vVC">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xXoiRLCln2D4gEqf4DYL4PczGBF1sZQdX7gy1yasowBEy5vVC">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24050" cy="2371725"/>
                                        </a:xfrm>
                                        <a:prstGeom prst="rect">
                                          <a:avLst/>
                                        </a:prstGeom>
                                        <a:noFill/>
                                        <a:ln>
                                          <a:noFill/>
                                        </a:ln>
                                      </pic:spPr>
                                    </pic:pic>
                                  </a:graphicData>
                                </a:graphic>
                              </wp:inline>
                            </w:drawing>
                          </w:r>
                        </w:p>
                        <w:p w:rsidR="00776DF7" w:rsidRDefault="00776DF7" w:rsidP="00776DF7">
                          <w:pPr>
                            <w:pStyle w:val="Heading01"/>
                            <w:jc w:val="center"/>
                            <w:rPr>
                              <w:rStyle w:val="Heading01Char"/>
                              <w:i/>
                              <w:color w:val="auto"/>
                              <w:sz w:val="16"/>
                              <w:szCs w:val="16"/>
                              <w:u w:val="single"/>
                            </w:rPr>
                          </w:pPr>
                          <w:r w:rsidRPr="00776DF7">
                            <w:rPr>
                              <w:rStyle w:val="Heading01Char"/>
                              <w:i/>
                              <w:color w:val="auto"/>
                              <w:sz w:val="16"/>
                              <w:szCs w:val="16"/>
                              <w:u w:val="single"/>
                            </w:rPr>
                            <w:t>Eugene Ashley High School Women’s Lacrosse Team</w:t>
                          </w:r>
                        </w:p>
                        <w:p w:rsidR="00776DF7" w:rsidRPr="00776DF7" w:rsidRDefault="00776DF7" w:rsidP="00776DF7">
                          <w:pPr>
                            <w:pStyle w:val="Heading01"/>
                            <w:rPr>
                              <w:rStyle w:val="Heading01Char"/>
                              <w:color w:val="FFFF00"/>
                              <w:sz w:val="18"/>
                              <w:szCs w:val="18"/>
                            </w:rPr>
                          </w:pPr>
                          <w:r w:rsidRPr="00776DF7">
                            <w:rPr>
                              <w:rStyle w:val="Heading01Char"/>
                              <w:color w:val="FFFF00"/>
                              <w:sz w:val="18"/>
                              <w:szCs w:val="18"/>
                            </w:rPr>
                            <w:t>Interview with Coach Gale</w:t>
                          </w:r>
                        </w:p>
                        <w:p w:rsidR="00776DF7" w:rsidRPr="00776DF7" w:rsidRDefault="00776DF7" w:rsidP="00776DF7">
                          <w:pPr>
                            <w:pStyle w:val="Heading01"/>
                            <w:spacing w:after="0"/>
                            <w:rPr>
                              <w:rStyle w:val="Heading01Char"/>
                              <w:color w:val="FFFF00"/>
                              <w:szCs w:val="36"/>
                              <w:u w:val="single"/>
                            </w:rPr>
                          </w:pPr>
                          <w:r w:rsidRPr="00776DF7">
                            <w:rPr>
                              <w:rStyle w:val="Heading01Char"/>
                              <w:color w:val="FFFF00"/>
                              <w:szCs w:val="36"/>
                              <w:u w:val="single"/>
                            </w:rPr>
                            <w:t>Interview Questions:</w:t>
                          </w:r>
                        </w:p>
                        <w:p w:rsidR="00776DF7" w:rsidRDefault="00776DF7" w:rsidP="00776DF7">
                          <w:pPr>
                            <w:pStyle w:val="Heading01"/>
                            <w:spacing w:after="0"/>
                            <w:rPr>
                              <w:rStyle w:val="Heading01Char"/>
                              <w:color w:val="FFFF00"/>
                              <w:sz w:val="18"/>
                              <w:szCs w:val="18"/>
                            </w:rPr>
                          </w:pPr>
                          <w:r w:rsidRPr="00776DF7">
                            <w:rPr>
                              <w:rStyle w:val="Heading01Char"/>
                              <w:color w:val="FFFF00"/>
                              <w:sz w:val="18"/>
                              <w:szCs w:val="18"/>
                            </w:rPr>
                            <w:t>Head Coach of Women’s Lacrosse</w:t>
                          </w:r>
                        </w:p>
                        <w:p w:rsidR="00776DF7" w:rsidRDefault="00776DF7" w:rsidP="00776DF7">
                          <w:pPr>
                            <w:pStyle w:val="Heading01"/>
                            <w:spacing w:after="0"/>
                            <w:rPr>
                              <w:rStyle w:val="Heading01Char"/>
                              <w:color w:val="FFFF00"/>
                              <w:sz w:val="18"/>
                              <w:szCs w:val="18"/>
                            </w:rPr>
                          </w:pPr>
                        </w:p>
                        <w:p w:rsidR="006937DE" w:rsidRPr="00776DF7" w:rsidRDefault="008D59FE" w:rsidP="00776DF7">
                          <w:pPr>
                            <w:pStyle w:val="Heading01"/>
                            <w:spacing w:after="0"/>
                            <w:rPr>
                              <w:color w:val="FFFF00"/>
                              <w:sz w:val="18"/>
                              <w:szCs w:val="18"/>
                            </w:rPr>
                          </w:pPr>
                        </w:p>
                      </w:sdtContent>
                    </w:sdt>
                    <w:p w:rsidR="006937DE" w:rsidRDefault="008D59FE">
                      <w:pPr>
                        <w:pStyle w:val="Heading04"/>
                        <w:rPr>
                          <w:szCs w:val="28"/>
                        </w:rPr>
                      </w:pPr>
                      <w:sdt>
                        <w:sdtPr>
                          <w:rPr>
                            <w:rStyle w:val="Heading04Char"/>
                          </w:rPr>
                          <w:id w:val="-810866379"/>
                          <w:placeholder>
                            <w:docPart w:val="3FD054D5001E48649B82130056CBE9B6"/>
                          </w:placeholder>
                        </w:sdtPr>
                        <w:sdtEndPr>
                          <w:rPr>
                            <w:rStyle w:val="DefaultParagraphFont"/>
                            <w:szCs w:val="28"/>
                          </w:rPr>
                        </w:sdtEndPr>
                        <w:sdtContent>
                          <w:r w:rsidR="00776DF7">
                            <w:rPr>
                              <w:rStyle w:val="Heading04Char"/>
                            </w:rPr>
                            <w:t xml:space="preserve"> </w:t>
                          </w:r>
                        </w:sdtContent>
                      </w:sdt>
                    </w:p>
                    <w:sdt>
                      <w:sdtPr>
                        <w:rPr>
                          <w:rStyle w:val="BodyContentChar"/>
                        </w:rPr>
                        <w:id w:val="29003751"/>
                        <w:placeholder>
                          <w:docPart w:val="2FC056E3FE6F465C9747D2AE60B78082"/>
                        </w:placeholder>
                      </w:sdtPr>
                      <w:sdtEndPr>
                        <w:rPr>
                          <w:rStyle w:val="DefaultParagraphFont"/>
                        </w:rPr>
                      </w:sdtEndPr>
                      <w:sdtContent>
                        <w:sdt>
                          <w:sdtPr>
                            <w:rPr>
                              <w:rStyle w:val="BodyContentChar"/>
                            </w:rPr>
                            <w:id w:val="29004034"/>
                            <w:placeholder>
                              <w:docPart w:val="5192D560196A4EB6A4A09A4CBAB0C630"/>
                            </w:placeholder>
                            <w:showingPlcHdr/>
                          </w:sdtPr>
                          <w:sdtEndPr>
                            <w:rPr>
                              <w:rStyle w:val="DefaultParagraphFont"/>
                            </w:rPr>
                          </w:sdtEndPr>
                          <w:sdtContent>
                            <w:p w:rsidR="006937DE" w:rsidRDefault="00776DF7" w:rsidP="00776DF7">
                              <w:pPr>
                                <w:pStyle w:val="BodyContent"/>
                                <w:numPr>
                                  <w:ilvl w:val="0"/>
                                  <w:numId w:val="21"/>
                                </w:numPr>
                                <w:rPr>
                                  <w:rStyle w:val="BodyContentChar"/>
                                </w:rPr>
                              </w:pPr>
                              <w:r>
                                <w:rPr>
                                  <w:rStyle w:val="BodyContentChar"/>
                                </w:rPr>
                                <w:t>Enim neo velit adsum odio, multo, in commoveo quibus premo tamen erat huic. Occuro  luxor dolore, ut at praemitto opto si sudo, opes feugiat iriure validu.</w:t>
                              </w:r>
                            </w:p>
                          </w:sdtContent>
                        </w:sdt>
                      </w:sdtContent>
                    </w:sdt>
                  </w:txbxContent>
                </v:textbox>
                <w10:wrap anchorx="margin" anchory="margin"/>
              </v:rect>
            </w:pict>
          </mc:Fallback>
        </mc:AlternateContent>
      </w:r>
      <w:r w:rsidR="005470EF">
        <w:rPr>
          <w:noProof/>
        </w:rPr>
        <mc:AlternateContent>
          <mc:Choice Requires="wps">
            <w:drawing>
              <wp:anchor distT="0" distB="0" distL="114300" distR="114300" simplePos="0" relativeHeight="251777024" behindDoc="0" locked="0" layoutInCell="1" allowOverlap="1" wp14:anchorId="73E6A1E0" wp14:editId="71DCF2DA">
                <wp:simplePos x="0" y="0"/>
                <wp:positionH relativeFrom="margin">
                  <wp:posOffset>5118100</wp:posOffset>
                </wp:positionH>
                <wp:positionV relativeFrom="margin">
                  <wp:posOffset>76200</wp:posOffset>
                </wp:positionV>
                <wp:extent cx="2130425" cy="3466465"/>
                <wp:effectExtent l="3175" t="0" r="0" b="635"/>
                <wp:wrapNone/>
                <wp:docPr id="32"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0425" cy="3466465"/>
                        </a:xfrm>
                        <a:prstGeom prst="rect">
                          <a:avLst/>
                        </a:prstGeom>
                        <a:gradFill rotWithShape="1">
                          <a:gsLst>
                            <a:gs pos="0">
                              <a:schemeClr val="bg1">
                                <a:lumMod val="100000"/>
                                <a:lumOff val="0"/>
                              </a:schemeClr>
                            </a:gs>
                            <a:gs pos="100000">
                              <a:schemeClr val="accent4">
                                <a:lumMod val="40000"/>
                                <a:lumOff val="60000"/>
                                <a:alpha val="85001"/>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37DE" w:rsidRPr="00300BC7" w:rsidRDefault="00300BC7" w:rsidP="00300BC7">
                            <w:pPr>
                              <w:pStyle w:val="Heading04"/>
                              <w:jc w:val="center"/>
                              <w:rPr>
                                <w:u w:val="single"/>
                              </w:rPr>
                            </w:pPr>
                            <w:r w:rsidRPr="00300BC7">
                              <w:rPr>
                                <w:rStyle w:val="Heading04Char"/>
                                <w:u w:val="single"/>
                              </w:rPr>
                              <w:t>Message from the Department of Athletics</w:t>
                            </w:r>
                          </w:p>
                          <w:sdt>
                            <w:sdtPr>
                              <w:rPr>
                                <w:rStyle w:val="BodyContent02Char"/>
                                <w:rFonts w:asciiTheme="majorHAnsi" w:hAnsiTheme="majorHAnsi" w:cstheme="majorHAnsi"/>
                                <w:szCs w:val="18"/>
                              </w:rPr>
                              <w:id w:val="-1846550257"/>
                              <w:placeholder>
                                <w:docPart w:val="80C40F57C7F24D3CAA9478E5D6059741"/>
                              </w:placeholder>
                            </w:sdtPr>
                            <w:sdtEndPr>
                              <w:rPr>
                                <w:rStyle w:val="DefaultParagraphFont"/>
                                <w:rFonts w:asciiTheme="minorHAnsi" w:hAnsiTheme="minorHAnsi" w:cstheme="minorBidi"/>
                                <w:szCs w:val="22"/>
                              </w:rPr>
                            </w:sdtEndPr>
                            <w:sdtContent>
                              <w:p w:rsidR="00300BC7" w:rsidRPr="00300BC7" w:rsidRDefault="00300BC7" w:rsidP="00300BC7">
                                <w:pPr>
                                  <w:rPr>
                                    <w:rFonts w:asciiTheme="majorHAnsi" w:eastAsia="Times New Roman" w:hAnsiTheme="majorHAnsi" w:cstheme="majorHAnsi"/>
                                    <w:sz w:val="18"/>
                                    <w:szCs w:val="18"/>
                                  </w:rPr>
                                </w:pPr>
                                <w:r w:rsidRPr="00300BC7">
                                  <w:rPr>
                                    <w:rFonts w:asciiTheme="majorHAnsi" w:eastAsia="Times New Roman" w:hAnsiTheme="majorHAnsi" w:cstheme="majorHAnsi"/>
                                    <w:sz w:val="32"/>
                                    <w:szCs w:val="32"/>
                                  </w:rPr>
                                  <w:t>T</w:t>
                                </w:r>
                                <w:r w:rsidRPr="00300BC7">
                                  <w:rPr>
                                    <w:rFonts w:asciiTheme="majorHAnsi" w:eastAsia="Times New Roman" w:hAnsiTheme="majorHAnsi" w:cstheme="majorHAnsi"/>
                                    <w:sz w:val="18"/>
                                    <w:szCs w:val="18"/>
                                  </w:rPr>
                                  <w:t>he primary mission of the Department of Athletics is to bring positive recognition to Eugene Ashley High School through a program built on concepts such as excellence, integrity, and enthusiasm. The athletics program at Ashley is comprised of 22 varsity sports, eleven men's, 11 women's and nine Jayvee teams. The Athletic Training Department offers the very best in care and prevention of athletically related injuries. The highly visible athletics program is committed to NCHSAA and NFHS compliance, strong academic standards, the quality of its staff, and maintaining a reputation for innovative and progressive athletic marketing strategies.</w:t>
                                </w:r>
                              </w:p>
                              <w:p w:rsidR="00300BC7" w:rsidRPr="00300BC7" w:rsidRDefault="00300BC7" w:rsidP="00300BC7">
                                <w:pPr>
                                  <w:spacing w:before="100" w:beforeAutospacing="1" w:after="100" w:afterAutospacing="1" w:line="240" w:lineRule="auto"/>
                                  <w:rPr>
                                    <w:rFonts w:asciiTheme="majorHAnsi" w:eastAsia="Times New Roman" w:hAnsiTheme="majorHAnsi" w:cstheme="majorHAnsi"/>
                                    <w:sz w:val="18"/>
                                    <w:szCs w:val="18"/>
                                  </w:rPr>
                                </w:pPr>
                                <w:r w:rsidRPr="00300BC7">
                                  <w:rPr>
                                    <w:rFonts w:asciiTheme="majorHAnsi" w:eastAsia="Times New Roman" w:hAnsiTheme="majorHAnsi" w:cstheme="majorHAnsi"/>
                                    <w:sz w:val="32"/>
                                    <w:szCs w:val="32"/>
                                  </w:rPr>
                                  <w:t>T</w:t>
                                </w:r>
                                <w:r w:rsidRPr="00300BC7">
                                  <w:rPr>
                                    <w:rFonts w:asciiTheme="majorHAnsi" w:eastAsia="Times New Roman" w:hAnsiTheme="majorHAnsi" w:cstheme="majorHAnsi"/>
                                    <w:sz w:val="18"/>
                                    <w:szCs w:val="18"/>
                                  </w:rPr>
                                  <w:t>he Ashley Athletic Department will focus on the overall development of all persons participating in athletics. Ethical conduct and good sportsmanship will be strongly promoted among alumni and friends, athletics department staff and, most importantly, student-athletes. Ashley Athletics is committed to supporting the academic progress of student-athletes and the achievement of their educational objectives</w:t>
                                </w:r>
                                <w:r>
                                  <w:rPr>
                                    <w:rFonts w:asciiTheme="majorHAnsi" w:eastAsia="Times New Roman" w:hAnsiTheme="majorHAnsi" w:cstheme="majorHAnsi"/>
                                    <w:sz w:val="18"/>
                                    <w:szCs w:val="18"/>
                                  </w:rPr>
                                  <w:t>.</w:t>
                                </w:r>
                              </w:p>
                              <w:p w:rsidR="006937DE" w:rsidRDefault="008D59FE" w:rsidP="00300BC7">
                                <w:pPr>
                                  <w:pStyle w:val="BodyContent02"/>
                                </w:pPr>
                              </w:p>
                            </w:sdtContent>
                          </w:sdt>
                          <w:p w:rsidR="006937DE" w:rsidRDefault="008D59FE">
                            <w:pPr>
                              <w:pStyle w:val="NewsLetterIssNo2"/>
                              <w:rPr>
                                <w:rStyle w:val="Heading04Char"/>
                                <w:color w:val="000000" w:themeColor="text1"/>
                                <w:sz w:val="22"/>
                              </w:rPr>
                            </w:pPr>
                            <w:sdt>
                              <w:sdtPr>
                                <w:rPr>
                                  <w:rStyle w:val="NewsLetterIssNo2Char"/>
                                </w:rPr>
                                <w:id w:val="1774355529"/>
                                <w:placeholder>
                                  <w:docPart w:val="35DDEBEDF9DE447A890E6EC6F0CA31EB"/>
                                </w:placeholder>
                              </w:sdtPr>
                              <w:sdtEndPr>
                                <w:rPr>
                                  <w:rStyle w:val="DefaultParagraphFont"/>
                                  <w:b/>
                                  <w:szCs w:val="28"/>
                                </w:rPr>
                              </w:sdtEndPr>
                              <w:sdtContent>
                                <w:r w:rsidR="00300BC7">
                                  <w:rPr>
                                    <w:rStyle w:val="NewsLetterIssNo2Char"/>
                                  </w:rPr>
                                  <w:t xml:space="preserve"> </w:t>
                                </w:r>
                              </w:sdtContent>
                            </w:sdt>
                          </w:p>
                        </w:txbxContent>
                      </wps:txbx>
                      <wps:bodyPr rot="0" vert="horz" wrap="square" lIns="137160" tIns="137160" rIns="137160" bIns="13716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45" o:spid="_x0000_s1043" style="position:absolute;margin-left:403pt;margin-top:6pt;width:167.75pt;height:272.9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" fillcolor="white [3212]" stroked="f">
                <v:fill color2="#fbebab [1303]" o:opacity2="55706f" rotate="t" focus="100%" type="gradient"/>
                <v:textbox style="mso-fit-shape-to-text:t" inset="10.8pt,10.8pt,10.8pt,10.8pt">
                  <w:txbxContent>
                    <w:p w:rsidR="006937DE" w:rsidRPr="00300BC7" w:rsidRDefault="00300BC7" w:rsidP="00300BC7">
                      <w:pPr>
                        <w:pStyle w:val="Heading04"/>
                        <w:jc w:val="center"/>
                        <w:rPr>
                          <w:u w:val="single"/>
                        </w:rPr>
                      </w:pPr>
                      <w:r w:rsidRPr="00300BC7">
                        <w:rPr>
                          <w:rStyle w:val="Heading04Char"/>
                          <w:u w:val="single"/>
                        </w:rPr>
                        <w:t>Message from the Department of Athletics</w:t>
                      </w:r>
                    </w:p>
                    <w:sdt>
                      <w:sdtPr>
                        <w:rPr>
                          <w:rStyle w:val="BodyContent02Char"/>
                          <w:rFonts w:asciiTheme="majorHAnsi" w:hAnsiTheme="majorHAnsi" w:cstheme="majorHAnsi"/>
                          <w:szCs w:val="18"/>
                        </w:rPr>
                        <w:id w:val="-1846550257"/>
                        <w:placeholder>
                          <w:docPart w:val="80C40F57C7F24D3CAA9478E5D6059741"/>
                        </w:placeholder>
                      </w:sdtPr>
                      <w:sdtEndPr>
                        <w:rPr>
                          <w:rStyle w:val="DefaultParagraphFont"/>
                          <w:rFonts w:asciiTheme="minorHAnsi" w:hAnsiTheme="minorHAnsi" w:cstheme="minorBidi"/>
                          <w:szCs w:val="22"/>
                        </w:rPr>
                      </w:sdtEndPr>
                      <w:sdtContent>
                        <w:p w:rsidR="00300BC7" w:rsidRPr="00300BC7" w:rsidRDefault="00300BC7" w:rsidP="00300BC7">
                          <w:pPr>
                            <w:rPr>
                              <w:rFonts w:asciiTheme="majorHAnsi" w:eastAsia="Times New Roman" w:hAnsiTheme="majorHAnsi" w:cstheme="majorHAnsi"/>
                              <w:sz w:val="18"/>
                              <w:szCs w:val="18"/>
                            </w:rPr>
                          </w:pPr>
                          <w:r w:rsidRPr="00300BC7">
                            <w:rPr>
                              <w:rFonts w:asciiTheme="majorHAnsi" w:eastAsia="Times New Roman" w:hAnsiTheme="majorHAnsi" w:cstheme="majorHAnsi"/>
                              <w:sz w:val="32"/>
                              <w:szCs w:val="32"/>
                            </w:rPr>
                            <w:t>T</w:t>
                          </w:r>
                          <w:r w:rsidRPr="00300BC7">
                            <w:rPr>
                              <w:rFonts w:asciiTheme="majorHAnsi" w:eastAsia="Times New Roman" w:hAnsiTheme="majorHAnsi" w:cstheme="majorHAnsi"/>
                              <w:sz w:val="18"/>
                              <w:szCs w:val="18"/>
                            </w:rPr>
                            <w:t>he primary mission of the Department of Athletics is to bring positive recognition to Eugene Ashley High School through a program built on concepts such as excellence, integrity, and enthusiasm. The athletics program at Ashley is comprised of 22 varsity sports, eleven men's, 11 women's and nine Jayvee teams. The Athletic Training Department offers the very best in care and prevention of athletically related injuries. The highly visible athletics program is committed to NCHSAA and NFHS compliance, strong academic standards, the quality of its staff, and maintaining a reputation for innovative and progressive athletic marketing strategies.</w:t>
                          </w:r>
                        </w:p>
                        <w:p w:rsidR="00300BC7" w:rsidRPr="00300BC7" w:rsidRDefault="00300BC7" w:rsidP="00300BC7">
                          <w:pPr>
                            <w:spacing w:before="100" w:beforeAutospacing="1" w:after="100" w:afterAutospacing="1" w:line="240" w:lineRule="auto"/>
                            <w:rPr>
                              <w:rFonts w:asciiTheme="majorHAnsi" w:eastAsia="Times New Roman" w:hAnsiTheme="majorHAnsi" w:cstheme="majorHAnsi"/>
                              <w:sz w:val="18"/>
                              <w:szCs w:val="18"/>
                            </w:rPr>
                          </w:pPr>
                          <w:r w:rsidRPr="00300BC7">
                            <w:rPr>
                              <w:rFonts w:asciiTheme="majorHAnsi" w:eastAsia="Times New Roman" w:hAnsiTheme="majorHAnsi" w:cstheme="majorHAnsi"/>
                              <w:sz w:val="32"/>
                              <w:szCs w:val="32"/>
                            </w:rPr>
                            <w:t>T</w:t>
                          </w:r>
                          <w:r w:rsidRPr="00300BC7">
                            <w:rPr>
                              <w:rFonts w:asciiTheme="majorHAnsi" w:eastAsia="Times New Roman" w:hAnsiTheme="majorHAnsi" w:cstheme="majorHAnsi"/>
                              <w:sz w:val="18"/>
                              <w:szCs w:val="18"/>
                            </w:rPr>
                            <w:t>he Ashley Athletic Department will focus on the overall development of all persons participating in athletics. Ethical conduct and good sportsmanship will be strongly promoted among alumni and friends, athletics department staff and, most importantly, student-athletes. Ashley Athletics is committed to supporting the academic progress of student-athletes and the achievement of their educational objectives</w:t>
                          </w:r>
                          <w:r>
                            <w:rPr>
                              <w:rFonts w:asciiTheme="majorHAnsi" w:eastAsia="Times New Roman" w:hAnsiTheme="majorHAnsi" w:cstheme="majorHAnsi"/>
                              <w:sz w:val="18"/>
                              <w:szCs w:val="18"/>
                            </w:rPr>
                            <w:t>.</w:t>
                          </w:r>
                        </w:p>
                        <w:p w:rsidR="006937DE" w:rsidRDefault="008D59FE" w:rsidP="00300BC7">
                          <w:pPr>
                            <w:pStyle w:val="BodyContent02"/>
                          </w:pPr>
                        </w:p>
                      </w:sdtContent>
                    </w:sdt>
                    <w:p w:rsidR="006937DE" w:rsidRDefault="008D59FE">
                      <w:pPr>
                        <w:pStyle w:val="NewsLetterIssNo2"/>
                        <w:rPr>
                          <w:rStyle w:val="Heading04Char"/>
                          <w:color w:val="000000" w:themeColor="text1"/>
                          <w:sz w:val="22"/>
                        </w:rPr>
                      </w:pPr>
                      <w:sdt>
                        <w:sdtPr>
                          <w:rPr>
                            <w:rStyle w:val="NewsLetterIssNo2Char"/>
                          </w:rPr>
                          <w:id w:val="1774355529"/>
                          <w:placeholder>
                            <w:docPart w:val="35DDEBEDF9DE447A890E6EC6F0CA31EB"/>
                          </w:placeholder>
                        </w:sdtPr>
                        <w:sdtEndPr>
                          <w:rPr>
                            <w:rStyle w:val="DefaultParagraphFont"/>
                            <w:b/>
                            <w:szCs w:val="28"/>
                          </w:rPr>
                        </w:sdtEndPr>
                        <w:sdtContent>
                          <w:r w:rsidR="00300BC7">
                            <w:rPr>
                              <w:rStyle w:val="NewsLetterIssNo2Char"/>
                            </w:rPr>
                            <w:t xml:space="preserve"> </w:t>
                          </w:r>
                        </w:sdtContent>
                      </w:sdt>
                    </w:p>
                  </w:txbxContent>
                </v:textbox>
                <w10:wrap anchorx="margin" anchory="margin"/>
              </v:rect>
            </w:pict>
          </mc:Fallback>
        </mc:AlternateContent>
      </w:r>
      <w:r w:rsidR="005470EF">
        <w:rPr>
          <w:noProof/>
        </w:rPr>
        <mc:AlternateContent>
          <mc:Choice Requires="wps">
            <w:drawing>
              <wp:anchor distT="0" distB="0" distL="114300" distR="114300" simplePos="0" relativeHeight="251774976" behindDoc="0" locked="0" layoutInCell="1" allowOverlap="1" wp14:anchorId="0D9231A8" wp14:editId="3C87B5F9">
                <wp:simplePos x="0" y="0"/>
                <wp:positionH relativeFrom="margin">
                  <wp:align>right</wp:align>
                </wp:positionH>
                <wp:positionV relativeFrom="margin">
                  <wp:posOffset>0</wp:posOffset>
                </wp:positionV>
                <wp:extent cx="7315200" cy="9601200"/>
                <wp:effectExtent l="0" t="0" r="0" b="0"/>
                <wp:wrapNone/>
                <wp:docPr id="31"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0" cy="9601200"/>
                        </a:xfrm>
                        <a:prstGeom prst="rect">
                          <a:avLst/>
                        </a:prstGeom>
                        <a:solidFill>
                          <a:schemeClr val="accent3">
                            <a:lumMod val="5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524.8pt;margin-top:0;width:8in;height:756pt;z-index:251774976;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" fillcolor="#59150b [1606]" stroked="f">
                <w10:wrap anchorx="margin" anchory="margin"/>
              </v:rect>
            </w:pict>
          </mc:Fallback>
        </mc:AlternateContent>
      </w:r>
    </w:p>
    <w:p w:rsidR="006937DE" w:rsidRDefault="00801D9F">
      <w:r>
        <w:t xml:space="preserve"> </w:t>
      </w:r>
    </w:p>
    <w:p w:rsidR="006937DE" w:rsidRDefault="00300BC7">
      <w:r>
        <w:rPr>
          <w:noProof/>
        </w:rPr>
        <mc:AlternateContent>
          <mc:Choice Requires="wps">
            <w:drawing>
              <wp:anchor distT="0" distB="0" distL="114300" distR="114300" simplePos="0" relativeHeight="251784192" behindDoc="0" locked="0" layoutInCell="1" allowOverlap="1" wp14:anchorId="6DEA7753" wp14:editId="56F0A7AF">
                <wp:simplePos x="0" y="0"/>
                <wp:positionH relativeFrom="margin">
                  <wp:posOffset>3219450</wp:posOffset>
                </wp:positionH>
                <wp:positionV relativeFrom="margin">
                  <wp:posOffset>7353300</wp:posOffset>
                </wp:positionV>
                <wp:extent cx="4095750" cy="2244725"/>
                <wp:effectExtent l="0" t="0" r="0" b="0"/>
                <wp:wrapNone/>
                <wp:docPr id="29"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0" cy="2244725"/>
                        </a:xfrm>
                        <a:prstGeom prst="rect">
                          <a:avLst/>
                        </a:prstGeom>
                        <a:noFill/>
                        <a:ln>
                          <a:noFill/>
                        </a:ln>
                        <a:extLst>
                          <a:ext uri="{909E8E84-426E-40DD-AFC4-6F175D3DCCD1}">
                            <a14:hiddenFill xmlns:a14="http://schemas.microsoft.com/office/drawing/2010/main">
                              <a:solidFill>
                                <a:schemeClr val="accent3">
                                  <a:lumMod val="5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37DE" w:rsidRDefault="006937DE">
                            <w:pPr>
                              <w:pStyle w:val="CompanyNameSmall"/>
                            </w:pPr>
                          </w:p>
                          <w:sdt>
                            <w:sdtPr>
                              <w:rPr>
                                <w:rStyle w:val="CompanyAddressChar"/>
                                <w:color w:val="FFFF00"/>
                              </w:rPr>
                              <w:id w:val="1248867"/>
                              <w:placeholder>
                                <w:docPart w:val="F6724F5C4DA549FB82921CEAD5A92565"/>
                              </w:placeholder>
                            </w:sdtPr>
                            <w:sdtEndPr>
                              <w:rPr>
                                <w:rStyle w:val="DefaultParagraphFont"/>
                              </w:rPr>
                            </w:sdtEndPr>
                            <w:sdtContent>
                              <w:p w:rsidR="006937DE" w:rsidRPr="00300BC7" w:rsidRDefault="00300BC7" w:rsidP="00300BC7">
                                <w:pPr>
                                  <w:pStyle w:val="CompanyAddress"/>
                                  <w:rPr>
                                    <w:color w:val="FFFF00"/>
                                  </w:rPr>
                                </w:pPr>
                                <w:r w:rsidRPr="00300BC7">
                                  <w:rPr>
                                    <w:rStyle w:val="CompanyAddressChar"/>
                                    <w:color w:val="FFFF00"/>
                                  </w:rPr>
                                  <w:t>Page Four</w:t>
                                </w:r>
                              </w:p>
                            </w:sdtContent>
                          </w:sdt>
                        </w:txbxContent>
                      </wps:txbx>
                      <wps:bodyPr rot="0" vert="horz" wrap="square" lIns="182880" tIns="0" rIns="182880" bIns="182880" anchor="b"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44" style="position:absolute;margin-left:253.5pt;margin-top:579pt;width:322.5pt;height:176.7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" filled="f" fillcolor="#59150b [1606]" stroked="f">
                <v:textbox inset="14.4pt,0,14.4pt,14.4pt">
                  <w:txbxContent>
                    <w:p w:rsidR="006937DE" w:rsidRDefault="006937DE">
                      <w:pPr>
                        <w:pStyle w:val="CompanyNameSmall"/>
                      </w:pPr>
                    </w:p>
                    <w:sdt>
                      <w:sdtPr>
                        <w:rPr>
                          <w:rStyle w:val="CompanyAddressChar"/>
                          <w:color w:val="FFFF00"/>
                        </w:rPr>
                        <w:id w:val="1248867"/>
                        <w:placeholder>
                          <w:docPart w:val="F6724F5C4DA549FB82921CEAD5A92565"/>
                        </w:placeholder>
                      </w:sdtPr>
                      <w:sdtEndPr>
                        <w:rPr>
                          <w:rStyle w:val="DefaultParagraphFont"/>
                        </w:rPr>
                      </w:sdtEndPr>
                      <w:sdtContent>
                        <w:p w:rsidR="006937DE" w:rsidRPr="00300BC7" w:rsidRDefault="00300BC7" w:rsidP="00300BC7">
                          <w:pPr>
                            <w:pStyle w:val="CompanyAddress"/>
                            <w:rPr>
                              <w:color w:val="FFFF00"/>
                            </w:rPr>
                          </w:pPr>
                          <w:r w:rsidRPr="00300BC7">
                            <w:rPr>
                              <w:rStyle w:val="CompanyAddressChar"/>
                              <w:color w:val="FFFF00"/>
                            </w:rPr>
                            <w:t>Page Four</w:t>
                          </w:r>
                        </w:p>
                      </w:sdtContent>
                    </w:sdt>
                  </w:txbxContent>
                </v:textbox>
                <w10:wrap anchorx="margin" anchory="margin"/>
              </v:rect>
            </w:pict>
          </mc:Fallback>
        </mc:AlternateContent>
      </w:r>
      <w:r w:rsidR="002F439D">
        <w:rPr>
          <w:noProof/>
        </w:rPr>
        <mc:AlternateContent>
          <mc:Choice Requires="wpg">
            <w:drawing>
              <wp:anchor distT="0" distB="0" distL="114300" distR="114300" simplePos="0" relativeHeight="251782144" behindDoc="0" locked="0" layoutInCell="1" allowOverlap="1" wp14:anchorId="7D23A773" wp14:editId="5BDBD67E">
                <wp:simplePos x="0" y="0"/>
                <wp:positionH relativeFrom="column">
                  <wp:posOffset>-73972</wp:posOffset>
                </wp:positionH>
                <wp:positionV relativeFrom="paragraph">
                  <wp:posOffset>7106920</wp:posOffset>
                </wp:positionV>
                <wp:extent cx="3219450" cy="1782445"/>
                <wp:effectExtent l="0" t="0" r="0" b="8255"/>
                <wp:wrapNone/>
                <wp:docPr id="26"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782445"/>
                          <a:chOff x="355" y="8135"/>
                          <a:chExt cx="7224" cy="4000"/>
                        </a:xfrm>
                      </wpg:grpSpPr>
                      <wps:wsp>
                        <wps:cNvPr id="27" name="Freeform 150"/>
                        <wps:cNvSpPr>
                          <a:spLocks/>
                        </wps:cNvSpPr>
                        <wps:spPr bwMode="auto">
                          <a:xfrm flipH="1" flipV="1">
                            <a:off x="355" y="8266"/>
                            <a:ext cx="7224" cy="3869"/>
                          </a:xfrm>
                          <a:custGeom>
                            <a:avLst/>
                            <a:gdLst>
                              <a:gd name="T0" fmla="*/ 7224 w 7224"/>
                              <a:gd name="T1" fmla="*/ 966 h 3869"/>
                              <a:gd name="T2" fmla="*/ 0 w 7224"/>
                              <a:gd name="T3" fmla="*/ 0 h 3869"/>
                              <a:gd name="T4" fmla="*/ 7224 w 7224"/>
                              <a:gd name="T5" fmla="*/ 384 h 3869"/>
                              <a:gd name="T6" fmla="*/ 7224 w 7224"/>
                              <a:gd name="T7" fmla="*/ 966 h 3869"/>
                            </a:gdLst>
                            <a:ahLst/>
                            <a:cxnLst>
                              <a:cxn ang="0">
                                <a:pos x="T0" y="T1"/>
                              </a:cxn>
                              <a:cxn ang="0">
                                <a:pos x="T2" y="T3"/>
                              </a:cxn>
                              <a:cxn ang="0">
                                <a:pos x="T4" y="T5"/>
                              </a:cxn>
                              <a:cxn ang="0">
                                <a:pos x="T6" y="T7"/>
                              </a:cxn>
                            </a:cxnLst>
                            <a:rect l="0" t="0" r="r" b="b"/>
                            <a:pathLst>
                              <a:path w="7224" h="3869">
                                <a:moveTo>
                                  <a:pt x="7224" y="966"/>
                                </a:moveTo>
                                <a:cubicBezTo>
                                  <a:pt x="1719" y="3869"/>
                                  <a:pt x="0" y="0"/>
                                  <a:pt x="0" y="0"/>
                                </a:cubicBezTo>
                                <a:cubicBezTo>
                                  <a:pt x="0" y="0"/>
                                  <a:pt x="1989" y="3340"/>
                                  <a:pt x="7224" y="384"/>
                                </a:cubicBezTo>
                                <a:cubicBezTo>
                                  <a:pt x="7221" y="630"/>
                                  <a:pt x="7224" y="978"/>
                                  <a:pt x="7224" y="966"/>
                                </a:cubicBezTo>
                                <a:close/>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1"/>
                        <wps:cNvSpPr>
                          <a:spLocks/>
                        </wps:cNvSpPr>
                        <wps:spPr bwMode="auto">
                          <a:xfrm>
                            <a:off x="360" y="8135"/>
                            <a:ext cx="6479" cy="3825"/>
                          </a:xfrm>
                          <a:custGeom>
                            <a:avLst/>
                            <a:gdLst>
                              <a:gd name="T0" fmla="*/ 0 w 1097"/>
                              <a:gd name="T1" fmla="*/ 484 h 648"/>
                              <a:gd name="T2" fmla="*/ 1097 w 1097"/>
                              <a:gd name="T3" fmla="*/ 648 h 648"/>
                              <a:gd name="T4" fmla="*/ 0 w 1097"/>
                              <a:gd name="T5" fmla="*/ 386 h 648"/>
                              <a:gd name="T6" fmla="*/ 0 w 1097"/>
                              <a:gd name="T7" fmla="*/ 484 h 648"/>
                            </a:gdLst>
                            <a:ahLst/>
                            <a:cxnLst>
                              <a:cxn ang="0">
                                <a:pos x="T0" y="T1"/>
                              </a:cxn>
                              <a:cxn ang="0">
                                <a:pos x="T2" y="T3"/>
                              </a:cxn>
                              <a:cxn ang="0">
                                <a:pos x="T4" y="T5"/>
                              </a:cxn>
                              <a:cxn ang="0">
                                <a:pos x="T6" y="T7"/>
                              </a:cxn>
                            </a:cxnLst>
                            <a:rect l="0" t="0" r="r" b="b"/>
                            <a:pathLst>
                              <a:path w="1097" h="648">
                                <a:moveTo>
                                  <a:pt x="0" y="484"/>
                                </a:moveTo>
                                <a:cubicBezTo>
                                  <a:pt x="842" y="94"/>
                                  <a:pt x="1076" y="603"/>
                                  <a:pt x="1097" y="648"/>
                                </a:cubicBezTo>
                                <a:cubicBezTo>
                                  <a:pt x="1097" y="648"/>
                                  <a:pt x="946" y="0"/>
                                  <a:pt x="0" y="386"/>
                                </a:cubicBezTo>
                                <a:lnTo>
                                  <a:pt x="0" y="484"/>
                                </a:lnTo>
                                <a:close/>
                              </a:path>
                            </a:pathLst>
                          </a:custGeom>
                          <a:solidFill>
                            <a:schemeClr val="bg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9" o:spid="_x0000_s1026" style="position:absolute;margin-left:-5.8pt;margin-top:559.6pt;width:253.5pt;height:140.35pt;z-index:251782144" coordorigin="355,8135" coordsize="7224,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">
                <v:shape id="Freeform 150" o:spid="_x0000_s1027" style="position:absolute;left:355;top:8266;width:7224;height:3869;flip:x y;visibility:visible;mso-wrap-style:square;v-text-anchor:top" coordsize="7224,38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U6QcUA&#10;AADbAAAADwAAAGRycy9kb3ducmV2LnhtbESPQWsCMRSE7wX/Q3hCb5qt0CqrUYqlYIsV3Pbg8bl5&#10;7i5uXkISdeuvbwShx2FmvmFmi8604kw+NJYVPA0zEMSl1Q1XCn6+3wcTECEia2wtk4JfCrCY9x5m&#10;mGt74S2di1iJBOGQo4I6RpdLGcqaDIahdcTJO1hvMCbpK6k9XhLctHKUZS/SYMNpoUZHy5rKY3Ey&#10;CtZy9/F5ujZ+U+yXb+G4ev5yhVPqsd+9TkFE6uJ/+N5eaQWjMdy+pB8g5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TpBxQAAANsAAAAPAAAAAAAAAAAAAAAAAJgCAABkcnMv&#10;ZG93bnJldi54bWxQSwUGAAAAAAQABAD1AAAAigMAAAAA&#10;" path="m7224,966c1719,3869,,,,,,,1989,3340,7224,384v-3,246,,594,,582xe" fillcolor="#ffe535 [2414]" stroked="f">
                  <v:path arrowok="t" o:connecttype="custom" o:connectlocs="7224,966;0,0;7224,384;7224,966" o:connectangles="0,0,0,0"/>
                </v:shape>
                <v:shape id="Freeform 151" o:spid="_x0000_s1028" style="position:absolute;left:360;top:8135;width:6479;height:3825;visibility:visible;mso-wrap-style:square;v-text-anchor:top" coordsize="1097,6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PRF8AA&#10;AADbAAAADwAAAGRycy9kb3ducmV2LnhtbERPTYvCMBC9C/6HMII3TVVYlmoUEUVBYdkqqLehGdti&#10;MylJtN1/vzks7PHxvherztTiTc5XlhVMxgkI4tzqigsFl/Nu9AnCB2SNtWVS8EMeVst+b4Gpti1/&#10;0zsLhYgh7FNUUIbQpFL6vCSDfmwb4sg9rDMYInSF1A7bGG5qOU2SD2mw4thQYkObkvJn9jIKyJ2l&#10;eXzdi+Ntsj0d96dZ27RXpYaDbj0HEagL/+I/90ErmMax8Uv8A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PRF8AAAADbAAAADwAAAAAAAAAAAAAAAACYAgAAZHJzL2Rvd25y&#10;ZXYueG1sUEsFBgAAAAAEAAQA9QAAAIUDAAAAAA==&#10;" path="m,484c842,94,1076,603,1097,648,1097,648,946,,,386r,98xe" fillcolor="white [3212]" stroked="f">
                  <v:path arrowok="t" o:connecttype="custom" o:connectlocs="0,2857;6479,3825;0,2278;0,2857" o:connectangles="0,0,0,0"/>
                </v:shape>
              </v:group>
            </w:pict>
          </mc:Fallback>
        </mc:AlternateContent>
      </w:r>
      <w:r w:rsidR="002F439D">
        <w:rPr>
          <w:noProof/>
        </w:rPr>
        <mc:AlternateContent>
          <mc:Choice Requires="wps">
            <w:drawing>
              <wp:anchor distT="0" distB="0" distL="114300" distR="114300" simplePos="0" relativeHeight="251788288" behindDoc="0" locked="0" layoutInCell="1" allowOverlap="1" wp14:anchorId="1BC09962" wp14:editId="46C916DF">
                <wp:simplePos x="0" y="0"/>
                <wp:positionH relativeFrom="column">
                  <wp:posOffset>2219325</wp:posOffset>
                </wp:positionH>
                <wp:positionV relativeFrom="paragraph">
                  <wp:posOffset>2963545</wp:posOffset>
                </wp:positionV>
                <wp:extent cx="1676400" cy="5924550"/>
                <wp:effectExtent l="0" t="0" r="19050" b="19050"/>
                <wp:wrapNone/>
                <wp:docPr id="63" name="Text Box 63"/>
                <wp:cNvGraphicFramePr/>
                <a:graphic xmlns:a="http://schemas.openxmlformats.org/drawingml/2006/main">
                  <a:graphicData uri="http://schemas.microsoft.com/office/word/2010/wordprocessingShape">
                    <wps:wsp>
                      <wps:cNvSpPr txBox="1"/>
                      <wps:spPr>
                        <a:xfrm>
                          <a:off x="0" y="0"/>
                          <a:ext cx="1676400" cy="5924550"/>
                        </a:xfrm>
                        <a:prstGeom prst="rect">
                          <a:avLst/>
                        </a:prstGeom>
                        <a:solidFill>
                          <a:schemeClr val="accent3">
                            <a:lumMod val="50000"/>
                          </a:schemeClr>
                        </a:solidFill>
                        <a:ln w="6350">
                          <a:solidFill>
                            <a:schemeClr val="accent3">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2F439D" w:rsidRPr="002F439D" w:rsidRDefault="002F439D" w:rsidP="002F439D">
                            <w:pPr>
                              <w:pStyle w:val="ListParagraph"/>
                              <w:numPr>
                                <w:ilvl w:val="0"/>
                                <w:numId w:val="26"/>
                              </w:numPr>
                              <w:rPr>
                                <w:color w:val="F19E90" w:themeColor="accent3" w:themeTint="66"/>
                                <w:sz w:val="18"/>
                                <w:szCs w:val="18"/>
                              </w:rPr>
                            </w:pPr>
                            <w:r w:rsidRPr="002F439D">
                              <w:rPr>
                                <w:color w:val="F19E90" w:themeColor="accent3" w:themeTint="66"/>
                                <w:sz w:val="18"/>
                                <w:szCs w:val="18"/>
                              </w:rPr>
                              <w:t>“I was very interested in the sport and I never got the chance to play it. I did play field hockey though which is very similar to lacrosse and basketball.”</w:t>
                            </w:r>
                          </w:p>
                          <w:p w:rsidR="002F439D" w:rsidRDefault="002F439D" w:rsidP="002F439D">
                            <w:pPr>
                              <w:pStyle w:val="ListParagraph"/>
                              <w:numPr>
                                <w:ilvl w:val="0"/>
                                <w:numId w:val="26"/>
                              </w:numPr>
                              <w:rPr>
                                <w:color w:val="F19E90" w:themeColor="accent3" w:themeTint="66"/>
                                <w:sz w:val="18"/>
                                <w:szCs w:val="18"/>
                              </w:rPr>
                            </w:pPr>
                            <w:r w:rsidRPr="002F439D">
                              <w:rPr>
                                <w:color w:val="F19E90" w:themeColor="accent3" w:themeTint="66"/>
                                <w:sz w:val="18"/>
                                <w:szCs w:val="18"/>
                              </w:rPr>
                              <w:t>“There was no real designated youth program. It was hard to compete against an alike age group. Also I found that players have a hard time committing to a varsity sport.”</w:t>
                            </w:r>
                          </w:p>
                          <w:p w:rsidR="002F439D" w:rsidRPr="002F439D" w:rsidRDefault="002F439D" w:rsidP="002F439D">
                            <w:pPr>
                              <w:pStyle w:val="ListParagraph"/>
                              <w:numPr>
                                <w:ilvl w:val="0"/>
                                <w:numId w:val="26"/>
                              </w:numPr>
                              <w:rPr>
                                <w:color w:val="F19E90" w:themeColor="accent3" w:themeTint="66"/>
                                <w:sz w:val="18"/>
                                <w:szCs w:val="18"/>
                              </w:rPr>
                            </w:pPr>
                            <w:r>
                              <w:rPr>
                                <w:color w:val="F19E90" w:themeColor="accent3" w:themeTint="66"/>
                                <w:sz w:val="18"/>
                                <w:szCs w:val="18"/>
                              </w:rPr>
                              <w:t xml:space="preserve">“My favorite part would have to be the game strategy and the similarities it shares between </w:t>
                            </w:r>
                            <w:proofErr w:type="gramStart"/>
                            <w:r>
                              <w:rPr>
                                <w:color w:val="F19E90" w:themeColor="accent3" w:themeTint="66"/>
                                <w:sz w:val="18"/>
                                <w:szCs w:val="18"/>
                              </w:rPr>
                              <w:t>basketball</w:t>
                            </w:r>
                            <w:proofErr w:type="gramEnd"/>
                            <w:r>
                              <w:rPr>
                                <w:color w:val="F19E90" w:themeColor="accent3" w:themeTint="66"/>
                                <w:sz w:val="18"/>
                                <w:szCs w:val="18"/>
                              </w:rPr>
                              <w:t>. Also, it’s a very upbeat sport.</w:t>
                            </w:r>
                          </w:p>
                          <w:p w:rsidR="002F439D" w:rsidRDefault="002F439D" w:rsidP="002F439D">
                            <w:pPr>
                              <w:pStyle w:val="ListParagraph"/>
                              <w:numPr>
                                <w:ilvl w:val="0"/>
                                <w:numId w:val="26"/>
                              </w:numPr>
                              <w:rPr>
                                <w:color w:val="F19E90" w:themeColor="accent3" w:themeTint="66"/>
                                <w:sz w:val="18"/>
                                <w:szCs w:val="18"/>
                              </w:rPr>
                            </w:pPr>
                            <w:r w:rsidRPr="002F439D">
                              <w:rPr>
                                <w:color w:val="F19E90" w:themeColor="accent3" w:themeTint="66"/>
                                <w:sz w:val="18"/>
                                <w:szCs w:val="18"/>
                              </w:rPr>
                              <w:t>“In the beginning of the week we have conditioning and go over the basic fundamentals. Towards the end of the week, we start to work on game strategies.”</w:t>
                            </w:r>
                          </w:p>
                          <w:p w:rsidR="002F439D" w:rsidRPr="002F439D" w:rsidRDefault="002F439D" w:rsidP="002F439D">
                            <w:pPr>
                              <w:pStyle w:val="ListParagraph"/>
                              <w:numPr>
                                <w:ilvl w:val="0"/>
                                <w:numId w:val="26"/>
                              </w:numPr>
                              <w:rPr>
                                <w:color w:val="F19E90" w:themeColor="accent3" w:themeTint="66"/>
                                <w:sz w:val="18"/>
                                <w:szCs w:val="18"/>
                              </w:rPr>
                            </w:pPr>
                            <w:r>
                              <w:rPr>
                                <w:color w:val="F19E90" w:themeColor="accent3" w:themeTint="66"/>
                                <w:sz w:val="18"/>
                                <w:szCs w:val="18"/>
                              </w:rPr>
                              <w:t>“We have one to two games a week. We will be playing conference teams, NHC schools, Topsail, Cape Fear, and Charlotte.”</w:t>
                            </w:r>
                          </w:p>
                          <w:p w:rsidR="002F439D" w:rsidRPr="002F439D" w:rsidRDefault="002F439D" w:rsidP="002F439D">
                            <w:pPr>
                              <w:pStyle w:val="ListParagraph"/>
                              <w:numPr>
                                <w:ilvl w:val="0"/>
                                <w:numId w:val="26"/>
                              </w:numPr>
                              <w:rPr>
                                <w:color w:val="F19E90" w:themeColor="accent3" w:themeTint="66"/>
                              </w:rPr>
                            </w:pPr>
                            <w:r w:rsidRPr="002F439D">
                              <w:rPr>
                                <w:color w:val="F19E90" w:themeColor="accent3" w:themeTint="66"/>
                                <w:sz w:val="18"/>
                                <w:szCs w:val="18"/>
                              </w:rPr>
                              <w:t xml:space="preserve">“I feel like a player should obtain commitment, effort, </w:t>
                            </w:r>
                            <w:proofErr w:type="gramStart"/>
                            <w:r w:rsidRPr="002F439D">
                              <w:rPr>
                                <w:color w:val="F19E90" w:themeColor="accent3" w:themeTint="66"/>
                                <w:sz w:val="18"/>
                                <w:szCs w:val="18"/>
                              </w:rPr>
                              <w:t>be</w:t>
                            </w:r>
                            <w:proofErr w:type="gramEnd"/>
                            <w:r w:rsidRPr="002F439D">
                              <w:rPr>
                                <w:color w:val="F19E90" w:themeColor="accent3" w:themeTint="66"/>
                                <w:sz w:val="18"/>
                                <w:szCs w:val="18"/>
                              </w:rPr>
                              <w:t xml:space="preserve"> a good team player, and be coachable.”</w:t>
                            </w:r>
                          </w:p>
                          <w:p w:rsidR="002F439D" w:rsidRPr="002F439D" w:rsidRDefault="002F439D" w:rsidP="002F439D">
                            <w:pPr>
                              <w:pStyle w:val="ListParagraph"/>
                              <w:numPr>
                                <w:ilvl w:val="0"/>
                                <w:numId w:val="26"/>
                              </w:numPr>
                              <w:rPr>
                                <w:color w:val="F19E90" w:themeColor="accent3" w:themeTint="66"/>
                              </w:rPr>
                            </w:pPr>
                            <w:r>
                              <w:rPr>
                                <w:color w:val="F19E90" w:themeColor="accent3" w:themeTint="66"/>
                                <w:sz w:val="18"/>
                                <w:szCs w:val="18"/>
                              </w:rPr>
                              <w:t xml:space="preserve">“I’ve learned the difficulty of a sport and respect for the players especially when it’s a hard sport.”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3" o:spid="_x0000_s1045" type="#_x0000_t202" style="position:absolute;margin-left:174.75pt;margin-top:233.35pt;width:132pt;height:46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" fillcolor="#59150b [1606]" strokecolor="#59150b [1606]" strokeweight=".5pt">
                <v:textbox>
                  <w:txbxContent>
                    <w:p w:rsidR="002F439D" w:rsidRPr="002F439D" w:rsidRDefault="002F439D" w:rsidP="002F439D">
                      <w:pPr>
                        <w:pStyle w:val="ListParagraph"/>
                        <w:numPr>
                          <w:ilvl w:val="0"/>
                          <w:numId w:val="26"/>
                        </w:numPr>
                        <w:rPr>
                          <w:color w:val="F19E90" w:themeColor="accent3" w:themeTint="66"/>
                          <w:sz w:val="18"/>
                          <w:szCs w:val="18"/>
                        </w:rPr>
                      </w:pPr>
                      <w:r w:rsidRPr="002F439D">
                        <w:rPr>
                          <w:color w:val="F19E90" w:themeColor="accent3" w:themeTint="66"/>
                          <w:sz w:val="18"/>
                          <w:szCs w:val="18"/>
                        </w:rPr>
                        <w:t>“I was very interested in the sport and I never got the chance to play it. I did play field hockey though which is very similar to lacrosse and basketball.”</w:t>
                      </w:r>
                    </w:p>
                    <w:p w:rsidR="002F439D" w:rsidRDefault="002F439D" w:rsidP="002F439D">
                      <w:pPr>
                        <w:pStyle w:val="ListParagraph"/>
                        <w:numPr>
                          <w:ilvl w:val="0"/>
                          <w:numId w:val="26"/>
                        </w:numPr>
                        <w:rPr>
                          <w:color w:val="F19E90" w:themeColor="accent3" w:themeTint="66"/>
                          <w:sz w:val="18"/>
                          <w:szCs w:val="18"/>
                        </w:rPr>
                      </w:pPr>
                      <w:r w:rsidRPr="002F439D">
                        <w:rPr>
                          <w:color w:val="F19E90" w:themeColor="accent3" w:themeTint="66"/>
                          <w:sz w:val="18"/>
                          <w:szCs w:val="18"/>
                        </w:rPr>
                        <w:t>“There was no real designated youth program. It was hard to compete against an alike age group. Also I found that players have a hard time committing to a varsity sport.”</w:t>
                      </w:r>
                    </w:p>
                    <w:p w:rsidR="002F439D" w:rsidRPr="002F439D" w:rsidRDefault="002F439D" w:rsidP="002F439D">
                      <w:pPr>
                        <w:pStyle w:val="ListParagraph"/>
                        <w:numPr>
                          <w:ilvl w:val="0"/>
                          <w:numId w:val="26"/>
                        </w:numPr>
                        <w:rPr>
                          <w:color w:val="F19E90" w:themeColor="accent3" w:themeTint="66"/>
                          <w:sz w:val="18"/>
                          <w:szCs w:val="18"/>
                        </w:rPr>
                      </w:pPr>
                      <w:r>
                        <w:rPr>
                          <w:color w:val="F19E90" w:themeColor="accent3" w:themeTint="66"/>
                          <w:sz w:val="18"/>
                          <w:szCs w:val="18"/>
                        </w:rPr>
                        <w:t xml:space="preserve">“My favorite part would have to be the game strategy and the similarities it shares between </w:t>
                      </w:r>
                      <w:proofErr w:type="gramStart"/>
                      <w:r>
                        <w:rPr>
                          <w:color w:val="F19E90" w:themeColor="accent3" w:themeTint="66"/>
                          <w:sz w:val="18"/>
                          <w:szCs w:val="18"/>
                        </w:rPr>
                        <w:t>basketball</w:t>
                      </w:r>
                      <w:proofErr w:type="gramEnd"/>
                      <w:r>
                        <w:rPr>
                          <w:color w:val="F19E90" w:themeColor="accent3" w:themeTint="66"/>
                          <w:sz w:val="18"/>
                          <w:szCs w:val="18"/>
                        </w:rPr>
                        <w:t>. Also, it’s a very upbeat sport.</w:t>
                      </w:r>
                    </w:p>
                    <w:p w:rsidR="002F439D" w:rsidRDefault="002F439D" w:rsidP="002F439D">
                      <w:pPr>
                        <w:pStyle w:val="ListParagraph"/>
                        <w:numPr>
                          <w:ilvl w:val="0"/>
                          <w:numId w:val="26"/>
                        </w:numPr>
                        <w:rPr>
                          <w:color w:val="F19E90" w:themeColor="accent3" w:themeTint="66"/>
                          <w:sz w:val="18"/>
                          <w:szCs w:val="18"/>
                        </w:rPr>
                      </w:pPr>
                      <w:r w:rsidRPr="002F439D">
                        <w:rPr>
                          <w:color w:val="F19E90" w:themeColor="accent3" w:themeTint="66"/>
                          <w:sz w:val="18"/>
                          <w:szCs w:val="18"/>
                        </w:rPr>
                        <w:t>“In the beginning of the week we have conditioning and go over the basic fundamentals. Towards the end of the week, we start to work on game strategies.”</w:t>
                      </w:r>
                    </w:p>
                    <w:p w:rsidR="002F439D" w:rsidRPr="002F439D" w:rsidRDefault="002F439D" w:rsidP="002F439D">
                      <w:pPr>
                        <w:pStyle w:val="ListParagraph"/>
                        <w:numPr>
                          <w:ilvl w:val="0"/>
                          <w:numId w:val="26"/>
                        </w:numPr>
                        <w:rPr>
                          <w:color w:val="F19E90" w:themeColor="accent3" w:themeTint="66"/>
                          <w:sz w:val="18"/>
                          <w:szCs w:val="18"/>
                        </w:rPr>
                      </w:pPr>
                      <w:r>
                        <w:rPr>
                          <w:color w:val="F19E90" w:themeColor="accent3" w:themeTint="66"/>
                          <w:sz w:val="18"/>
                          <w:szCs w:val="18"/>
                        </w:rPr>
                        <w:t>“We have one to two games a week. We will be playing conference teams, NHC schools, Topsail, Cape Fear, and Charlotte.”</w:t>
                      </w:r>
                    </w:p>
                    <w:p w:rsidR="002F439D" w:rsidRPr="002F439D" w:rsidRDefault="002F439D" w:rsidP="002F439D">
                      <w:pPr>
                        <w:pStyle w:val="ListParagraph"/>
                        <w:numPr>
                          <w:ilvl w:val="0"/>
                          <w:numId w:val="26"/>
                        </w:numPr>
                        <w:rPr>
                          <w:color w:val="F19E90" w:themeColor="accent3" w:themeTint="66"/>
                        </w:rPr>
                      </w:pPr>
                      <w:r w:rsidRPr="002F439D">
                        <w:rPr>
                          <w:color w:val="F19E90" w:themeColor="accent3" w:themeTint="66"/>
                          <w:sz w:val="18"/>
                          <w:szCs w:val="18"/>
                        </w:rPr>
                        <w:t xml:space="preserve">“I feel like a player should obtain commitment, effort, </w:t>
                      </w:r>
                      <w:proofErr w:type="gramStart"/>
                      <w:r w:rsidRPr="002F439D">
                        <w:rPr>
                          <w:color w:val="F19E90" w:themeColor="accent3" w:themeTint="66"/>
                          <w:sz w:val="18"/>
                          <w:szCs w:val="18"/>
                        </w:rPr>
                        <w:t>be</w:t>
                      </w:r>
                      <w:proofErr w:type="gramEnd"/>
                      <w:r w:rsidRPr="002F439D">
                        <w:rPr>
                          <w:color w:val="F19E90" w:themeColor="accent3" w:themeTint="66"/>
                          <w:sz w:val="18"/>
                          <w:szCs w:val="18"/>
                        </w:rPr>
                        <w:t xml:space="preserve"> a good team player, and be coachable.”</w:t>
                      </w:r>
                    </w:p>
                    <w:p w:rsidR="002F439D" w:rsidRPr="002F439D" w:rsidRDefault="002F439D" w:rsidP="002F439D">
                      <w:pPr>
                        <w:pStyle w:val="ListParagraph"/>
                        <w:numPr>
                          <w:ilvl w:val="0"/>
                          <w:numId w:val="26"/>
                        </w:numPr>
                        <w:rPr>
                          <w:color w:val="F19E90" w:themeColor="accent3" w:themeTint="66"/>
                        </w:rPr>
                      </w:pPr>
                      <w:r>
                        <w:rPr>
                          <w:color w:val="F19E90" w:themeColor="accent3" w:themeTint="66"/>
                          <w:sz w:val="18"/>
                          <w:szCs w:val="18"/>
                        </w:rPr>
                        <w:t xml:space="preserve">“I’ve learned the difficulty of a sport and respect for the players especially when it’s a hard sport.” </w:t>
                      </w:r>
                    </w:p>
                  </w:txbxContent>
                </v:textbox>
              </v:shape>
            </w:pict>
          </mc:Fallback>
        </mc:AlternateContent>
      </w:r>
      <w:r w:rsidR="00776DF7">
        <w:rPr>
          <w:noProof/>
        </w:rPr>
        <mc:AlternateContent>
          <mc:Choice Requires="wps">
            <w:drawing>
              <wp:anchor distT="0" distB="0" distL="114300" distR="114300" simplePos="0" relativeHeight="251787264" behindDoc="0" locked="0" layoutInCell="1" allowOverlap="1" wp14:anchorId="2B7F53C9" wp14:editId="4EBE19A4">
                <wp:simplePos x="0" y="0"/>
                <wp:positionH relativeFrom="column">
                  <wp:posOffset>266700</wp:posOffset>
                </wp:positionH>
                <wp:positionV relativeFrom="paragraph">
                  <wp:posOffset>2963545</wp:posOffset>
                </wp:positionV>
                <wp:extent cx="1828800" cy="4143375"/>
                <wp:effectExtent l="0" t="0" r="19050" b="28575"/>
                <wp:wrapNone/>
                <wp:docPr id="61" name="Text Box 61"/>
                <wp:cNvGraphicFramePr/>
                <a:graphic xmlns:a="http://schemas.openxmlformats.org/drawingml/2006/main">
                  <a:graphicData uri="http://schemas.microsoft.com/office/word/2010/wordprocessingShape">
                    <wps:wsp>
                      <wps:cNvSpPr txBox="1"/>
                      <wps:spPr>
                        <a:xfrm>
                          <a:off x="0" y="0"/>
                          <a:ext cx="1828800" cy="4143375"/>
                        </a:xfrm>
                        <a:prstGeom prst="rect">
                          <a:avLst/>
                        </a:prstGeom>
                        <a:solidFill>
                          <a:schemeClr val="accent3">
                            <a:lumMod val="50000"/>
                          </a:schemeClr>
                        </a:solidFill>
                        <a:ln w="6350">
                          <a:solidFill>
                            <a:schemeClr val="accent3">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gave you the idea to become a lacrosse coach?</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problems have you encountered while coaching?</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is your favorite part of teaching lacrosse?</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How would you describe a typical week of practice during the season?</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How frequently do you have a game? What schools will you compete against?</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values do you feel like a player should obtain to play to their upmost potential?</w:t>
                            </w:r>
                          </w:p>
                          <w:p w:rsidR="002F439D" w:rsidRPr="002F439D" w:rsidRDefault="002F439D"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 xml:space="preserve">What do you think is the most important thing you have learned since you have been coaching?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1" o:spid="_x0000_s1046" type="#_x0000_t202" style="position:absolute;margin-left:21pt;margin-top:233.35pt;width:2in;height:326.25pt;z-index:251787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" fillcolor="#59150b [1606]" strokecolor="#59150b [1606]" strokeweight=".5pt">
                <v:textbox>
                  <w:txbxContent>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gave you the idea to become a lacrosse coach?</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problems have you encountered while coaching?</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is your favorite part of teaching lacrosse?</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How would you describe a typical week of practice during the season?</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How frequently do you have a game? What schools will you compete against?</w:t>
                      </w:r>
                    </w:p>
                    <w:p w:rsidR="00776DF7" w:rsidRPr="002F439D" w:rsidRDefault="00776DF7"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What values do you feel like a player should obtain to play to their upmost potential?</w:t>
                      </w:r>
                    </w:p>
                    <w:p w:rsidR="002F439D" w:rsidRPr="002F439D" w:rsidRDefault="002F439D" w:rsidP="00776DF7">
                      <w:pPr>
                        <w:pStyle w:val="ListParagraph"/>
                        <w:numPr>
                          <w:ilvl w:val="0"/>
                          <w:numId w:val="23"/>
                        </w:numPr>
                        <w:rPr>
                          <w:color w:val="F19E90" w:themeColor="accent3" w:themeTint="66"/>
                          <w:sz w:val="20"/>
                          <w:szCs w:val="20"/>
                        </w:rPr>
                      </w:pPr>
                      <w:r w:rsidRPr="002F439D">
                        <w:rPr>
                          <w:color w:val="F19E90" w:themeColor="accent3" w:themeTint="66"/>
                          <w:sz w:val="20"/>
                          <w:szCs w:val="20"/>
                        </w:rPr>
                        <w:t xml:space="preserve">What do you think is the most important thing you have learned since you have been coaching? </w:t>
                      </w:r>
                    </w:p>
                  </w:txbxContent>
                </v:textbox>
              </v:shape>
            </w:pict>
          </mc:Fallback>
        </mc:AlternateContent>
      </w:r>
      <w:r w:rsidR="005470EF">
        <w:rPr>
          <w:noProof/>
        </w:rPr>
        <mc:AlternateContent>
          <mc:Choice Requires="wpg">
            <w:drawing>
              <wp:anchor distT="0" distB="0" distL="114300" distR="114300" simplePos="0" relativeHeight="251783168" behindDoc="0" locked="0" layoutInCell="1" allowOverlap="1" wp14:anchorId="2D3B29C1" wp14:editId="51BDA136">
                <wp:simplePos x="0" y="0"/>
                <wp:positionH relativeFrom="margin">
                  <wp:align>right</wp:align>
                </wp:positionH>
                <wp:positionV relativeFrom="margin">
                  <wp:posOffset>5518150</wp:posOffset>
                </wp:positionV>
                <wp:extent cx="2286000" cy="1475105"/>
                <wp:effectExtent l="8255" t="6350" r="1270" b="4445"/>
                <wp:wrapNone/>
                <wp:docPr id="22" name="Group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475105"/>
                          <a:chOff x="6445" y="690"/>
                          <a:chExt cx="7772" cy="4021"/>
                        </a:xfrm>
                      </wpg:grpSpPr>
                      <wps:wsp>
                        <wps:cNvPr id="23" name="Freeform 153"/>
                        <wps:cNvSpPr>
                          <a:spLocks/>
                        </wps:cNvSpPr>
                        <wps:spPr bwMode="auto">
                          <a:xfrm>
                            <a:off x="7365" y="690"/>
                            <a:ext cx="6852" cy="3606"/>
                          </a:xfrm>
                          <a:custGeom>
                            <a:avLst/>
                            <a:gdLst>
                              <a:gd name="T0" fmla="*/ 1452 w 1452"/>
                              <a:gd name="T1" fmla="*/ 585 h 764"/>
                              <a:gd name="T2" fmla="*/ 0 w 1452"/>
                              <a:gd name="T3" fmla="*/ 764 h 764"/>
                              <a:gd name="T4" fmla="*/ 1452 w 1452"/>
                              <a:gd name="T5" fmla="*/ 502 h 764"/>
                            </a:gdLst>
                            <a:ahLst/>
                            <a:cxnLst>
                              <a:cxn ang="0">
                                <a:pos x="T0" y="T1"/>
                              </a:cxn>
                              <a:cxn ang="0">
                                <a:pos x="T2" y="T3"/>
                              </a:cxn>
                              <a:cxn ang="0">
                                <a:pos x="T4" y="T5"/>
                              </a:cxn>
                            </a:cxnLst>
                            <a:rect l="0" t="0" r="r" b="b"/>
                            <a:pathLst>
                              <a:path w="1452" h="764">
                                <a:moveTo>
                                  <a:pt x="1452" y="585"/>
                                </a:moveTo>
                                <a:cubicBezTo>
                                  <a:pt x="505" y="90"/>
                                  <a:pt x="23" y="710"/>
                                  <a:pt x="0" y="764"/>
                                </a:cubicBezTo>
                                <a:cubicBezTo>
                                  <a:pt x="0" y="764"/>
                                  <a:pt x="388" y="0"/>
                                  <a:pt x="1452" y="502"/>
                                </a:cubicBezTo>
                              </a:path>
                            </a:pathLst>
                          </a:custGeom>
                          <a:solidFill>
                            <a:schemeClr val="accent4">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54"/>
                        <wps:cNvSpPr>
                          <a:spLocks/>
                        </wps:cNvSpPr>
                        <wps:spPr bwMode="auto">
                          <a:xfrm>
                            <a:off x="7365" y="691"/>
                            <a:ext cx="6852" cy="3606"/>
                          </a:xfrm>
                          <a:custGeom>
                            <a:avLst/>
                            <a:gdLst>
                              <a:gd name="T0" fmla="*/ 1452 w 1452"/>
                              <a:gd name="T1" fmla="*/ 585 h 764"/>
                              <a:gd name="T2" fmla="*/ 0 w 1452"/>
                              <a:gd name="T3" fmla="*/ 764 h 764"/>
                              <a:gd name="T4" fmla="*/ 1452 w 1452"/>
                              <a:gd name="T5" fmla="*/ 502 h 764"/>
                            </a:gdLst>
                            <a:ahLst/>
                            <a:cxnLst>
                              <a:cxn ang="0">
                                <a:pos x="T0" y="T1"/>
                              </a:cxn>
                              <a:cxn ang="0">
                                <a:pos x="T2" y="T3"/>
                              </a:cxn>
                              <a:cxn ang="0">
                                <a:pos x="T4" y="T5"/>
                              </a:cxn>
                            </a:cxnLst>
                            <a:rect l="0" t="0" r="r" b="b"/>
                            <a:pathLst>
                              <a:path w="1452" h="764">
                                <a:moveTo>
                                  <a:pt x="1452" y="585"/>
                                </a:moveTo>
                                <a:cubicBezTo>
                                  <a:pt x="505" y="90"/>
                                  <a:pt x="23" y="710"/>
                                  <a:pt x="0" y="764"/>
                                </a:cubicBezTo>
                                <a:cubicBezTo>
                                  <a:pt x="0" y="764"/>
                                  <a:pt x="388" y="0"/>
                                  <a:pt x="1452" y="502"/>
                                </a:cubicBezTo>
                              </a:path>
                            </a:pathLst>
                          </a:custGeom>
                          <a:solidFill>
                            <a:schemeClr val="accent3">
                              <a:lumMod val="100000"/>
                              <a:lumOff val="0"/>
                              <a:alpha val="39999"/>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55"/>
                        <wps:cNvSpPr>
                          <a:spLocks/>
                        </wps:cNvSpPr>
                        <wps:spPr bwMode="auto">
                          <a:xfrm>
                            <a:off x="6445" y="944"/>
                            <a:ext cx="7772" cy="3767"/>
                          </a:xfrm>
                          <a:custGeom>
                            <a:avLst/>
                            <a:gdLst>
                              <a:gd name="T0" fmla="*/ 1647 w 1647"/>
                              <a:gd name="T1" fmla="*/ 611 h 798"/>
                              <a:gd name="T2" fmla="*/ 0 w 1647"/>
                              <a:gd name="T3" fmla="*/ 798 h 798"/>
                              <a:gd name="T4" fmla="*/ 1647 w 1647"/>
                              <a:gd name="T5" fmla="*/ 524 h 798"/>
                            </a:gdLst>
                            <a:ahLst/>
                            <a:cxnLst>
                              <a:cxn ang="0">
                                <a:pos x="T0" y="T1"/>
                              </a:cxn>
                              <a:cxn ang="0">
                                <a:pos x="T2" y="T3"/>
                              </a:cxn>
                              <a:cxn ang="0">
                                <a:pos x="T4" y="T5"/>
                              </a:cxn>
                            </a:cxnLst>
                            <a:rect l="0" t="0" r="r" b="b"/>
                            <a:pathLst>
                              <a:path w="1647" h="798">
                                <a:moveTo>
                                  <a:pt x="1647" y="611"/>
                                </a:moveTo>
                                <a:cubicBezTo>
                                  <a:pt x="635" y="94"/>
                                  <a:pt x="24" y="741"/>
                                  <a:pt x="0" y="798"/>
                                </a:cubicBezTo>
                                <a:cubicBezTo>
                                  <a:pt x="0" y="798"/>
                                  <a:pt x="511" y="0"/>
                                  <a:pt x="1647" y="524"/>
                                </a:cubicBezTo>
                              </a:path>
                            </a:pathLst>
                          </a:custGeom>
                          <a:solidFill>
                            <a:schemeClr val="bg2">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 o:spid="_x0000_s1026" style="position:absolute;margin-left:128.8pt;margin-top:434.5pt;width:180pt;height:116.15pt;z-index:251783168;mso-position-horizontal:right;mso-position-horizontal-relative:margin;mso-position-vertical-relative:margin" coordorigin="6445,690" coordsize="7772,4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">
                <v:shape id="Freeform 153" o:spid="_x0000_s1027" style="position:absolute;left:7365;top:690;width:6852;height:3606;visibility:visible;mso-wrap-style:square;v-text-anchor:top" coordsize="1452,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7k6MIA&#10;AADbAAAADwAAAGRycy9kb3ducmV2LnhtbESP3WrCQBCF7wu+wzJC7+pGKyLRVcSitGAv/HmAITNm&#10;g9nZkN2a9O27gtDLw5nznTnLde9qdec2VF4MjEcZKJbCUyWlgct59zYHFSIKYe2FDfxygPVq8LLE&#10;nHwnR76fYqkSREKOBmyMTa51KCw7DCPfsCTv6luHMcm21NRil+Cu1pMsm2mHlaQGiw1vLRe3049L&#10;b1ym1dd+Y3VH3x5nxQfR4UzGvA77zQJU5D7+Hz/Tn2Rg8g6PLQkAe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uTowgAAANsAAAAPAAAAAAAAAAAAAAAAAJgCAABkcnMvZG93&#10;bnJldi54bWxQSwUGAAAAAAQABAD1AAAAhwMAAAAA&#10;" path="m1452,585c505,90,23,710,,764,,764,388,,1452,502e" fillcolor="#f5cd2d [3207]" stroked="f">
                  <v:path arrowok="t" o:connecttype="custom" o:connectlocs="6852,2761;0,3606;6852,2369" o:connectangles="0,0,0"/>
                </v:shape>
                <v:shape id="Freeform 154" o:spid="_x0000_s1028" style="position:absolute;left:7365;top:691;width:6852;height:3606;visibility:visible;mso-wrap-style:square;v-text-anchor:top" coordsize="1452,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qOncMA&#10;AADbAAAADwAAAGRycy9kb3ducmV2LnhtbESPQWvCQBSE70L/w/IKvemmoWhJXaUEika9mPTS2yP7&#10;mg3Nvg3ZbUz/fVcQPA4z8w2z3k62EyMNvnWs4HmRgCCunW65UfBZfcxfQfiArLFzTAr+yMN28zBb&#10;Y6bdhc80lqEREcI+QwUmhD6T0teGLPqF64mj9+0GiyHKoZF6wEuE206mSbKUFluOCwZ7yg3VP+Wv&#10;VVAeTkX7hVwcTb6jsdrv9KpgpZ4ep/c3EIGmcA/f2nutIH2B65f4A+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qOncMAAADbAAAADwAAAAAAAAAAAAAAAACYAgAAZHJzL2Rv&#10;d25yZXYueG1sUEsFBgAAAAAEAAQA9QAAAIgDAAAAAA==&#10;" path="m1452,585c505,90,23,710,,764,,764,388,,1452,502e" fillcolor="#b32c16 [3206]" stroked="f">
                  <v:fill opacity="26214f"/>
                  <v:path arrowok="t" o:connecttype="custom" o:connectlocs="6852,2761;0,3606;6852,2369" o:connectangles="0,0,0"/>
                </v:shape>
                <v:shape id="Freeform 155" o:spid="_x0000_s1029" style="position:absolute;left:6445;top:944;width:7772;height:3767;visibility:visible;mso-wrap-style:square;v-text-anchor:top" coordsize="1647,7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f+TcIA&#10;AADbAAAADwAAAGRycy9kb3ducmV2LnhtbESPT4vCMBTE7wt+h/CEva2pwopUo4io7EXEP4jHR/PS&#10;FpuXbhO1fnsjCB6HmfkNM5m1thI3anzpWEG/l4AgzpwuOVdwPKx+RiB8QNZYOSYFD/Iwm3a+Jphq&#10;d+cd3fYhFxHCPkUFRQh1KqXPCrLoe64mjp5xjcUQZZNL3eA9wm0lB0kylBZLjgsF1rQoKLvsrzZS&#10;zJb/N35p6pUx63Pi7PF0XSv13W3nYxCB2vAJv9t/WsHgF15f4g+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J/5NwgAAANsAAAAPAAAAAAAAAAAAAAAAAJgCAABkcnMvZG93&#10;bnJldi54bWxQSwUGAAAAAAQABAD1AAAAhwMAAAAA&#10;" path="m1647,611c635,94,24,741,,798,,798,511,,1647,524e" fillcolor="#ffe535 [2414]" stroked="f">
                  <v:path arrowok="t" o:connecttype="custom" o:connectlocs="7772,2884;0,3767;7772,2474" o:connectangles="0,0,0"/>
                </v:shape>
                <w10:wrap anchorx="margin" anchory="margin"/>
              </v:group>
            </w:pict>
          </mc:Fallback>
        </mc:AlternateContent>
      </w:r>
    </w:p>
    <w:sectPr w:rsidR="006937DE" w:rsidSect="006937DE">
      <w:pgSz w:w="12240" w:h="15840" w:code="1"/>
      <w:pgMar w:top="360" w:right="360" w:bottom="360" w:left="36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9FE" w:rsidRDefault="008D59FE">
      <w:pPr>
        <w:spacing w:after="0" w:line="240" w:lineRule="auto"/>
      </w:pPr>
      <w:r>
        <w:separator/>
      </w:r>
    </w:p>
  </w:endnote>
  <w:endnote w:type="continuationSeparator" w:id="0">
    <w:p w:rsidR="008D59FE" w:rsidRDefault="008D5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9FE" w:rsidRDefault="008D59FE">
      <w:pPr>
        <w:spacing w:after="0" w:line="240" w:lineRule="auto"/>
      </w:pPr>
      <w:r>
        <w:separator/>
      </w:r>
    </w:p>
  </w:footnote>
  <w:footnote w:type="continuationSeparator" w:id="0">
    <w:p w:rsidR="008D59FE" w:rsidRDefault="008D59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506A"/>
    <w:multiLevelType w:val="hybridMultilevel"/>
    <w:tmpl w:val="965CE3C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40C00"/>
    <w:multiLevelType w:val="hybridMultilevel"/>
    <w:tmpl w:val="40182B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771A9"/>
    <w:multiLevelType w:val="hybridMultilevel"/>
    <w:tmpl w:val="45F8C5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FF5C82"/>
    <w:multiLevelType w:val="hybridMultilevel"/>
    <w:tmpl w:val="89F2A3E0"/>
    <w:lvl w:ilvl="0" w:tplc="3038324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780849"/>
    <w:multiLevelType w:val="hybridMultilevel"/>
    <w:tmpl w:val="0EF6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166507"/>
    <w:multiLevelType w:val="hybridMultilevel"/>
    <w:tmpl w:val="0BA8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9E5F77"/>
    <w:multiLevelType w:val="multilevel"/>
    <w:tmpl w:val="5202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CE75F6"/>
    <w:multiLevelType w:val="hybridMultilevel"/>
    <w:tmpl w:val="7FE2A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BF60FE"/>
    <w:multiLevelType w:val="multilevel"/>
    <w:tmpl w:val="84206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ED4723"/>
    <w:multiLevelType w:val="hybridMultilevel"/>
    <w:tmpl w:val="6BEEE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A95F32"/>
    <w:multiLevelType w:val="multilevel"/>
    <w:tmpl w:val="7E6A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DE492D"/>
    <w:multiLevelType w:val="hybridMultilevel"/>
    <w:tmpl w:val="117C2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36DCF"/>
    <w:multiLevelType w:val="multilevel"/>
    <w:tmpl w:val="CA74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832664"/>
    <w:multiLevelType w:val="hybridMultilevel"/>
    <w:tmpl w:val="3418D274"/>
    <w:lvl w:ilvl="0" w:tplc="4C246B0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F11753"/>
    <w:multiLevelType w:val="multilevel"/>
    <w:tmpl w:val="26944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D35EC0"/>
    <w:multiLevelType w:val="hybridMultilevel"/>
    <w:tmpl w:val="5CB88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246C04"/>
    <w:multiLevelType w:val="hybridMultilevel"/>
    <w:tmpl w:val="5796A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A66F0C"/>
    <w:multiLevelType w:val="hybridMultilevel"/>
    <w:tmpl w:val="F50A4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1A5A72"/>
    <w:multiLevelType w:val="multilevel"/>
    <w:tmpl w:val="43CE9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ED05DB"/>
    <w:multiLevelType w:val="multilevel"/>
    <w:tmpl w:val="914E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F30F90"/>
    <w:multiLevelType w:val="hybridMultilevel"/>
    <w:tmpl w:val="528048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A74441"/>
    <w:multiLevelType w:val="multilevel"/>
    <w:tmpl w:val="4C04A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C9212A"/>
    <w:multiLevelType w:val="hybridMultilevel"/>
    <w:tmpl w:val="C7B62C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C67259"/>
    <w:multiLevelType w:val="hybridMultilevel"/>
    <w:tmpl w:val="39B400D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5A63060"/>
    <w:multiLevelType w:val="hybridMultilevel"/>
    <w:tmpl w:val="3A02A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0C5C01"/>
    <w:multiLevelType w:val="hybridMultilevel"/>
    <w:tmpl w:val="DCF07B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0"/>
  </w:num>
  <w:num w:numId="4">
    <w:abstractNumId w:val="15"/>
  </w:num>
  <w:num w:numId="5">
    <w:abstractNumId w:val="23"/>
  </w:num>
  <w:num w:numId="6">
    <w:abstractNumId w:val="5"/>
  </w:num>
  <w:num w:numId="7">
    <w:abstractNumId w:val="4"/>
  </w:num>
  <w:num w:numId="8">
    <w:abstractNumId w:val="24"/>
  </w:num>
  <w:num w:numId="9">
    <w:abstractNumId w:val="9"/>
  </w:num>
  <w:num w:numId="10">
    <w:abstractNumId w:val="20"/>
  </w:num>
  <w:num w:numId="11">
    <w:abstractNumId w:val="2"/>
  </w:num>
  <w:num w:numId="12">
    <w:abstractNumId w:val="22"/>
  </w:num>
  <w:num w:numId="13">
    <w:abstractNumId w:val="14"/>
  </w:num>
  <w:num w:numId="14">
    <w:abstractNumId w:val="18"/>
  </w:num>
  <w:num w:numId="15">
    <w:abstractNumId w:val="6"/>
  </w:num>
  <w:num w:numId="16">
    <w:abstractNumId w:val="10"/>
  </w:num>
  <w:num w:numId="17">
    <w:abstractNumId w:val="21"/>
  </w:num>
  <w:num w:numId="18">
    <w:abstractNumId w:val="19"/>
  </w:num>
  <w:num w:numId="19">
    <w:abstractNumId w:val="8"/>
  </w:num>
  <w:num w:numId="20">
    <w:abstractNumId w:val="12"/>
  </w:num>
  <w:num w:numId="21">
    <w:abstractNumId w:val="7"/>
  </w:num>
  <w:num w:numId="22">
    <w:abstractNumId w:val="11"/>
  </w:num>
  <w:num w:numId="23">
    <w:abstractNumId w:val="17"/>
  </w:num>
  <w:num w:numId="24">
    <w:abstractNumId w:val="25"/>
  </w:num>
  <w:num w:numId="25">
    <w:abstractNumId w:val="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815"/>
    <w:rsid w:val="00097304"/>
    <w:rsid w:val="002D02DA"/>
    <w:rsid w:val="002E714A"/>
    <w:rsid w:val="002F439D"/>
    <w:rsid w:val="00300BC7"/>
    <w:rsid w:val="00342815"/>
    <w:rsid w:val="00521D0F"/>
    <w:rsid w:val="00535335"/>
    <w:rsid w:val="005470EF"/>
    <w:rsid w:val="006937DE"/>
    <w:rsid w:val="00772DBB"/>
    <w:rsid w:val="00776DF7"/>
    <w:rsid w:val="007F1634"/>
    <w:rsid w:val="00801D9F"/>
    <w:rsid w:val="008405F4"/>
    <w:rsid w:val="008D59FE"/>
    <w:rsid w:val="009115C5"/>
    <w:rsid w:val="00A44D76"/>
    <w:rsid w:val="00B231F6"/>
    <w:rsid w:val="00CF6D3F"/>
    <w:rsid w:val="00D97CC3"/>
    <w:rsid w:val="00DD7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Normal"/>
    <w:link w:val="CompanyNameChar"/>
    <w:qFormat/>
    <w:rsid w:val="00CF6D3F"/>
    <w:pPr>
      <w:spacing w:after="0" w:line="240" w:lineRule="auto"/>
    </w:pPr>
    <w:rPr>
      <w:rFonts w:asciiTheme="majorHAnsi" w:hAnsiTheme="majorHAnsi"/>
      <w:color w:val="F5CD2D" w:themeColor="accent4"/>
      <w:sz w:val="60"/>
      <w:szCs w:val="72"/>
    </w:rPr>
  </w:style>
  <w:style w:type="character" w:customStyle="1" w:styleId="CompanyNameChar">
    <w:name w:val="Company Name Char"/>
    <w:basedOn w:val="DefaultParagraphFont"/>
    <w:link w:val="CompanyName"/>
    <w:rsid w:val="00CF6D3F"/>
    <w:rPr>
      <w:rFonts w:asciiTheme="majorHAnsi" w:hAnsiTheme="majorHAnsi"/>
      <w:color w:val="F5CD2D" w:themeColor="accent4"/>
      <w:sz w:val="60"/>
      <w:szCs w:val="72"/>
    </w:rPr>
  </w:style>
  <w:style w:type="paragraph" w:styleId="BalloonText">
    <w:name w:val="Balloon Text"/>
    <w:basedOn w:val="Normal"/>
    <w:link w:val="BalloonTextChar"/>
    <w:uiPriority w:val="99"/>
    <w:semiHidden/>
    <w:unhideWhenUsed/>
    <w:rsid w:val="00693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DE"/>
    <w:rPr>
      <w:rFonts w:ascii="Tahoma" w:hAnsi="Tahoma" w:cs="Tahoma"/>
      <w:sz w:val="16"/>
      <w:szCs w:val="16"/>
    </w:rPr>
  </w:style>
  <w:style w:type="paragraph" w:customStyle="1" w:styleId="NewsLetterIssNo2">
    <w:name w:val="News Letter Iss No 2"/>
    <w:basedOn w:val="Heading03"/>
    <w:link w:val="NewsLetterIssNo2Char"/>
    <w:qFormat/>
    <w:rsid w:val="006937DE"/>
    <w:pPr>
      <w:spacing w:before="1200" w:after="0"/>
    </w:pPr>
  </w:style>
  <w:style w:type="paragraph" w:customStyle="1" w:styleId="NewsLetterIssNo">
    <w:name w:val="News Letter Iss No"/>
    <w:basedOn w:val="NewsLetterIssNo2"/>
    <w:link w:val="NewsLetterIssNoChar"/>
    <w:qFormat/>
    <w:rsid w:val="006937DE"/>
    <w:pPr>
      <w:spacing w:before="0"/>
    </w:pPr>
    <w:rPr>
      <w:b w:val="0"/>
      <w:color w:val="CEB400" w:themeColor="background2" w:themeShade="80"/>
    </w:rPr>
  </w:style>
  <w:style w:type="character" w:customStyle="1" w:styleId="NewsLetterIssNo2Char">
    <w:name w:val="News Letter Iss No 2 Char"/>
    <w:basedOn w:val="Heading03Char"/>
    <w:link w:val="NewsLetterIssNo2"/>
    <w:rsid w:val="006937DE"/>
    <w:rPr>
      <w:rFonts w:asciiTheme="majorHAnsi" w:hAnsiTheme="majorHAnsi"/>
      <w:b/>
      <w:color w:val="000000" w:themeColor="text1"/>
    </w:rPr>
  </w:style>
  <w:style w:type="paragraph" w:customStyle="1" w:styleId="Heading04">
    <w:name w:val="Heading 04"/>
    <w:basedOn w:val="Normal"/>
    <w:link w:val="Heading04Char"/>
    <w:qFormat/>
    <w:rsid w:val="00CF6D3F"/>
    <w:pPr>
      <w:spacing w:after="120" w:line="240" w:lineRule="auto"/>
    </w:pPr>
    <w:rPr>
      <w:rFonts w:asciiTheme="majorHAnsi" w:hAnsiTheme="majorHAnsi"/>
      <w:color w:val="CEB400" w:themeColor="background2" w:themeShade="80"/>
      <w:sz w:val="24"/>
    </w:rPr>
  </w:style>
  <w:style w:type="character" w:customStyle="1" w:styleId="Heading04Char">
    <w:name w:val="Heading 04 Char"/>
    <w:basedOn w:val="DefaultParagraphFont"/>
    <w:link w:val="Heading04"/>
    <w:rsid w:val="00CF6D3F"/>
    <w:rPr>
      <w:rFonts w:asciiTheme="majorHAnsi" w:hAnsiTheme="majorHAnsi"/>
      <w:color w:val="CEB400" w:themeColor="background2" w:themeShade="80"/>
      <w:sz w:val="24"/>
    </w:rPr>
  </w:style>
  <w:style w:type="character" w:customStyle="1" w:styleId="NewsLetterIssNoChar">
    <w:name w:val="News Letter Iss No Char"/>
    <w:basedOn w:val="NewsLetterIssNo2Char"/>
    <w:link w:val="NewsLetterIssNo"/>
    <w:rsid w:val="006937DE"/>
    <w:rPr>
      <w:rFonts w:asciiTheme="majorHAnsi" w:hAnsiTheme="majorHAnsi"/>
      <w:b/>
      <w:color w:val="CEB400" w:themeColor="background2" w:themeShade="80"/>
    </w:rPr>
  </w:style>
  <w:style w:type="paragraph" w:styleId="ListParagraph">
    <w:name w:val="List Paragraph"/>
    <w:basedOn w:val="Normal"/>
    <w:uiPriority w:val="34"/>
    <w:rsid w:val="006937DE"/>
    <w:pPr>
      <w:ind w:left="720"/>
      <w:contextualSpacing/>
    </w:pPr>
  </w:style>
  <w:style w:type="character" w:styleId="PlaceholderText">
    <w:name w:val="Placeholder Text"/>
    <w:basedOn w:val="DefaultParagraphFont"/>
    <w:uiPriority w:val="99"/>
    <w:semiHidden/>
    <w:rsid w:val="006937DE"/>
    <w:rPr>
      <w:color w:val="808080"/>
    </w:rPr>
  </w:style>
  <w:style w:type="paragraph" w:customStyle="1" w:styleId="Heading01">
    <w:name w:val="Heading 01"/>
    <w:basedOn w:val="Normal"/>
    <w:link w:val="Heading01Char"/>
    <w:qFormat/>
    <w:rsid w:val="00CF6D3F"/>
    <w:pPr>
      <w:spacing w:line="240" w:lineRule="auto"/>
    </w:pPr>
    <w:rPr>
      <w:rFonts w:asciiTheme="majorHAnsi" w:hAnsiTheme="majorHAnsi"/>
      <w:color w:val="CEB400" w:themeColor="background2" w:themeShade="80"/>
      <w:sz w:val="36"/>
    </w:rPr>
  </w:style>
  <w:style w:type="paragraph" w:customStyle="1" w:styleId="Heading02">
    <w:name w:val="Heading 02"/>
    <w:basedOn w:val="Normal"/>
    <w:link w:val="Heading02Char"/>
    <w:qFormat/>
    <w:rsid w:val="00CF6D3F"/>
    <w:pPr>
      <w:spacing w:after="120" w:line="240" w:lineRule="auto"/>
    </w:pPr>
    <w:rPr>
      <w:rFonts w:asciiTheme="majorHAnsi" w:hAnsiTheme="majorHAnsi"/>
      <w:color w:val="CFA70A" w:themeColor="accent4" w:themeShade="BF"/>
    </w:rPr>
  </w:style>
  <w:style w:type="character" w:customStyle="1" w:styleId="Heading01Char">
    <w:name w:val="Heading 01 Char"/>
    <w:basedOn w:val="DefaultParagraphFont"/>
    <w:link w:val="Heading01"/>
    <w:rsid w:val="00CF6D3F"/>
    <w:rPr>
      <w:rFonts w:asciiTheme="majorHAnsi" w:hAnsiTheme="majorHAnsi"/>
      <w:color w:val="CEB400" w:themeColor="background2" w:themeShade="80"/>
      <w:sz w:val="36"/>
    </w:rPr>
  </w:style>
  <w:style w:type="paragraph" w:customStyle="1" w:styleId="Heading03">
    <w:name w:val="Heading 03"/>
    <w:basedOn w:val="Normal"/>
    <w:link w:val="Heading03Char"/>
    <w:qFormat/>
    <w:rsid w:val="00CF6D3F"/>
    <w:pPr>
      <w:spacing w:after="120" w:line="240" w:lineRule="auto"/>
    </w:pPr>
    <w:rPr>
      <w:rFonts w:asciiTheme="majorHAnsi" w:hAnsiTheme="majorHAnsi"/>
      <w:b/>
      <w:color w:val="000000" w:themeColor="text1"/>
    </w:rPr>
  </w:style>
  <w:style w:type="character" w:customStyle="1" w:styleId="Heading02Char">
    <w:name w:val="Heading 02 Char"/>
    <w:basedOn w:val="DefaultParagraphFont"/>
    <w:link w:val="Heading02"/>
    <w:rsid w:val="00CF6D3F"/>
    <w:rPr>
      <w:rFonts w:asciiTheme="majorHAnsi" w:hAnsiTheme="majorHAnsi"/>
      <w:color w:val="CFA70A" w:themeColor="accent4" w:themeShade="BF"/>
    </w:rPr>
  </w:style>
  <w:style w:type="character" w:customStyle="1" w:styleId="Heading03Char">
    <w:name w:val="Heading 03 Char"/>
    <w:basedOn w:val="DefaultParagraphFont"/>
    <w:link w:val="Heading03"/>
    <w:rsid w:val="00CF6D3F"/>
    <w:rPr>
      <w:rFonts w:asciiTheme="majorHAnsi" w:hAnsiTheme="majorHAnsi"/>
      <w:b/>
      <w:color w:val="000000" w:themeColor="text1"/>
    </w:rPr>
  </w:style>
  <w:style w:type="paragraph" w:customStyle="1" w:styleId="BodyContent">
    <w:name w:val="Body Content"/>
    <w:basedOn w:val="Normal"/>
    <w:link w:val="BodyContentChar"/>
    <w:qFormat/>
    <w:rsid w:val="006937DE"/>
    <w:pPr>
      <w:spacing w:line="312" w:lineRule="auto"/>
      <w:jc w:val="both"/>
    </w:pPr>
    <w:rPr>
      <w:color w:val="F19E90" w:themeColor="accent3" w:themeTint="66"/>
      <w:sz w:val="20"/>
    </w:rPr>
  </w:style>
  <w:style w:type="character" w:customStyle="1" w:styleId="BodyContentChar">
    <w:name w:val="Body Content Char"/>
    <w:basedOn w:val="DefaultParagraphFont"/>
    <w:link w:val="BodyContent"/>
    <w:rsid w:val="006937DE"/>
    <w:rPr>
      <w:color w:val="F19E90" w:themeColor="accent3" w:themeTint="66"/>
      <w:sz w:val="20"/>
    </w:rPr>
  </w:style>
  <w:style w:type="paragraph" w:customStyle="1" w:styleId="BodyContent02">
    <w:name w:val="Body Content 02"/>
    <w:basedOn w:val="Normal"/>
    <w:link w:val="BodyContent02Char"/>
    <w:qFormat/>
    <w:rsid w:val="006937DE"/>
    <w:pPr>
      <w:spacing w:after="240" w:line="240" w:lineRule="auto"/>
    </w:pPr>
    <w:rPr>
      <w:color w:val="000000" w:themeColor="text1"/>
      <w:sz w:val="18"/>
    </w:rPr>
  </w:style>
  <w:style w:type="character" w:customStyle="1" w:styleId="BodyContent02Char">
    <w:name w:val="Body Content 02 Char"/>
    <w:basedOn w:val="DefaultParagraphFont"/>
    <w:link w:val="BodyContent02"/>
    <w:rsid w:val="006937DE"/>
    <w:rPr>
      <w:color w:val="000000" w:themeColor="text1"/>
      <w:sz w:val="18"/>
    </w:rPr>
  </w:style>
  <w:style w:type="paragraph" w:customStyle="1" w:styleId="CompanyNameSmall">
    <w:name w:val="Company Name Small"/>
    <w:basedOn w:val="Normal"/>
    <w:link w:val="CompanyNameSmallChar"/>
    <w:qFormat/>
    <w:rsid w:val="006937DE"/>
    <w:pPr>
      <w:spacing w:after="240" w:line="240" w:lineRule="auto"/>
      <w:jc w:val="right"/>
    </w:pPr>
    <w:rPr>
      <w:color w:val="FFE535" w:themeColor="background2" w:themeShade="BF"/>
      <w:sz w:val="28"/>
      <w:szCs w:val="48"/>
    </w:rPr>
  </w:style>
  <w:style w:type="character" w:customStyle="1" w:styleId="CompanyNameSmallChar">
    <w:name w:val="Company Name Small Char"/>
    <w:basedOn w:val="DefaultParagraphFont"/>
    <w:link w:val="CompanyNameSmall"/>
    <w:rsid w:val="006937DE"/>
    <w:rPr>
      <w:color w:val="FFE535" w:themeColor="background2" w:themeShade="BF"/>
      <w:sz w:val="28"/>
      <w:szCs w:val="48"/>
    </w:rPr>
  </w:style>
  <w:style w:type="paragraph" w:customStyle="1" w:styleId="CompanyAddress">
    <w:name w:val="Company Address"/>
    <w:basedOn w:val="Normal"/>
    <w:link w:val="CompanyAddressChar"/>
    <w:qFormat/>
    <w:rsid w:val="006937DE"/>
    <w:pPr>
      <w:spacing w:after="0" w:line="240" w:lineRule="auto"/>
      <w:jc w:val="right"/>
    </w:pPr>
    <w:rPr>
      <w:color w:val="F8CEC7" w:themeColor="accent3" w:themeTint="33"/>
    </w:rPr>
  </w:style>
  <w:style w:type="character" w:customStyle="1" w:styleId="CompanyAddressChar">
    <w:name w:val="Company Address Char"/>
    <w:basedOn w:val="DefaultParagraphFont"/>
    <w:link w:val="CompanyAddress"/>
    <w:rsid w:val="006937DE"/>
    <w:rPr>
      <w:color w:val="F8CEC7" w:themeColor="accent3" w:themeTint="33"/>
    </w:rPr>
  </w:style>
  <w:style w:type="paragraph" w:styleId="Header">
    <w:name w:val="header"/>
    <w:basedOn w:val="Normal"/>
    <w:link w:val="HeaderChar"/>
    <w:uiPriority w:val="99"/>
    <w:semiHidden/>
    <w:unhideWhenUsed/>
    <w:rsid w:val="006937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37DE"/>
  </w:style>
  <w:style w:type="paragraph" w:styleId="Footer">
    <w:name w:val="footer"/>
    <w:basedOn w:val="Normal"/>
    <w:link w:val="FooterChar"/>
    <w:uiPriority w:val="99"/>
    <w:semiHidden/>
    <w:unhideWhenUsed/>
    <w:rsid w:val="006937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37DE"/>
  </w:style>
  <w:style w:type="paragraph" w:customStyle="1" w:styleId="Index">
    <w:name w:val="Index"/>
    <w:basedOn w:val="Normal"/>
    <w:link w:val="IndexChar"/>
    <w:qFormat/>
    <w:rsid w:val="006937DE"/>
    <w:pPr>
      <w:spacing w:after="0" w:line="240" w:lineRule="auto"/>
      <w:jc w:val="right"/>
    </w:pPr>
    <w:rPr>
      <w:color w:val="D9D9D9" w:themeColor="background1" w:themeShade="D9"/>
      <w:sz w:val="18"/>
    </w:rPr>
  </w:style>
  <w:style w:type="character" w:customStyle="1" w:styleId="IndexChar">
    <w:name w:val="Index Char"/>
    <w:basedOn w:val="DefaultParagraphFont"/>
    <w:link w:val="Index"/>
    <w:rsid w:val="006937DE"/>
    <w:rPr>
      <w:color w:val="D9D9D9" w:themeColor="background1" w:themeShade="D9"/>
      <w:sz w:val="18"/>
    </w:rPr>
  </w:style>
  <w:style w:type="paragraph" w:customStyle="1" w:styleId="BAF04771D5A24B4E92BA7FF10D52AFDF">
    <w:name w:val="BAF04771D5A24B4E92BA7FF10D52AFDF"/>
    <w:rsid w:val="008405F4"/>
  </w:style>
  <w:style w:type="table" w:styleId="TableGrid">
    <w:name w:val="Table Grid"/>
    <w:basedOn w:val="TableNormal"/>
    <w:uiPriority w:val="59"/>
    <w:rsid w:val="008405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172CC94A8E445E5B487E07CF300F30F">
    <w:name w:val="0172CC94A8E445E5B487E07CF300F30F"/>
    <w:rsid w:val="00772DBB"/>
  </w:style>
  <w:style w:type="paragraph" w:styleId="NormalWeb">
    <w:name w:val="Normal (Web)"/>
    <w:basedOn w:val="Normal"/>
    <w:uiPriority w:val="99"/>
    <w:unhideWhenUsed/>
    <w:rsid w:val="00521D0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Normal"/>
    <w:link w:val="CompanyNameChar"/>
    <w:qFormat/>
    <w:rsid w:val="00CF6D3F"/>
    <w:pPr>
      <w:spacing w:after="0" w:line="240" w:lineRule="auto"/>
    </w:pPr>
    <w:rPr>
      <w:rFonts w:asciiTheme="majorHAnsi" w:hAnsiTheme="majorHAnsi"/>
      <w:color w:val="F5CD2D" w:themeColor="accent4"/>
      <w:sz w:val="60"/>
      <w:szCs w:val="72"/>
    </w:rPr>
  </w:style>
  <w:style w:type="character" w:customStyle="1" w:styleId="CompanyNameChar">
    <w:name w:val="Company Name Char"/>
    <w:basedOn w:val="DefaultParagraphFont"/>
    <w:link w:val="CompanyName"/>
    <w:rsid w:val="00CF6D3F"/>
    <w:rPr>
      <w:rFonts w:asciiTheme="majorHAnsi" w:hAnsiTheme="majorHAnsi"/>
      <w:color w:val="F5CD2D" w:themeColor="accent4"/>
      <w:sz w:val="60"/>
      <w:szCs w:val="72"/>
    </w:rPr>
  </w:style>
  <w:style w:type="paragraph" w:styleId="BalloonText">
    <w:name w:val="Balloon Text"/>
    <w:basedOn w:val="Normal"/>
    <w:link w:val="BalloonTextChar"/>
    <w:uiPriority w:val="99"/>
    <w:semiHidden/>
    <w:unhideWhenUsed/>
    <w:rsid w:val="00693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37DE"/>
    <w:rPr>
      <w:rFonts w:ascii="Tahoma" w:hAnsi="Tahoma" w:cs="Tahoma"/>
      <w:sz w:val="16"/>
      <w:szCs w:val="16"/>
    </w:rPr>
  </w:style>
  <w:style w:type="paragraph" w:customStyle="1" w:styleId="NewsLetterIssNo2">
    <w:name w:val="News Letter Iss No 2"/>
    <w:basedOn w:val="Heading03"/>
    <w:link w:val="NewsLetterIssNo2Char"/>
    <w:qFormat/>
    <w:rsid w:val="006937DE"/>
    <w:pPr>
      <w:spacing w:before="1200" w:after="0"/>
    </w:pPr>
  </w:style>
  <w:style w:type="paragraph" w:customStyle="1" w:styleId="NewsLetterIssNo">
    <w:name w:val="News Letter Iss No"/>
    <w:basedOn w:val="NewsLetterIssNo2"/>
    <w:link w:val="NewsLetterIssNoChar"/>
    <w:qFormat/>
    <w:rsid w:val="006937DE"/>
    <w:pPr>
      <w:spacing w:before="0"/>
    </w:pPr>
    <w:rPr>
      <w:b w:val="0"/>
      <w:color w:val="CEB400" w:themeColor="background2" w:themeShade="80"/>
    </w:rPr>
  </w:style>
  <w:style w:type="character" w:customStyle="1" w:styleId="NewsLetterIssNo2Char">
    <w:name w:val="News Letter Iss No 2 Char"/>
    <w:basedOn w:val="Heading03Char"/>
    <w:link w:val="NewsLetterIssNo2"/>
    <w:rsid w:val="006937DE"/>
    <w:rPr>
      <w:rFonts w:asciiTheme="majorHAnsi" w:hAnsiTheme="majorHAnsi"/>
      <w:b/>
      <w:color w:val="000000" w:themeColor="text1"/>
    </w:rPr>
  </w:style>
  <w:style w:type="paragraph" w:customStyle="1" w:styleId="Heading04">
    <w:name w:val="Heading 04"/>
    <w:basedOn w:val="Normal"/>
    <w:link w:val="Heading04Char"/>
    <w:qFormat/>
    <w:rsid w:val="00CF6D3F"/>
    <w:pPr>
      <w:spacing w:after="120" w:line="240" w:lineRule="auto"/>
    </w:pPr>
    <w:rPr>
      <w:rFonts w:asciiTheme="majorHAnsi" w:hAnsiTheme="majorHAnsi"/>
      <w:color w:val="CEB400" w:themeColor="background2" w:themeShade="80"/>
      <w:sz w:val="24"/>
    </w:rPr>
  </w:style>
  <w:style w:type="character" w:customStyle="1" w:styleId="Heading04Char">
    <w:name w:val="Heading 04 Char"/>
    <w:basedOn w:val="DefaultParagraphFont"/>
    <w:link w:val="Heading04"/>
    <w:rsid w:val="00CF6D3F"/>
    <w:rPr>
      <w:rFonts w:asciiTheme="majorHAnsi" w:hAnsiTheme="majorHAnsi"/>
      <w:color w:val="CEB400" w:themeColor="background2" w:themeShade="80"/>
      <w:sz w:val="24"/>
    </w:rPr>
  </w:style>
  <w:style w:type="character" w:customStyle="1" w:styleId="NewsLetterIssNoChar">
    <w:name w:val="News Letter Iss No Char"/>
    <w:basedOn w:val="NewsLetterIssNo2Char"/>
    <w:link w:val="NewsLetterIssNo"/>
    <w:rsid w:val="006937DE"/>
    <w:rPr>
      <w:rFonts w:asciiTheme="majorHAnsi" w:hAnsiTheme="majorHAnsi"/>
      <w:b/>
      <w:color w:val="CEB400" w:themeColor="background2" w:themeShade="80"/>
    </w:rPr>
  </w:style>
  <w:style w:type="paragraph" w:styleId="ListParagraph">
    <w:name w:val="List Paragraph"/>
    <w:basedOn w:val="Normal"/>
    <w:uiPriority w:val="34"/>
    <w:rsid w:val="006937DE"/>
    <w:pPr>
      <w:ind w:left="720"/>
      <w:contextualSpacing/>
    </w:pPr>
  </w:style>
  <w:style w:type="character" w:styleId="PlaceholderText">
    <w:name w:val="Placeholder Text"/>
    <w:basedOn w:val="DefaultParagraphFont"/>
    <w:uiPriority w:val="99"/>
    <w:semiHidden/>
    <w:rsid w:val="006937DE"/>
    <w:rPr>
      <w:color w:val="808080"/>
    </w:rPr>
  </w:style>
  <w:style w:type="paragraph" w:customStyle="1" w:styleId="Heading01">
    <w:name w:val="Heading 01"/>
    <w:basedOn w:val="Normal"/>
    <w:link w:val="Heading01Char"/>
    <w:qFormat/>
    <w:rsid w:val="00CF6D3F"/>
    <w:pPr>
      <w:spacing w:line="240" w:lineRule="auto"/>
    </w:pPr>
    <w:rPr>
      <w:rFonts w:asciiTheme="majorHAnsi" w:hAnsiTheme="majorHAnsi"/>
      <w:color w:val="CEB400" w:themeColor="background2" w:themeShade="80"/>
      <w:sz w:val="36"/>
    </w:rPr>
  </w:style>
  <w:style w:type="paragraph" w:customStyle="1" w:styleId="Heading02">
    <w:name w:val="Heading 02"/>
    <w:basedOn w:val="Normal"/>
    <w:link w:val="Heading02Char"/>
    <w:qFormat/>
    <w:rsid w:val="00CF6D3F"/>
    <w:pPr>
      <w:spacing w:after="120" w:line="240" w:lineRule="auto"/>
    </w:pPr>
    <w:rPr>
      <w:rFonts w:asciiTheme="majorHAnsi" w:hAnsiTheme="majorHAnsi"/>
      <w:color w:val="CFA70A" w:themeColor="accent4" w:themeShade="BF"/>
    </w:rPr>
  </w:style>
  <w:style w:type="character" w:customStyle="1" w:styleId="Heading01Char">
    <w:name w:val="Heading 01 Char"/>
    <w:basedOn w:val="DefaultParagraphFont"/>
    <w:link w:val="Heading01"/>
    <w:rsid w:val="00CF6D3F"/>
    <w:rPr>
      <w:rFonts w:asciiTheme="majorHAnsi" w:hAnsiTheme="majorHAnsi"/>
      <w:color w:val="CEB400" w:themeColor="background2" w:themeShade="80"/>
      <w:sz w:val="36"/>
    </w:rPr>
  </w:style>
  <w:style w:type="paragraph" w:customStyle="1" w:styleId="Heading03">
    <w:name w:val="Heading 03"/>
    <w:basedOn w:val="Normal"/>
    <w:link w:val="Heading03Char"/>
    <w:qFormat/>
    <w:rsid w:val="00CF6D3F"/>
    <w:pPr>
      <w:spacing w:after="120" w:line="240" w:lineRule="auto"/>
    </w:pPr>
    <w:rPr>
      <w:rFonts w:asciiTheme="majorHAnsi" w:hAnsiTheme="majorHAnsi"/>
      <w:b/>
      <w:color w:val="000000" w:themeColor="text1"/>
    </w:rPr>
  </w:style>
  <w:style w:type="character" w:customStyle="1" w:styleId="Heading02Char">
    <w:name w:val="Heading 02 Char"/>
    <w:basedOn w:val="DefaultParagraphFont"/>
    <w:link w:val="Heading02"/>
    <w:rsid w:val="00CF6D3F"/>
    <w:rPr>
      <w:rFonts w:asciiTheme="majorHAnsi" w:hAnsiTheme="majorHAnsi"/>
      <w:color w:val="CFA70A" w:themeColor="accent4" w:themeShade="BF"/>
    </w:rPr>
  </w:style>
  <w:style w:type="character" w:customStyle="1" w:styleId="Heading03Char">
    <w:name w:val="Heading 03 Char"/>
    <w:basedOn w:val="DefaultParagraphFont"/>
    <w:link w:val="Heading03"/>
    <w:rsid w:val="00CF6D3F"/>
    <w:rPr>
      <w:rFonts w:asciiTheme="majorHAnsi" w:hAnsiTheme="majorHAnsi"/>
      <w:b/>
      <w:color w:val="000000" w:themeColor="text1"/>
    </w:rPr>
  </w:style>
  <w:style w:type="paragraph" w:customStyle="1" w:styleId="BodyContent">
    <w:name w:val="Body Content"/>
    <w:basedOn w:val="Normal"/>
    <w:link w:val="BodyContentChar"/>
    <w:qFormat/>
    <w:rsid w:val="006937DE"/>
    <w:pPr>
      <w:spacing w:line="312" w:lineRule="auto"/>
      <w:jc w:val="both"/>
    </w:pPr>
    <w:rPr>
      <w:color w:val="F19E90" w:themeColor="accent3" w:themeTint="66"/>
      <w:sz w:val="20"/>
    </w:rPr>
  </w:style>
  <w:style w:type="character" w:customStyle="1" w:styleId="BodyContentChar">
    <w:name w:val="Body Content Char"/>
    <w:basedOn w:val="DefaultParagraphFont"/>
    <w:link w:val="BodyContent"/>
    <w:rsid w:val="006937DE"/>
    <w:rPr>
      <w:color w:val="F19E90" w:themeColor="accent3" w:themeTint="66"/>
      <w:sz w:val="20"/>
    </w:rPr>
  </w:style>
  <w:style w:type="paragraph" w:customStyle="1" w:styleId="BodyContent02">
    <w:name w:val="Body Content 02"/>
    <w:basedOn w:val="Normal"/>
    <w:link w:val="BodyContent02Char"/>
    <w:qFormat/>
    <w:rsid w:val="006937DE"/>
    <w:pPr>
      <w:spacing w:after="240" w:line="240" w:lineRule="auto"/>
    </w:pPr>
    <w:rPr>
      <w:color w:val="000000" w:themeColor="text1"/>
      <w:sz w:val="18"/>
    </w:rPr>
  </w:style>
  <w:style w:type="character" w:customStyle="1" w:styleId="BodyContent02Char">
    <w:name w:val="Body Content 02 Char"/>
    <w:basedOn w:val="DefaultParagraphFont"/>
    <w:link w:val="BodyContent02"/>
    <w:rsid w:val="006937DE"/>
    <w:rPr>
      <w:color w:val="000000" w:themeColor="text1"/>
      <w:sz w:val="18"/>
    </w:rPr>
  </w:style>
  <w:style w:type="paragraph" w:customStyle="1" w:styleId="CompanyNameSmall">
    <w:name w:val="Company Name Small"/>
    <w:basedOn w:val="Normal"/>
    <w:link w:val="CompanyNameSmallChar"/>
    <w:qFormat/>
    <w:rsid w:val="006937DE"/>
    <w:pPr>
      <w:spacing w:after="240" w:line="240" w:lineRule="auto"/>
      <w:jc w:val="right"/>
    </w:pPr>
    <w:rPr>
      <w:color w:val="FFE535" w:themeColor="background2" w:themeShade="BF"/>
      <w:sz w:val="28"/>
      <w:szCs w:val="48"/>
    </w:rPr>
  </w:style>
  <w:style w:type="character" w:customStyle="1" w:styleId="CompanyNameSmallChar">
    <w:name w:val="Company Name Small Char"/>
    <w:basedOn w:val="DefaultParagraphFont"/>
    <w:link w:val="CompanyNameSmall"/>
    <w:rsid w:val="006937DE"/>
    <w:rPr>
      <w:color w:val="FFE535" w:themeColor="background2" w:themeShade="BF"/>
      <w:sz w:val="28"/>
      <w:szCs w:val="48"/>
    </w:rPr>
  </w:style>
  <w:style w:type="paragraph" w:customStyle="1" w:styleId="CompanyAddress">
    <w:name w:val="Company Address"/>
    <w:basedOn w:val="Normal"/>
    <w:link w:val="CompanyAddressChar"/>
    <w:qFormat/>
    <w:rsid w:val="006937DE"/>
    <w:pPr>
      <w:spacing w:after="0" w:line="240" w:lineRule="auto"/>
      <w:jc w:val="right"/>
    </w:pPr>
    <w:rPr>
      <w:color w:val="F8CEC7" w:themeColor="accent3" w:themeTint="33"/>
    </w:rPr>
  </w:style>
  <w:style w:type="character" w:customStyle="1" w:styleId="CompanyAddressChar">
    <w:name w:val="Company Address Char"/>
    <w:basedOn w:val="DefaultParagraphFont"/>
    <w:link w:val="CompanyAddress"/>
    <w:rsid w:val="006937DE"/>
    <w:rPr>
      <w:color w:val="F8CEC7" w:themeColor="accent3" w:themeTint="33"/>
    </w:rPr>
  </w:style>
  <w:style w:type="paragraph" w:styleId="Header">
    <w:name w:val="header"/>
    <w:basedOn w:val="Normal"/>
    <w:link w:val="HeaderChar"/>
    <w:uiPriority w:val="99"/>
    <w:semiHidden/>
    <w:unhideWhenUsed/>
    <w:rsid w:val="006937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37DE"/>
  </w:style>
  <w:style w:type="paragraph" w:styleId="Footer">
    <w:name w:val="footer"/>
    <w:basedOn w:val="Normal"/>
    <w:link w:val="FooterChar"/>
    <w:uiPriority w:val="99"/>
    <w:semiHidden/>
    <w:unhideWhenUsed/>
    <w:rsid w:val="006937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37DE"/>
  </w:style>
  <w:style w:type="paragraph" w:customStyle="1" w:styleId="Index">
    <w:name w:val="Index"/>
    <w:basedOn w:val="Normal"/>
    <w:link w:val="IndexChar"/>
    <w:qFormat/>
    <w:rsid w:val="006937DE"/>
    <w:pPr>
      <w:spacing w:after="0" w:line="240" w:lineRule="auto"/>
      <w:jc w:val="right"/>
    </w:pPr>
    <w:rPr>
      <w:color w:val="D9D9D9" w:themeColor="background1" w:themeShade="D9"/>
      <w:sz w:val="18"/>
    </w:rPr>
  </w:style>
  <w:style w:type="character" w:customStyle="1" w:styleId="IndexChar">
    <w:name w:val="Index Char"/>
    <w:basedOn w:val="DefaultParagraphFont"/>
    <w:link w:val="Index"/>
    <w:rsid w:val="006937DE"/>
    <w:rPr>
      <w:color w:val="D9D9D9" w:themeColor="background1" w:themeShade="D9"/>
      <w:sz w:val="18"/>
    </w:rPr>
  </w:style>
  <w:style w:type="paragraph" w:customStyle="1" w:styleId="BAF04771D5A24B4E92BA7FF10D52AFDF">
    <w:name w:val="BAF04771D5A24B4E92BA7FF10D52AFDF"/>
    <w:rsid w:val="008405F4"/>
  </w:style>
  <w:style w:type="table" w:styleId="TableGrid">
    <w:name w:val="Table Grid"/>
    <w:basedOn w:val="TableNormal"/>
    <w:uiPriority w:val="59"/>
    <w:rsid w:val="008405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172CC94A8E445E5B487E07CF300F30F">
    <w:name w:val="0172CC94A8E445E5B487E07CF300F30F"/>
    <w:rsid w:val="00772DBB"/>
  </w:style>
  <w:style w:type="paragraph" w:styleId="NormalWeb">
    <w:name w:val="Normal (Web)"/>
    <w:basedOn w:val="Normal"/>
    <w:uiPriority w:val="99"/>
    <w:unhideWhenUsed/>
    <w:rsid w:val="00521D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937834">
      <w:bodyDiv w:val="1"/>
      <w:marLeft w:val="0"/>
      <w:marRight w:val="0"/>
      <w:marTop w:val="0"/>
      <w:marBottom w:val="0"/>
      <w:divBdr>
        <w:top w:val="none" w:sz="0" w:space="0" w:color="auto"/>
        <w:left w:val="none" w:sz="0" w:space="0" w:color="auto"/>
        <w:bottom w:val="none" w:sz="0" w:space="0" w:color="auto"/>
        <w:right w:val="none" w:sz="0" w:space="0" w:color="auto"/>
      </w:divBdr>
      <w:divsChild>
        <w:div w:id="1456218989">
          <w:marLeft w:val="0"/>
          <w:marRight w:val="0"/>
          <w:marTop w:val="0"/>
          <w:marBottom w:val="0"/>
          <w:divBdr>
            <w:top w:val="none" w:sz="0" w:space="0" w:color="auto"/>
            <w:left w:val="none" w:sz="0" w:space="0" w:color="auto"/>
            <w:bottom w:val="none" w:sz="0" w:space="0" w:color="auto"/>
            <w:right w:val="none" w:sz="0" w:space="0" w:color="auto"/>
          </w:divBdr>
          <w:divsChild>
            <w:div w:id="1913153746">
              <w:marLeft w:val="0"/>
              <w:marRight w:val="0"/>
              <w:marTop w:val="0"/>
              <w:marBottom w:val="0"/>
              <w:divBdr>
                <w:top w:val="none" w:sz="0" w:space="0" w:color="auto"/>
                <w:left w:val="none" w:sz="0" w:space="0" w:color="auto"/>
                <w:bottom w:val="none" w:sz="0" w:space="0" w:color="auto"/>
                <w:right w:val="none" w:sz="0" w:space="0" w:color="auto"/>
              </w:divBdr>
              <w:divsChild>
                <w:div w:id="151990739">
                  <w:marLeft w:val="0"/>
                  <w:marRight w:val="0"/>
                  <w:marTop w:val="0"/>
                  <w:marBottom w:val="0"/>
                  <w:divBdr>
                    <w:top w:val="none" w:sz="0" w:space="0" w:color="auto"/>
                    <w:left w:val="none" w:sz="0" w:space="0" w:color="auto"/>
                    <w:bottom w:val="none" w:sz="0" w:space="0" w:color="auto"/>
                    <w:right w:val="none" w:sz="0" w:space="0" w:color="auto"/>
                  </w:divBdr>
                  <w:divsChild>
                    <w:div w:id="2140222344">
                      <w:marLeft w:val="0"/>
                      <w:marRight w:val="0"/>
                      <w:marTop w:val="0"/>
                      <w:marBottom w:val="0"/>
                      <w:divBdr>
                        <w:top w:val="none" w:sz="0" w:space="0" w:color="auto"/>
                        <w:left w:val="none" w:sz="0" w:space="0" w:color="auto"/>
                        <w:bottom w:val="none" w:sz="0" w:space="0" w:color="auto"/>
                        <w:right w:val="none" w:sz="0" w:space="0" w:color="auto"/>
                      </w:divBdr>
                      <w:divsChild>
                        <w:div w:id="1248467199">
                          <w:marLeft w:val="0"/>
                          <w:marRight w:val="0"/>
                          <w:marTop w:val="0"/>
                          <w:marBottom w:val="0"/>
                          <w:divBdr>
                            <w:top w:val="none" w:sz="0" w:space="0" w:color="auto"/>
                            <w:left w:val="none" w:sz="0" w:space="0" w:color="auto"/>
                            <w:bottom w:val="none" w:sz="0" w:space="0" w:color="auto"/>
                            <w:right w:val="none" w:sz="0" w:space="0" w:color="auto"/>
                          </w:divBdr>
                          <w:divsChild>
                            <w:div w:id="65780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474331">
      <w:bodyDiv w:val="1"/>
      <w:marLeft w:val="0"/>
      <w:marRight w:val="0"/>
      <w:marTop w:val="0"/>
      <w:marBottom w:val="0"/>
      <w:divBdr>
        <w:top w:val="none" w:sz="0" w:space="0" w:color="auto"/>
        <w:left w:val="none" w:sz="0" w:space="0" w:color="auto"/>
        <w:bottom w:val="none" w:sz="0" w:space="0" w:color="auto"/>
        <w:right w:val="none" w:sz="0" w:space="0" w:color="auto"/>
      </w:divBdr>
      <w:divsChild>
        <w:div w:id="1406949577">
          <w:marLeft w:val="0"/>
          <w:marRight w:val="0"/>
          <w:marTop w:val="0"/>
          <w:marBottom w:val="0"/>
          <w:divBdr>
            <w:top w:val="none" w:sz="0" w:space="0" w:color="auto"/>
            <w:left w:val="none" w:sz="0" w:space="0" w:color="auto"/>
            <w:bottom w:val="none" w:sz="0" w:space="0" w:color="auto"/>
            <w:right w:val="none" w:sz="0" w:space="0" w:color="auto"/>
          </w:divBdr>
          <w:divsChild>
            <w:div w:id="1982153298">
              <w:marLeft w:val="0"/>
              <w:marRight w:val="0"/>
              <w:marTop w:val="0"/>
              <w:marBottom w:val="0"/>
              <w:divBdr>
                <w:top w:val="none" w:sz="0" w:space="0" w:color="auto"/>
                <w:left w:val="none" w:sz="0" w:space="0" w:color="auto"/>
                <w:bottom w:val="none" w:sz="0" w:space="0" w:color="auto"/>
                <w:right w:val="none" w:sz="0" w:space="0" w:color="auto"/>
              </w:divBdr>
              <w:divsChild>
                <w:div w:id="2056812148">
                  <w:marLeft w:val="0"/>
                  <w:marRight w:val="0"/>
                  <w:marTop w:val="0"/>
                  <w:marBottom w:val="0"/>
                  <w:divBdr>
                    <w:top w:val="none" w:sz="0" w:space="0" w:color="auto"/>
                    <w:left w:val="none" w:sz="0" w:space="0" w:color="auto"/>
                    <w:bottom w:val="none" w:sz="0" w:space="0" w:color="auto"/>
                    <w:right w:val="none" w:sz="0" w:space="0" w:color="auto"/>
                  </w:divBdr>
                  <w:divsChild>
                    <w:div w:id="235671052">
                      <w:marLeft w:val="0"/>
                      <w:marRight w:val="0"/>
                      <w:marTop w:val="0"/>
                      <w:marBottom w:val="0"/>
                      <w:divBdr>
                        <w:top w:val="none" w:sz="0" w:space="0" w:color="auto"/>
                        <w:left w:val="none" w:sz="0" w:space="0" w:color="auto"/>
                        <w:bottom w:val="none" w:sz="0" w:space="0" w:color="auto"/>
                        <w:right w:val="none" w:sz="0" w:space="0" w:color="auto"/>
                      </w:divBdr>
                      <w:divsChild>
                        <w:div w:id="1493715964">
                          <w:marLeft w:val="0"/>
                          <w:marRight w:val="0"/>
                          <w:marTop w:val="0"/>
                          <w:marBottom w:val="0"/>
                          <w:divBdr>
                            <w:top w:val="none" w:sz="0" w:space="0" w:color="auto"/>
                            <w:left w:val="none" w:sz="0" w:space="0" w:color="auto"/>
                            <w:bottom w:val="none" w:sz="0" w:space="0" w:color="auto"/>
                            <w:right w:val="none" w:sz="0" w:space="0" w:color="auto"/>
                          </w:divBdr>
                          <w:divsChild>
                            <w:div w:id="4911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090881">
      <w:bodyDiv w:val="1"/>
      <w:marLeft w:val="0"/>
      <w:marRight w:val="0"/>
      <w:marTop w:val="0"/>
      <w:marBottom w:val="0"/>
      <w:divBdr>
        <w:top w:val="none" w:sz="0" w:space="0" w:color="auto"/>
        <w:left w:val="none" w:sz="0" w:space="0" w:color="auto"/>
        <w:bottom w:val="none" w:sz="0" w:space="0" w:color="auto"/>
        <w:right w:val="none" w:sz="0" w:space="0" w:color="auto"/>
      </w:divBdr>
      <w:divsChild>
        <w:div w:id="271521135">
          <w:marLeft w:val="0"/>
          <w:marRight w:val="0"/>
          <w:marTop w:val="0"/>
          <w:marBottom w:val="0"/>
          <w:divBdr>
            <w:top w:val="none" w:sz="0" w:space="0" w:color="auto"/>
            <w:left w:val="none" w:sz="0" w:space="0" w:color="auto"/>
            <w:bottom w:val="none" w:sz="0" w:space="0" w:color="auto"/>
            <w:right w:val="none" w:sz="0" w:space="0" w:color="auto"/>
          </w:divBdr>
          <w:divsChild>
            <w:div w:id="1864974631">
              <w:marLeft w:val="0"/>
              <w:marRight w:val="0"/>
              <w:marTop w:val="0"/>
              <w:marBottom w:val="0"/>
              <w:divBdr>
                <w:top w:val="none" w:sz="0" w:space="0" w:color="auto"/>
                <w:left w:val="none" w:sz="0" w:space="0" w:color="auto"/>
                <w:bottom w:val="none" w:sz="0" w:space="0" w:color="auto"/>
                <w:right w:val="none" w:sz="0" w:space="0" w:color="auto"/>
              </w:divBdr>
              <w:divsChild>
                <w:div w:id="1537811912">
                  <w:marLeft w:val="0"/>
                  <w:marRight w:val="0"/>
                  <w:marTop w:val="0"/>
                  <w:marBottom w:val="0"/>
                  <w:divBdr>
                    <w:top w:val="none" w:sz="0" w:space="0" w:color="auto"/>
                    <w:left w:val="none" w:sz="0" w:space="0" w:color="auto"/>
                    <w:bottom w:val="none" w:sz="0" w:space="0" w:color="auto"/>
                    <w:right w:val="none" w:sz="0" w:space="0" w:color="auto"/>
                  </w:divBdr>
                  <w:divsChild>
                    <w:div w:id="1004481378">
                      <w:marLeft w:val="0"/>
                      <w:marRight w:val="0"/>
                      <w:marTop w:val="0"/>
                      <w:marBottom w:val="0"/>
                      <w:divBdr>
                        <w:top w:val="none" w:sz="0" w:space="0" w:color="auto"/>
                        <w:left w:val="none" w:sz="0" w:space="0" w:color="auto"/>
                        <w:bottom w:val="none" w:sz="0" w:space="0" w:color="auto"/>
                        <w:right w:val="none" w:sz="0" w:space="0" w:color="auto"/>
                      </w:divBdr>
                      <w:divsChild>
                        <w:div w:id="1074282542">
                          <w:marLeft w:val="0"/>
                          <w:marRight w:val="0"/>
                          <w:marTop w:val="0"/>
                          <w:marBottom w:val="0"/>
                          <w:divBdr>
                            <w:top w:val="none" w:sz="0" w:space="0" w:color="auto"/>
                            <w:left w:val="none" w:sz="0" w:space="0" w:color="auto"/>
                            <w:bottom w:val="none" w:sz="0" w:space="0" w:color="auto"/>
                            <w:right w:val="none" w:sz="0" w:space="0" w:color="auto"/>
                          </w:divBdr>
                          <w:divsChild>
                            <w:div w:id="59999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221660">
      <w:bodyDiv w:val="1"/>
      <w:marLeft w:val="0"/>
      <w:marRight w:val="0"/>
      <w:marTop w:val="0"/>
      <w:marBottom w:val="0"/>
      <w:divBdr>
        <w:top w:val="none" w:sz="0" w:space="0" w:color="auto"/>
        <w:left w:val="none" w:sz="0" w:space="0" w:color="auto"/>
        <w:bottom w:val="none" w:sz="0" w:space="0" w:color="auto"/>
        <w:right w:val="none" w:sz="0" w:space="0" w:color="auto"/>
      </w:divBdr>
      <w:divsChild>
        <w:div w:id="1177186668">
          <w:marLeft w:val="0"/>
          <w:marRight w:val="0"/>
          <w:marTop w:val="0"/>
          <w:marBottom w:val="0"/>
          <w:divBdr>
            <w:top w:val="none" w:sz="0" w:space="0" w:color="auto"/>
            <w:left w:val="none" w:sz="0" w:space="0" w:color="auto"/>
            <w:bottom w:val="none" w:sz="0" w:space="0" w:color="auto"/>
            <w:right w:val="none" w:sz="0" w:space="0" w:color="auto"/>
          </w:divBdr>
          <w:divsChild>
            <w:div w:id="775296617">
              <w:marLeft w:val="0"/>
              <w:marRight w:val="0"/>
              <w:marTop w:val="0"/>
              <w:marBottom w:val="0"/>
              <w:divBdr>
                <w:top w:val="none" w:sz="0" w:space="0" w:color="auto"/>
                <w:left w:val="none" w:sz="0" w:space="0" w:color="auto"/>
                <w:bottom w:val="none" w:sz="0" w:space="0" w:color="auto"/>
                <w:right w:val="none" w:sz="0" w:space="0" w:color="auto"/>
              </w:divBdr>
              <w:divsChild>
                <w:div w:id="1501238298">
                  <w:marLeft w:val="0"/>
                  <w:marRight w:val="0"/>
                  <w:marTop w:val="0"/>
                  <w:marBottom w:val="0"/>
                  <w:divBdr>
                    <w:top w:val="none" w:sz="0" w:space="0" w:color="auto"/>
                    <w:left w:val="none" w:sz="0" w:space="0" w:color="auto"/>
                    <w:bottom w:val="none" w:sz="0" w:space="0" w:color="auto"/>
                    <w:right w:val="none" w:sz="0" w:space="0" w:color="auto"/>
                  </w:divBdr>
                  <w:divsChild>
                    <w:div w:id="2024548187">
                      <w:marLeft w:val="0"/>
                      <w:marRight w:val="0"/>
                      <w:marTop w:val="0"/>
                      <w:marBottom w:val="0"/>
                      <w:divBdr>
                        <w:top w:val="none" w:sz="0" w:space="0" w:color="auto"/>
                        <w:left w:val="none" w:sz="0" w:space="0" w:color="auto"/>
                        <w:bottom w:val="none" w:sz="0" w:space="0" w:color="auto"/>
                        <w:right w:val="none" w:sz="0" w:space="0" w:color="auto"/>
                      </w:divBdr>
                      <w:divsChild>
                        <w:div w:id="862481499">
                          <w:marLeft w:val="0"/>
                          <w:marRight w:val="0"/>
                          <w:marTop w:val="0"/>
                          <w:marBottom w:val="0"/>
                          <w:divBdr>
                            <w:top w:val="none" w:sz="0" w:space="0" w:color="auto"/>
                            <w:left w:val="none" w:sz="0" w:space="0" w:color="auto"/>
                            <w:bottom w:val="none" w:sz="0" w:space="0" w:color="auto"/>
                            <w:right w:val="none" w:sz="0" w:space="0" w:color="auto"/>
                          </w:divBdr>
                          <w:divsChild>
                            <w:div w:id="81575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678842">
      <w:bodyDiv w:val="1"/>
      <w:marLeft w:val="0"/>
      <w:marRight w:val="0"/>
      <w:marTop w:val="0"/>
      <w:marBottom w:val="0"/>
      <w:divBdr>
        <w:top w:val="none" w:sz="0" w:space="0" w:color="auto"/>
        <w:left w:val="none" w:sz="0" w:space="0" w:color="auto"/>
        <w:bottom w:val="none" w:sz="0" w:space="0" w:color="auto"/>
        <w:right w:val="none" w:sz="0" w:space="0" w:color="auto"/>
      </w:divBdr>
      <w:divsChild>
        <w:div w:id="1954820802">
          <w:marLeft w:val="0"/>
          <w:marRight w:val="0"/>
          <w:marTop w:val="0"/>
          <w:marBottom w:val="0"/>
          <w:divBdr>
            <w:top w:val="none" w:sz="0" w:space="0" w:color="auto"/>
            <w:left w:val="none" w:sz="0" w:space="0" w:color="auto"/>
            <w:bottom w:val="none" w:sz="0" w:space="0" w:color="auto"/>
            <w:right w:val="none" w:sz="0" w:space="0" w:color="auto"/>
          </w:divBdr>
          <w:divsChild>
            <w:div w:id="1227571067">
              <w:marLeft w:val="0"/>
              <w:marRight w:val="0"/>
              <w:marTop w:val="0"/>
              <w:marBottom w:val="0"/>
              <w:divBdr>
                <w:top w:val="none" w:sz="0" w:space="0" w:color="auto"/>
                <w:left w:val="none" w:sz="0" w:space="0" w:color="auto"/>
                <w:bottom w:val="none" w:sz="0" w:space="0" w:color="auto"/>
                <w:right w:val="none" w:sz="0" w:space="0" w:color="auto"/>
              </w:divBdr>
              <w:divsChild>
                <w:div w:id="1950355509">
                  <w:marLeft w:val="0"/>
                  <w:marRight w:val="0"/>
                  <w:marTop w:val="0"/>
                  <w:marBottom w:val="0"/>
                  <w:divBdr>
                    <w:top w:val="none" w:sz="0" w:space="0" w:color="auto"/>
                    <w:left w:val="none" w:sz="0" w:space="0" w:color="auto"/>
                    <w:bottom w:val="none" w:sz="0" w:space="0" w:color="auto"/>
                    <w:right w:val="none" w:sz="0" w:space="0" w:color="auto"/>
                  </w:divBdr>
                  <w:divsChild>
                    <w:div w:id="38215078">
                      <w:marLeft w:val="0"/>
                      <w:marRight w:val="0"/>
                      <w:marTop w:val="0"/>
                      <w:marBottom w:val="0"/>
                      <w:divBdr>
                        <w:top w:val="none" w:sz="0" w:space="0" w:color="auto"/>
                        <w:left w:val="none" w:sz="0" w:space="0" w:color="auto"/>
                        <w:bottom w:val="none" w:sz="0" w:space="0" w:color="auto"/>
                        <w:right w:val="none" w:sz="0" w:space="0" w:color="auto"/>
                      </w:divBdr>
                      <w:divsChild>
                        <w:div w:id="806095239">
                          <w:marLeft w:val="0"/>
                          <w:marRight w:val="0"/>
                          <w:marTop w:val="0"/>
                          <w:marBottom w:val="0"/>
                          <w:divBdr>
                            <w:top w:val="none" w:sz="0" w:space="0" w:color="auto"/>
                            <w:left w:val="none" w:sz="0" w:space="0" w:color="auto"/>
                            <w:bottom w:val="none" w:sz="0" w:space="0" w:color="auto"/>
                            <w:right w:val="none" w:sz="0" w:space="0" w:color="auto"/>
                          </w:divBdr>
                          <w:divsChild>
                            <w:div w:id="133603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938180">
      <w:bodyDiv w:val="1"/>
      <w:marLeft w:val="0"/>
      <w:marRight w:val="0"/>
      <w:marTop w:val="0"/>
      <w:marBottom w:val="0"/>
      <w:divBdr>
        <w:top w:val="none" w:sz="0" w:space="0" w:color="auto"/>
        <w:left w:val="none" w:sz="0" w:space="0" w:color="auto"/>
        <w:bottom w:val="none" w:sz="0" w:space="0" w:color="auto"/>
        <w:right w:val="none" w:sz="0" w:space="0" w:color="auto"/>
      </w:divBdr>
      <w:divsChild>
        <w:div w:id="1362634067">
          <w:marLeft w:val="0"/>
          <w:marRight w:val="0"/>
          <w:marTop w:val="0"/>
          <w:marBottom w:val="0"/>
          <w:divBdr>
            <w:top w:val="none" w:sz="0" w:space="0" w:color="auto"/>
            <w:left w:val="none" w:sz="0" w:space="0" w:color="auto"/>
            <w:bottom w:val="none" w:sz="0" w:space="0" w:color="auto"/>
            <w:right w:val="none" w:sz="0" w:space="0" w:color="auto"/>
          </w:divBdr>
          <w:divsChild>
            <w:div w:id="1878079861">
              <w:marLeft w:val="0"/>
              <w:marRight w:val="0"/>
              <w:marTop w:val="0"/>
              <w:marBottom w:val="0"/>
              <w:divBdr>
                <w:top w:val="none" w:sz="0" w:space="0" w:color="auto"/>
                <w:left w:val="none" w:sz="0" w:space="0" w:color="auto"/>
                <w:bottom w:val="none" w:sz="0" w:space="0" w:color="auto"/>
                <w:right w:val="none" w:sz="0" w:space="0" w:color="auto"/>
              </w:divBdr>
              <w:divsChild>
                <w:div w:id="66996519">
                  <w:marLeft w:val="0"/>
                  <w:marRight w:val="0"/>
                  <w:marTop w:val="0"/>
                  <w:marBottom w:val="0"/>
                  <w:divBdr>
                    <w:top w:val="none" w:sz="0" w:space="0" w:color="auto"/>
                    <w:left w:val="none" w:sz="0" w:space="0" w:color="auto"/>
                    <w:bottom w:val="none" w:sz="0" w:space="0" w:color="auto"/>
                    <w:right w:val="none" w:sz="0" w:space="0" w:color="auto"/>
                  </w:divBdr>
                  <w:divsChild>
                    <w:div w:id="813912907">
                      <w:marLeft w:val="0"/>
                      <w:marRight w:val="0"/>
                      <w:marTop w:val="0"/>
                      <w:marBottom w:val="0"/>
                      <w:divBdr>
                        <w:top w:val="none" w:sz="0" w:space="0" w:color="auto"/>
                        <w:left w:val="none" w:sz="0" w:space="0" w:color="auto"/>
                        <w:bottom w:val="none" w:sz="0" w:space="0" w:color="auto"/>
                        <w:right w:val="none" w:sz="0" w:space="0" w:color="auto"/>
                      </w:divBdr>
                      <w:divsChild>
                        <w:div w:id="143085151">
                          <w:marLeft w:val="0"/>
                          <w:marRight w:val="0"/>
                          <w:marTop w:val="0"/>
                          <w:marBottom w:val="0"/>
                          <w:divBdr>
                            <w:top w:val="none" w:sz="0" w:space="0" w:color="auto"/>
                            <w:left w:val="none" w:sz="0" w:space="0" w:color="auto"/>
                            <w:bottom w:val="none" w:sz="0" w:space="0" w:color="auto"/>
                            <w:right w:val="none" w:sz="0" w:space="0" w:color="auto"/>
                          </w:divBdr>
                          <w:divsChild>
                            <w:div w:id="116840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6.jpeg"/><Relationship Id="rId3" Type="http://schemas.openxmlformats.org/officeDocument/2006/relationships/numbering" Target="numbering.xml"/><Relationship Id="rId21" Type="http://schemas.openxmlformats.org/officeDocument/2006/relationships/hyperlink" Target="http://www.google.com/imgres?q=eugene+ashley+high+school+girls+lacrosse&amp;um=1&amp;hl=en&amp;sa=X&amp;rlz=1T4ADFA_enUS442US442&amp;biw=1366&amp;bih=589&amp;tbm=isch&amp;tbnid=R-nJ_Zf-t0SvrM:&amp;imgrefurl=http://www.berecruited.com/high-schools/north-carolina/wilmington/lacrosse&amp;docid=LqVFItYfnJ4gBM&amp;itg=1&amp;imgurl=http://images.berecruited.com/photos/athletes/large/91740500.jpg&amp;w=500&amp;h=617&amp;ei=-q1FT9mCC4nf0QGY8czqAw&amp;zoom=1" TargetMode="External"/><Relationship Id="rId7" Type="http://schemas.openxmlformats.org/officeDocument/2006/relationships/webSettings" Target="webSettings.xml"/><Relationship Id="rId12" Type="http://schemas.openxmlformats.org/officeDocument/2006/relationships/image" Target="media/image2.gif"/><Relationship Id="rId17" Type="http://schemas.openxmlformats.org/officeDocument/2006/relationships/hyperlink" Target="http://www.google.com/imgres?q=eugene+ashley+high+school+lacrosse&amp;um=1&amp;hl=en&amp;rlz=1T4ADFA_enUS442US442&amp;biw=1366&amp;bih=589&amp;tbm=isch&amp;tbnid=8GOXCV_MbzpWnM:&amp;imgrefurl=http://www.berecruited.com/high-schools/north-carolina/wilmington/eugene-ashley-high-school/boys-lacrosse&amp;docid=oeAYkP2oxqeDfM&amp;imgurl=http://images.berecruited.com/photos/athletes/large/13716106.jpg&amp;w=500&amp;h=333&amp;ei=aZZFT5CyDIPY0QGU9rDrAw&amp;zoom=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www.google.com/imgres?q=eugene+ashley+high+school+logo&amp;um=1&amp;hl=en&amp;sa=N&amp;qscrl=1&amp;nord=1&amp;rlz=1T4ADFA_enUS442US442&amp;biw=1366&amp;bih=589&amp;tbm=isch&amp;tbnid=DTqmZzWWHuiBIM:&amp;imgrefurl=http://www.whatswhat.org/LinkClick.aspx?link=78&amp;tabid=37&amp;docid=nTNM3FlUTKLFGM&amp;imgurl=http://www.whatswhat.org/Portals/0/images/ahslogo.jpg&amp;w=612&amp;h=442&amp;ei=EH9FT_eYN-rw0gH7_f3pAw&amp;zoom=1&amp;iact=rc&amp;dur=1&amp;sig=102660534232916726898&amp;page=1&amp;tbnh=119&amp;tbnw=171&amp;start=0&amp;ndsp=23&amp;ved=0CEkQrQMwAQ&amp;tx=83&amp;ty=76" TargetMode="External"/><Relationship Id="rId19" Type="http://schemas.openxmlformats.org/officeDocument/2006/relationships/hyperlink" Target="http://www.google.com/imgres?q=eugene+ashley+high+school+baseball&amp;um=1&amp;hl=en&amp;rlz=1T4ADFA_enUS442US442&amp;biw=1366&amp;bih=589&amp;tbm=isch&amp;tbnid=5tGzJcCYlyIDTM:&amp;imgrefurl=http://www.berecruited.com/high-schools/north-carolina/wilmington/eugene-ashley-high-school/baseball&amp;docid=otESaknv4usavM&amp;itg=1&amp;imgurl=http://images.berecruited.com/photos/athletes/large/27728672.jpg&amp;w=500&amp;h=375&amp;ei=fJ5FT7ryOqL50gHJm9TpAw&amp;zoom=1"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ogle.com/imgres?q=eugene+ashley+high+school&amp;um=1&amp;hl=en&amp;qscrl=1&amp;nord=1&amp;rlz=1T4ADFA_enUS442US442&amp;biw=1366&amp;bih=589&amp;tbm=isch&amp;tbnid=TNo-N7OdW5Kb4M:&amp;imgrefurl=http://www.schoolclearinghouse.org/asps/drawings.asp?dsp=650-4250&amp;type=pv&amp;docid=TQxbAliWeww0lM&amp;imgurl=http://www.schoolclearinghouse.org/images/4250/4250pic2.gif&amp;w=800&amp;h=254&amp;ei=poFFT4uDPIrx0gHx2-TqAw&amp;zoom=1" TargetMode="External"/><Relationship Id="rId22"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BurgWave_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E8D5ACD40A4088B0CB538902BCA256"/>
        <w:category>
          <w:name w:val="General"/>
          <w:gallery w:val="placeholder"/>
        </w:category>
        <w:types>
          <w:type w:val="bbPlcHdr"/>
        </w:types>
        <w:behaviors>
          <w:behavior w:val="content"/>
        </w:behaviors>
        <w:guid w:val="{522B4D92-A924-4E84-A387-15678146D8EC}"/>
      </w:docPartPr>
      <w:docPartBody>
        <w:p w:rsidR="00000000" w:rsidRDefault="00A61259">
          <w:pPr>
            <w:pStyle w:val="E1E8D5ACD40A4088B0CB538902BCA256"/>
          </w:pPr>
          <w:r>
            <w:rPr>
              <w:rStyle w:val="CompanyNameChar"/>
            </w:rPr>
            <w:t>TechTimes</w:t>
          </w:r>
        </w:p>
      </w:docPartBody>
    </w:docPart>
    <w:docPart>
      <w:docPartPr>
        <w:name w:val="FC383956CC71426DA5158C05692ED0DE"/>
        <w:category>
          <w:name w:val="General"/>
          <w:gallery w:val="placeholder"/>
        </w:category>
        <w:types>
          <w:type w:val="bbPlcHdr"/>
        </w:types>
        <w:behaviors>
          <w:behavior w:val="content"/>
        </w:behaviors>
        <w:guid w:val="{8A725EFC-6485-4A23-84FB-07BC42F711E9}"/>
      </w:docPartPr>
      <w:docPartBody>
        <w:p w:rsidR="00000000" w:rsidRDefault="00A61259">
          <w:pPr>
            <w:pStyle w:val="FC383956CC71426DA5158C05692ED0DE"/>
          </w:pPr>
          <w:r>
            <w:t>Monthly Journal of Information Technology</w:t>
          </w:r>
        </w:p>
      </w:docPartBody>
    </w:docPart>
    <w:docPart>
      <w:docPartPr>
        <w:name w:val="D8BC762F91824B949AB07557FEAC9024"/>
        <w:category>
          <w:name w:val="General"/>
          <w:gallery w:val="placeholder"/>
        </w:category>
        <w:types>
          <w:type w:val="bbPlcHdr"/>
        </w:types>
        <w:behaviors>
          <w:behavior w:val="content"/>
        </w:behaviors>
        <w:guid w:val="{B04FB3F2-48E7-4B4F-92BB-30D72927BC65}"/>
      </w:docPartPr>
      <w:docPartBody>
        <w:p w:rsidR="00000000" w:rsidRDefault="00A61259">
          <w:pPr>
            <w:pStyle w:val="D8BC762F91824B949AB07557FEAC9024"/>
          </w:pPr>
          <w:r>
            <w:t>ISSUE 00 MONTH 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BB"/>
    <w:rsid w:val="001D78BB"/>
    <w:rsid w:val="00A61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E54C3DAD9B4ED7B178188981C86453">
    <w:name w:val="D8E54C3DAD9B4ED7B178188981C86453"/>
  </w:style>
  <w:style w:type="paragraph" w:customStyle="1" w:styleId="3A36F13F09334E0B86626B26662888FF">
    <w:name w:val="3A36F13F09334E0B86626B26662888FF"/>
  </w:style>
  <w:style w:type="paragraph" w:customStyle="1" w:styleId="C9040D8178AF4E4A99F3CF31E4E90152">
    <w:name w:val="C9040D8178AF4E4A99F3CF31E4E90152"/>
  </w:style>
  <w:style w:type="paragraph" w:customStyle="1" w:styleId="2D1C25C6E46F4766B8D118B3034B7674">
    <w:name w:val="2D1C25C6E46F4766B8D118B3034B7674"/>
  </w:style>
  <w:style w:type="paragraph" w:customStyle="1" w:styleId="Heading02">
    <w:name w:val="Heading 02"/>
    <w:basedOn w:val="Normal"/>
    <w:link w:val="Heading02Char"/>
    <w:qFormat/>
    <w:pPr>
      <w:spacing w:after="120" w:line="240" w:lineRule="auto"/>
    </w:pPr>
    <w:rPr>
      <w:rFonts w:asciiTheme="majorHAnsi" w:eastAsiaTheme="minorHAnsi" w:hAnsiTheme="majorHAnsi"/>
      <w:color w:val="5F497A" w:themeColor="accent4" w:themeShade="BF"/>
    </w:rPr>
  </w:style>
  <w:style w:type="character" w:customStyle="1" w:styleId="Heading02Char">
    <w:name w:val="Heading 02 Char"/>
    <w:basedOn w:val="DefaultParagraphFont"/>
    <w:link w:val="Heading02"/>
    <w:rPr>
      <w:rFonts w:asciiTheme="majorHAnsi" w:eastAsiaTheme="minorHAnsi" w:hAnsiTheme="majorHAnsi"/>
      <w:color w:val="5F497A" w:themeColor="accent4" w:themeShade="BF"/>
    </w:rPr>
  </w:style>
  <w:style w:type="paragraph" w:customStyle="1" w:styleId="98558E3426E54F1682D03560C1B0E5A2">
    <w:name w:val="98558E3426E54F1682D03560C1B0E5A2"/>
  </w:style>
  <w:style w:type="paragraph" w:customStyle="1" w:styleId="2BCC06C4193A482E89189A15DD651359">
    <w:name w:val="2BCC06C4193A482E89189A15DD651359"/>
  </w:style>
  <w:style w:type="paragraph" w:customStyle="1" w:styleId="CompanyName">
    <w:name w:val="Company Name"/>
    <w:basedOn w:val="Normal"/>
    <w:link w:val="CompanyNameChar"/>
    <w:qFormat/>
    <w:pPr>
      <w:spacing w:after="0" w:line="240" w:lineRule="auto"/>
    </w:pPr>
    <w:rPr>
      <w:rFonts w:asciiTheme="majorHAnsi" w:eastAsiaTheme="minorHAnsi" w:hAnsiTheme="majorHAnsi"/>
      <w:color w:val="8064A2" w:themeColor="accent4"/>
      <w:sz w:val="60"/>
      <w:szCs w:val="72"/>
    </w:rPr>
  </w:style>
  <w:style w:type="character" w:customStyle="1" w:styleId="CompanyNameChar">
    <w:name w:val="Company Name Char"/>
    <w:basedOn w:val="DefaultParagraphFont"/>
    <w:link w:val="CompanyName"/>
    <w:rPr>
      <w:rFonts w:asciiTheme="majorHAnsi" w:eastAsiaTheme="minorHAnsi" w:hAnsiTheme="majorHAnsi"/>
      <w:color w:val="8064A2" w:themeColor="accent4"/>
      <w:sz w:val="60"/>
      <w:szCs w:val="72"/>
    </w:rPr>
  </w:style>
  <w:style w:type="paragraph" w:customStyle="1" w:styleId="E1E8D5ACD40A4088B0CB538902BCA256">
    <w:name w:val="E1E8D5ACD40A4088B0CB538902BCA256"/>
  </w:style>
  <w:style w:type="paragraph" w:customStyle="1" w:styleId="FC383956CC71426DA5158C05692ED0DE">
    <w:name w:val="FC383956CC71426DA5158C05692ED0DE"/>
  </w:style>
  <w:style w:type="paragraph" w:customStyle="1" w:styleId="D8BC762F91824B949AB07557FEAC9024">
    <w:name w:val="D8BC762F91824B949AB07557FEAC9024"/>
  </w:style>
  <w:style w:type="paragraph" w:customStyle="1" w:styleId="Heading04">
    <w:name w:val="Heading 04"/>
    <w:basedOn w:val="Normal"/>
    <w:link w:val="Heading04Char"/>
    <w:qFormat/>
    <w:rsid w:val="001D78BB"/>
    <w:pPr>
      <w:spacing w:after="120" w:line="240" w:lineRule="auto"/>
    </w:pPr>
    <w:rPr>
      <w:rFonts w:asciiTheme="majorHAnsi" w:eastAsiaTheme="minorHAnsi" w:hAnsiTheme="majorHAnsi"/>
      <w:color w:val="948A54" w:themeColor="background2" w:themeShade="80"/>
      <w:sz w:val="24"/>
    </w:rPr>
  </w:style>
  <w:style w:type="character" w:customStyle="1" w:styleId="Heading04Char">
    <w:name w:val="Heading 04 Char"/>
    <w:basedOn w:val="DefaultParagraphFont"/>
    <w:link w:val="Heading04"/>
    <w:rsid w:val="001D78BB"/>
    <w:rPr>
      <w:rFonts w:asciiTheme="majorHAnsi" w:eastAsiaTheme="minorHAnsi" w:hAnsiTheme="majorHAnsi"/>
      <w:color w:val="948A54" w:themeColor="background2" w:themeShade="80"/>
      <w:sz w:val="24"/>
    </w:rPr>
  </w:style>
  <w:style w:type="paragraph" w:customStyle="1" w:styleId="FFF12AC70AC7463485EA5AE7F660ACBD">
    <w:name w:val="FFF12AC70AC7463485EA5AE7F660ACBD"/>
  </w:style>
  <w:style w:type="paragraph" w:customStyle="1" w:styleId="BodyContent">
    <w:name w:val="Body Content"/>
    <w:basedOn w:val="Normal"/>
    <w:link w:val="BodyContentChar"/>
    <w:qFormat/>
    <w:pPr>
      <w:spacing w:line="312" w:lineRule="auto"/>
      <w:jc w:val="both"/>
    </w:pPr>
    <w:rPr>
      <w:rFonts w:eastAsiaTheme="minorHAnsi"/>
      <w:color w:val="D6E3BC" w:themeColor="accent3" w:themeTint="66"/>
      <w:sz w:val="20"/>
    </w:rPr>
  </w:style>
  <w:style w:type="character" w:customStyle="1" w:styleId="BodyContentChar">
    <w:name w:val="Body Content Char"/>
    <w:basedOn w:val="DefaultParagraphFont"/>
    <w:link w:val="BodyContent"/>
    <w:rPr>
      <w:rFonts w:eastAsiaTheme="minorHAnsi"/>
      <w:color w:val="D6E3BC" w:themeColor="accent3" w:themeTint="66"/>
      <w:sz w:val="20"/>
    </w:rPr>
  </w:style>
  <w:style w:type="paragraph" w:customStyle="1" w:styleId="BAF04771D5A24B4E92BA7FF10D52AFDF">
    <w:name w:val="BAF04771D5A24B4E92BA7FF10D52AFDF"/>
  </w:style>
  <w:style w:type="paragraph" w:customStyle="1" w:styleId="B6733C89DB854A8B8D1C07E31008D217">
    <w:name w:val="B6733C89DB854A8B8D1C07E31008D217"/>
  </w:style>
  <w:style w:type="paragraph" w:customStyle="1" w:styleId="0172CC94A8E445E5B487E07CF300F30F">
    <w:name w:val="0172CC94A8E445E5B487E07CF300F30F"/>
  </w:style>
  <w:style w:type="paragraph" w:customStyle="1" w:styleId="197D5602EB42442C8E72395E17BDC5A2">
    <w:name w:val="197D5602EB42442C8E72395E17BDC5A2"/>
  </w:style>
  <w:style w:type="paragraph" w:customStyle="1" w:styleId="BodyContent02">
    <w:name w:val="Body Content 02"/>
    <w:basedOn w:val="Normal"/>
    <w:link w:val="BodyContent02Char"/>
    <w:qFormat/>
    <w:pPr>
      <w:spacing w:after="240" w:line="240" w:lineRule="auto"/>
    </w:pPr>
    <w:rPr>
      <w:rFonts w:eastAsiaTheme="minorHAnsi"/>
      <w:color w:val="000000" w:themeColor="text1"/>
      <w:sz w:val="18"/>
    </w:rPr>
  </w:style>
  <w:style w:type="character" w:customStyle="1" w:styleId="BodyContent02Char">
    <w:name w:val="Body Content 02 Char"/>
    <w:basedOn w:val="DefaultParagraphFont"/>
    <w:link w:val="BodyContent02"/>
    <w:rPr>
      <w:rFonts w:eastAsiaTheme="minorHAnsi"/>
      <w:color w:val="000000" w:themeColor="text1"/>
      <w:sz w:val="18"/>
    </w:rPr>
  </w:style>
  <w:style w:type="paragraph" w:customStyle="1" w:styleId="5F8AD7E929064E72AE8C73F4D801B6C0">
    <w:name w:val="5F8AD7E929064E72AE8C73F4D801B6C0"/>
  </w:style>
  <w:style w:type="paragraph" w:customStyle="1" w:styleId="25210203B0FC4E1D8438B62F61B44D27">
    <w:name w:val="25210203B0FC4E1D8438B62F61B44D27"/>
  </w:style>
  <w:style w:type="paragraph" w:customStyle="1" w:styleId="617CDF26C8034A11A649DDD0857EE84D">
    <w:name w:val="617CDF26C8034A11A649DDD0857EE84D"/>
  </w:style>
  <w:style w:type="paragraph" w:customStyle="1" w:styleId="F0619BA8FA984DA5959BB6528000EE24">
    <w:name w:val="F0619BA8FA984DA5959BB6528000EE24"/>
  </w:style>
  <w:style w:type="paragraph" w:customStyle="1" w:styleId="38C020CC10ED4804B5E75B28CB6D7899">
    <w:name w:val="38C020CC10ED4804B5E75B28CB6D7899"/>
  </w:style>
  <w:style w:type="paragraph" w:customStyle="1" w:styleId="973AAF1E3F464326822DA362426F5FEF">
    <w:name w:val="973AAF1E3F464326822DA362426F5FEF"/>
  </w:style>
  <w:style w:type="paragraph" w:customStyle="1" w:styleId="362903C2149041369454BE643F65A004">
    <w:name w:val="362903C2149041369454BE643F65A004"/>
  </w:style>
  <w:style w:type="paragraph" w:customStyle="1" w:styleId="4C682CC0185746C6B24BDC4D481A4882">
    <w:name w:val="4C682CC0185746C6B24BDC4D481A4882"/>
  </w:style>
  <w:style w:type="paragraph" w:customStyle="1" w:styleId="CFEF1460A1DD483C82E3B9C9BEC6A218">
    <w:name w:val="CFEF1460A1DD483C82E3B9C9BEC6A218"/>
  </w:style>
  <w:style w:type="paragraph" w:customStyle="1" w:styleId="47D574133BE34681BDF9B3E9F39AAFF9">
    <w:name w:val="47D574133BE34681BDF9B3E9F39AAFF9"/>
  </w:style>
  <w:style w:type="paragraph" w:customStyle="1" w:styleId="0827490CE51543F8958E8AAE04F9E61E">
    <w:name w:val="0827490CE51543F8958E8AAE04F9E61E"/>
  </w:style>
  <w:style w:type="paragraph" w:customStyle="1" w:styleId="3B5E36C061EB4D3F96921A62B5478336">
    <w:name w:val="3B5E36C061EB4D3F96921A62B5478336"/>
  </w:style>
  <w:style w:type="paragraph" w:customStyle="1" w:styleId="80C40F57C7F24D3CAA9478E5D6059741">
    <w:name w:val="80C40F57C7F24D3CAA9478E5D6059741"/>
  </w:style>
  <w:style w:type="paragraph" w:customStyle="1" w:styleId="35DDEBEDF9DE447A890E6EC6F0CA31EB">
    <w:name w:val="35DDEBEDF9DE447A890E6EC6F0CA31EB"/>
  </w:style>
  <w:style w:type="paragraph" w:customStyle="1" w:styleId="Heading01">
    <w:name w:val="Heading 01"/>
    <w:basedOn w:val="Normal"/>
    <w:link w:val="Heading01Char"/>
    <w:qFormat/>
    <w:pPr>
      <w:spacing w:line="240" w:lineRule="auto"/>
    </w:pPr>
    <w:rPr>
      <w:rFonts w:asciiTheme="majorHAnsi" w:eastAsiaTheme="minorHAnsi" w:hAnsiTheme="majorHAnsi"/>
      <w:color w:val="948A54" w:themeColor="background2" w:themeShade="80"/>
      <w:sz w:val="36"/>
    </w:rPr>
  </w:style>
  <w:style w:type="character" w:customStyle="1" w:styleId="Heading01Char">
    <w:name w:val="Heading 01 Char"/>
    <w:basedOn w:val="DefaultParagraphFont"/>
    <w:link w:val="Heading01"/>
    <w:rPr>
      <w:rFonts w:asciiTheme="majorHAnsi" w:eastAsiaTheme="minorHAnsi" w:hAnsiTheme="majorHAnsi"/>
      <w:color w:val="948A54" w:themeColor="background2" w:themeShade="80"/>
      <w:sz w:val="36"/>
    </w:rPr>
  </w:style>
  <w:style w:type="paragraph" w:customStyle="1" w:styleId="8304A943EBAD4D3A88005E1F48B8E634">
    <w:name w:val="8304A943EBAD4D3A88005E1F48B8E634"/>
  </w:style>
  <w:style w:type="paragraph" w:customStyle="1" w:styleId="3FD054D5001E48649B82130056CBE9B6">
    <w:name w:val="3FD054D5001E48649B82130056CBE9B6"/>
  </w:style>
  <w:style w:type="paragraph" w:customStyle="1" w:styleId="2FC056E3FE6F465C9747D2AE60B78082">
    <w:name w:val="2FC056E3FE6F465C9747D2AE60B78082"/>
  </w:style>
  <w:style w:type="paragraph" w:customStyle="1" w:styleId="1CDAF3DD41A44A8FB377F922B8C0059F">
    <w:name w:val="1CDAF3DD41A44A8FB377F922B8C0059F"/>
  </w:style>
  <w:style w:type="paragraph" w:customStyle="1" w:styleId="62061EDA57E34197978A9D14CF18479B">
    <w:name w:val="62061EDA57E34197978A9D14CF18479B"/>
  </w:style>
  <w:style w:type="paragraph" w:customStyle="1" w:styleId="E9A852C618BD4925863B9E05D2BC7538">
    <w:name w:val="E9A852C618BD4925863B9E05D2BC7538"/>
  </w:style>
  <w:style w:type="paragraph" w:customStyle="1" w:styleId="D8831B918AE046E184D3C8301246727C">
    <w:name w:val="D8831B918AE046E184D3C8301246727C"/>
  </w:style>
  <w:style w:type="paragraph" w:customStyle="1" w:styleId="F50C6FC168894626A2BB8C6E1BE5057B">
    <w:name w:val="F50C6FC168894626A2BB8C6E1BE5057B"/>
  </w:style>
  <w:style w:type="paragraph" w:customStyle="1" w:styleId="5192D560196A4EB6A4A09A4CBAB0C630">
    <w:name w:val="5192D560196A4EB6A4A09A4CBAB0C630"/>
  </w:style>
  <w:style w:type="paragraph" w:customStyle="1" w:styleId="B340FF28F1DB432EBEC81F54D95BA236">
    <w:name w:val="B340FF28F1DB432EBEC81F54D95BA236"/>
  </w:style>
  <w:style w:type="character" w:styleId="PlaceholderText">
    <w:name w:val="Placeholder Text"/>
    <w:basedOn w:val="DefaultParagraphFont"/>
    <w:uiPriority w:val="99"/>
    <w:semiHidden/>
    <w:rPr>
      <w:color w:val="808080"/>
    </w:rPr>
  </w:style>
  <w:style w:type="paragraph" w:customStyle="1" w:styleId="CompanyAddress">
    <w:name w:val="Company Address"/>
    <w:basedOn w:val="Normal"/>
    <w:link w:val="CompanyAddressChar"/>
    <w:qFormat/>
    <w:pPr>
      <w:spacing w:after="0" w:line="240" w:lineRule="auto"/>
      <w:jc w:val="right"/>
    </w:pPr>
    <w:rPr>
      <w:rFonts w:eastAsiaTheme="minorHAnsi"/>
      <w:color w:val="EAF1DD" w:themeColor="accent3" w:themeTint="33"/>
    </w:rPr>
  </w:style>
  <w:style w:type="character" w:customStyle="1" w:styleId="CompanyAddressChar">
    <w:name w:val="Company Address Char"/>
    <w:basedOn w:val="DefaultParagraphFont"/>
    <w:link w:val="CompanyAddress"/>
    <w:rPr>
      <w:rFonts w:eastAsiaTheme="minorHAnsi"/>
      <w:color w:val="EAF1DD" w:themeColor="accent3" w:themeTint="33"/>
    </w:rPr>
  </w:style>
  <w:style w:type="paragraph" w:customStyle="1" w:styleId="F6724F5C4DA549FB82921CEAD5A92565">
    <w:name w:val="F6724F5C4DA549FB82921CEAD5A92565"/>
  </w:style>
  <w:style w:type="paragraph" w:customStyle="1" w:styleId="3F90680505AC4024BD8D2AC9C29C76D2">
    <w:name w:val="3F90680505AC4024BD8D2AC9C29C76D2"/>
    <w:rsid w:val="001D78B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8E54C3DAD9B4ED7B178188981C86453">
    <w:name w:val="D8E54C3DAD9B4ED7B178188981C86453"/>
  </w:style>
  <w:style w:type="paragraph" w:customStyle="1" w:styleId="3A36F13F09334E0B86626B26662888FF">
    <w:name w:val="3A36F13F09334E0B86626B26662888FF"/>
  </w:style>
  <w:style w:type="paragraph" w:customStyle="1" w:styleId="C9040D8178AF4E4A99F3CF31E4E90152">
    <w:name w:val="C9040D8178AF4E4A99F3CF31E4E90152"/>
  </w:style>
  <w:style w:type="paragraph" w:customStyle="1" w:styleId="2D1C25C6E46F4766B8D118B3034B7674">
    <w:name w:val="2D1C25C6E46F4766B8D118B3034B7674"/>
  </w:style>
  <w:style w:type="paragraph" w:customStyle="1" w:styleId="Heading02">
    <w:name w:val="Heading 02"/>
    <w:basedOn w:val="Normal"/>
    <w:link w:val="Heading02Char"/>
    <w:qFormat/>
    <w:pPr>
      <w:spacing w:after="120" w:line="240" w:lineRule="auto"/>
    </w:pPr>
    <w:rPr>
      <w:rFonts w:asciiTheme="majorHAnsi" w:eastAsiaTheme="minorHAnsi" w:hAnsiTheme="majorHAnsi"/>
      <w:color w:val="5F497A" w:themeColor="accent4" w:themeShade="BF"/>
    </w:rPr>
  </w:style>
  <w:style w:type="character" w:customStyle="1" w:styleId="Heading02Char">
    <w:name w:val="Heading 02 Char"/>
    <w:basedOn w:val="DefaultParagraphFont"/>
    <w:link w:val="Heading02"/>
    <w:rPr>
      <w:rFonts w:asciiTheme="majorHAnsi" w:eastAsiaTheme="minorHAnsi" w:hAnsiTheme="majorHAnsi"/>
      <w:color w:val="5F497A" w:themeColor="accent4" w:themeShade="BF"/>
    </w:rPr>
  </w:style>
  <w:style w:type="paragraph" w:customStyle="1" w:styleId="98558E3426E54F1682D03560C1B0E5A2">
    <w:name w:val="98558E3426E54F1682D03560C1B0E5A2"/>
  </w:style>
  <w:style w:type="paragraph" w:customStyle="1" w:styleId="2BCC06C4193A482E89189A15DD651359">
    <w:name w:val="2BCC06C4193A482E89189A15DD651359"/>
  </w:style>
  <w:style w:type="paragraph" w:customStyle="1" w:styleId="CompanyName">
    <w:name w:val="Company Name"/>
    <w:basedOn w:val="Normal"/>
    <w:link w:val="CompanyNameChar"/>
    <w:qFormat/>
    <w:pPr>
      <w:spacing w:after="0" w:line="240" w:lineRule="auto"/>
    </w:pPr>
    <w:rPr>
      <w:rFonts w:asciiTheme="majorHAnsi" w:eastAsiaTheme="minorHAnsi" w:hAnsiTheme="majorHAnsi"/>
      <w:color w:val="8064A2" w:themeColor="accent4"/>
      <w:sz w:val="60"/>
      <w:szCs w:val="72"/>
    </w:rPr>
  </w:style>
  <w:style w:type="character" w:customStyle="1" w:styleId="CompanyNameChar">
    <w:name w:val="Company Name Char"/>
    <w:basedOn w:val="DefaultParagraphFont"/>
    <w:link w:val="CompanyName"/>
    <w:rPr>
      <w:rFonts w:asciiTheme="majorHAnsi" w:eastAsiaTheme="minorHAnsi" w:hAnsiTheme="majorHAnsi"/>
      <w:color w:val="8064A2" w:themeColor="accent4"/>
      <w:sz w:val="60"/>
      <w:szCs w:val="72"/>
    </w:rPr>
  </w:style>
  <w:style w:type="paragraph" w:customStyle="1" w:styleId="E1E8D5ACD40A4088B0CB538902BCA256">
    <w:name w:val="E1E8D5ACD40A4088B0CB538902BCA256"/>
  </w:style>
  <w:style w:type="paragraph" w:customStyle="1" w:styleId="FC383956CC71426DA5158C05692ED0DE">
    <w:name w:val="FC383956CC71426DA5158C05692ED0DE"/>
  </w:style>
  <w:style w:type="paragraph" w:customStyle="1" w:styleId="D8BC762F91824B949AB07557FEAC9024">
    <w:name w:val="D8BC762F91824B949AB07557FEAC9024"/>
  </w:style>
  <w:style w:type="paragraph" w:customStyle="1" w:styleId="Heading04">
    <w:name w:val="Heading 04"/>
    <w:basedOn w:val="Normal"/>
    <w:link w:val="Heading04Char"/>
    <w:qFormat/>
    <w:rsid w:val="001D78BB"/>
    <w:pPr>
      <w:spacing w:after="120" w:line="240" w:lineRule="auto"/>
    </w:pPr>
    <w:rPr>
      <w:rFonts w:asciiTheme="majorHAnsi" w:eastAsiaTheme="minorHAnsi" w:hAnsiTheme="majorHAnsi"/>
      <w:color w:val="948A54" w:themeColor="background2" w:themeShade="80"/>
      <w:sz w:val="24"/>
    </w:rPr>
  </w:style>
  <w:style w:type="character" w:customStyle="1" w:styleId="Heading04Char">
    <w:name w:val="Heading 04 Char"/>
    <w:basedOn w:val="DefaultParagraphFont"/>
    <w:link w:val="Heading04"/>
    <w:rsid w:val="001D78BB"/>
    <w:rPr>
      <w:rFonts w:asciiTheme="majorHAnsi" w:eastAsiaTheme="minorHAnsi" w:hAnsiTheme="majorHAnsi"/>
      <w:color w:val="948A54" w:themeColor="background2" w:themeShade="80"/>
      <w:sz w:val="24"/>
    </w:rPr>
  </w:style>
  <w:style w:type="paragraph" w:customStyle="1" w:styleId="FFF12AC70AC7463485EA5AE7F660ACBD">
    <w:name w:val="FFF12AC70AC7463485EA5AE7F660ACBD"/>
  </w:style>
  <w:style w:type="paragraph" w:customStyle="1" w:styleId="BodyContent">
    <w:name w:val="Body Content"/>
    <w:basedOn w:val="Normal"/>
    <w:link w:val="BodyContentChar"/>
    <w:qFormat/>
    <w:pPr>
      <w:spacing w:line="312" w:lineRule="auto"/>
      <w:jc w:val="both"/>
    </w:pPr>
    <w:rPr>
      <w:rFonts w:eastAsiaTheme="minorHAnsi"/>
      <w:color w:val="D6E3BC" w:themeColor="accent3" w:themeTint="66"/>
      <w:sz w:val="20"/>
    </w:rPr>
  </w:style>
  <w:style w:type="character" w:customStyle="1" w:styleId="BodyContentChar">
    <w:name w:val="Body Content Char"/>
    <w:basedOn w:val="DefaultParagraphFont"/>
    <w:link w:val="BodyContent"/>
    <w:rPr>
      <w:rFonts w:eastAsiaTheme="minorHAnsi"/>
      <w:color w:val="D6E3BC" w:themeColor="accent3" w:themeTint="66"/>
      <w:sz w:val="20"/>
    </w:rPr>
  </w:style>
  <w:style w:type="paragraph" w:customStyle="1" w:styleId="BAF04771D5A24B4E92BA7FF10D52AFDF">
    <w:name w:val="BAF04771D5A24B4E92BA7FF10D52AFDF"/>
  </w:style>
  <w:style w:type="paragraph" w:customStyle="1" w:styleId="B6733C89DB854A8B8D1C07E31008D217">
    <w:name w:val="B6733C89DB854A8B8D1C07E31008D217"/>
  </w:style>
  <w:style w:type="paragraph" w:customStyle="1" w:styleId="0172CC94A8E445E5B487E07CF300F30F">
    <w:name w:val="0172CC94A8E445E5B487E07CF300F30F"/>
  </w:style>
  <w:style w:type="paragraph" w:customStyle="1" w:styleId="197D5602EB42442C8E72395E17BDC5A2">
    <w:name w:val="197D5602EB42442C8E72395E17BDC5A2"/>
  </w:style>
  <w:style w:type="paragraph" w:customStyle="1" w:styleId="BodyContent02">
    <w:name w:val="Body Content 02"/>
    <w:basedOn w:val="Normal"/>
    <w:link w:val="BodyContent02Char"/>
    <w:qFormat/>
    <w:pPr>
      <w:spacing w:after="240" w:line="240" w:lineRule="auto"/>
    </w:pPr>
    <w:rPr>
      <w:rFonts w:eastAsiaTheme="minorHAnsi"/>
      <w:color w:val="000000" w:themeColor="text1"/>
      <w:sz w:val="18"/>
    </w:rPr>
  </w:style>
  <w:style w:type="character" w:customStyle="1" w:styleId="BodyContent02Char">
    <w:name w:val="Body Content 02 Char"/>
    <w:basedOn w:val="DefaultParagraphFont"/>
    <w:link w:val="BodyContent02"/>
    <w:rPr>
      <w:rFonts w:eastAsiaTheme="minorHAnsi"/>
      <w:color w:val="000000" w:themeColor="text1"/>
      <w:sz w:val="18"/>
    </w:rPr>
  </w:style>
  <w:style w:type="paragraph" w:customStyle="1" w:styleId="5F8AD7E929064E72AE8C73F4D801B6C0">
    <w:name w:val="5F8AD7E929064E72AE8C73F4D801B6C0"/>
  </w:style>
  <w:style w:type="paragraph" w:customStyle="1" w:styleId="25210203B0FC4E1D8438B62F61B44D27">
    <w:name w:val="25210203B0FC4E1D8438B62F61B44D27"/>
  </w:style>
  <w:style w:type="paragraph" w:customStyle="1" w:styleId="617CDF26C8034A11A649DDD0857EE84D">
    <w:name w:val="617CDF26C8034A11A649DDD0857EE84D"/>
  </w:style>
  <w:style w:type="paragraph" w:customStyle="1" w:styleId="F0619BA8FA984DA5959BB6528000EE24">
    <w:name w:val="F0619BA8FA984DA5959BB6528000EE24"/>
  </w:style>
  <w:style w:type="paragraph" w:customStyle="1" w:styleId="38C020CC10ED4804B5E75B28CB6D7899">
    <w:name w:val="38C020CC10ED4804B5E75B28CB6D7899"/>
  </w:style>
  <w:style w:type="paragraph" w:customStyle="1" w:styleId="973AAF1E3F464326822DA362426F5FEF">
    <w:name w:val="973AAF1E3F464326822DA362426F5FEF"/>
  </w:style>
  <w:style w:type="paragraph" w:customStyle="1" w:styleId="362903C2149041369454BE643F65A004">
    <w:name w:val="362903C2149041369454BE643F65A004"/>
  </w:style>
  <w:style w:type="paragraph" w:customStyle="1" w:styleId="4C682CC0185746C6B24BDC4D481A4882">
    <w:name w:val="4C682CC0185746C6B24BDC4D481A4882"/>
  </w:style>
  <w:style w:type="paragraph" w:customStyle="1" w:styleId="CFEF1460A1DD483C82E3B9C9BEC6A218">
    <w:name w:val="CFEF1460A1DD483C82E3B9C9BEC6A218"/>
  </w:style>
  <w:style w:type="paragraph" w:customStyle="1" w:styleId="47D574133BE34681BDF9B3E9F39AAFF9">
    <w:name w:val="47D574133BE34681BDF9B3E9F39AAFF9"/>
  </w:style>
  <w:style w:type="paragraph" w:customStyle="1" w:styleId="0827490CE51543F8958E8AAE04F9E61E">
    <w:name w:val="0827490CE51543F8958E8AAE04F9E61E"/>
  </w:style>
  <w:style w:type="paragraph" w:customStyle="1" w:styleId="3B5E36C061EB4D3F96921A62B5478336">
    <w:name w:val="3B5E36C061EB4D3F96921A62B5478336"/>
  </w:style>
  <w:style w:type="paragraph" w:customStyle="1" w:styleId="80C40F57C7F24D3CAA9478E5D6059741">
    <w:name w:val="80C40F57C7F24D3CAA9478E5D6059741"/>
  </w:style>
  <w:style w:type="paragraph" w:customStyle="1" w:styleId="35DDEBEDF9DE447A890E6EC6F0CA31EB">
    <w:name w:val="35DDEBEDF9DE447A890E6EC6F0CA31EB"/>
  </w:style>
  <w:style w:type="paragraph" w:customStyle="1" w:styleId="Heading01">
    <w:name w:val="Heading 01"/>
    <w:basedOn w:val="Normal"/>
    <w:link w:val="Heading01Char"/>
    <w:qFormat/>
    <w:pPr>
      <w:spacing w:line="240" w:lineRule="auto"/>
    </w:pPr>
    <w:rPr>
      <w:rFonts w:asciiTheme="majorHAnsi" w:eastAsiaTheme="minorHAnsi" w:hAnsiTheme="majorHAnsi"/>
      <w:color w:val="948A54" w:themeColor="background2" w:themeShade="80"/>
      <w:sz w:val="36"/>
    </w:rPr>
  </w:style>
  <w:style w:type="character" w:customStyle="1" w:styleId="Heading01Char">
    <w:name w:val="Heading 01 Char"/>
    <w:basedOn w:val="DefaultParagraphFont"/>
    <w:link w:val="Heading01"/>
    <w:rPr>
      <w:rFonts w:asciiTheme="majorHAnsi" w:eastAsiaTheme="minorHAnsi" w:hAnsiTheme="majorHAnsi"/>
      <w:color w:val="948A54" w:themeColor="background2" w:themeShade="80"/>
      <w:sz w:val="36"/>
    </w:rPr>
  </w:style>
  <w:style w:type="paragraph" w:customStyle="1" w:styleId="8304A943EBAD4D3A88005E1F48B8E634">
    <w:name w:val="8304A943EBAD4D3A88005E1F48B8E634"/>
  </w:style>
  <w:style w:type="paragraph" w:customStyle="1" w:styleId="3FD054D5001E48649B82130056CBE9B6">
    <w:name w:val="3FD054D5001E48649B82130056CBE9B6"/>
  </w:style>
  <w:style w:type="paragraph" w:customStyle="1" w:styleId="2FC056E3FE6F465C9747D2AE60B78082">
    <w:name w:val="2FC056E3FE6F465C9747D2AE60B78082"/>
  </w:style>
  <w:style w:type="paragraph" w:customStyle="1" w:styleId="1CDAF3DD41A44A8FB377F922B8C0059F">
    <w:name w:val="1CDAF3DD41A44A8FB377F922B8C0059F"/>
  </w:style>
  <w:style w:type="paragraph" w:customStyle="1" w:styleId="62061EDA57E34197978A9D14CF18479B">
    <w:name w:val="62061EDA57E34197978A9D14CF18479B"/>
  </w:style>
  <w:style w:type="paragraph" w:customStyle="1" w:styleId="E9A852C618BD4925863B9E05D2BC7538">
    <w:name w:val="E9A852C618BD4925863B9E05D2BC7538"/>
  </w:style>
  <w:style w:type="paragraph" w:customStyle="1" w:styleId="D8831B918AE046E184D3C8301246727C">
    <w:name w:val="D8831B918AE046E184D3C8301246727C"/>
  </w:style>
  <w:style w:type="paragraph" w:customStyle="1" w:styleId="F50C6FC168894626A2BB8C6E1BE5057B">
    <w:name w:val="F50C6FC168894626A2BB8C6E1BE5057B"/>
  </w:style>
  <w:style w:type="paragraph" w:customStyle="1" w:styleId="5192D560196A4EB6A4A09A4CBAB0C630">
    <w:name w:val="5192D560196A4EB6A4A09A4CBAB0C630"/>
  </w:style>
  <w:style w:type="paragraph" w:customStyle="1" w:styleId="B340FF28F1DB432EBEC81F54D95BA236">
    <w:name w:val="B340FF28F1DB432EBEC81F54D95BA236"/>
  </w:style>
  <w:style w:type="character" w:styleId="PlaceholderText">
    <w:name w:val="Placeholder Text"/>
    <w:basedOn w:val="DefaultParagraphFont"/>
    <w:uiPriority w:val="99"/>
    <w:semiHidden/>
    <w:rPr>
      <w:color w:val="808080"/>
    </w:rPr>
  </w:style>
  <w:style w:type="paragraph" w:customStyle="1" w:styleId="CompanyAddress">
    <w:name w:val="Company Address"/>
    <w:basedOn w:val="Normal"/>
    <w:link w:val="CompanyAddressChar"/>
    <w:qFormat/>
    <w:pPr>
      <w:spacing w:after="0" w:line="240" w:lineRule="auto"/>
      <w:jc w:val="right"/>
    </w:pPr>
    <w:rPr>
      <w:rFonts w:eastAsiaTheme="minorHAnsi"/>
      <w:color w:val="EAF1DD" w:themeColor="accent3" w:themeTint="33"/>
    </w:rPr>
  </w:style>
  <w:style w:type="character" w:customStyle="1" w:styleId="CompanyAddressChar">
    <w:name w:val="Company Address Char"/>
    <w:basedOn w:val="DefaultParagraphFont"/>
    <w:link w:val="CompanyAddress"/>
    <w:rPr>
      <w:rFonts w:eastAsiaTheme="minorHAnsi"/>
      <w:color w:val="EAF1DD" w:themeColor="accent3" w:themeTint="33"/>
    </w:rPr>
  </w:style>
  <w:style w:type="paragraph" w:customStyle="1" w:styleId="F6724F5C4DA549FB82921CEAD5A92565">
    <w:name w:val="F6724F5C4DA549FB82921CEAD5A92565"/>
  </w:style>
  <w:style w:type="paragraph" w:customStyle="1" w:styleId="3F90680505AC4024BD8D2AC9C29C76D2">
    <w:name w:val="3F90680505AC4024BD8D2AC9C29C76D2"/>
    <w:rsid w:val="001D78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Wav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F6289-FFD8-4C9B-9A93-0147DA794181}">
  <ds:schemaRefs>
    <ds:schemaRef ds:uri="http://schemas.microsoft.com/sharepoint/v3/contenttype/forms"/>
  </ds:schemaRefs>
</ds:datastoreItem>
</file>

<file path=customXml/itemProps2.xml><?xml version="1.0" encoding="utf-8"?>
<ds:datastoreItem xmlns:ds="http://schemas.openxmlformats.org/officeDocument/2006/customXml" ds:itemID="{757C9151-5310-4F58-9964-BBAFC4B6F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BurgWave_Newsletter.dotx</Template>
  <TotalTime>0</TotalTime>
  <Pages>4</Pages>
  <Words>7</Words>
  <Characters>43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2012-02-23T04:03:00Z</dcterms:created>
  <dcterms:modified xsi:type="dcterms:W3CDTF">2012-02-23T04:03:00Z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TC103852769990</vt:lpwstr>
  </property>
</Properties>
</file>